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B75" w:rsidRDefault="006F3A21">
      <w:bookmarkStart w:id="0" w:name="_GoBack"/>
      <w:bookmarkEnd w:id="0"/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0433675" wp14:editId="6D8CF7CC">
                <wp:simplePos x="0" y="0"/>
                <wp:positionH relativeFrom="column">
                  <wp:posOffset>164465</wp:posOffset>
                </wp:positionH>
                <wp:positionV relativeFrom="paragraph">
                  <wp:posOffset>6132830</wp:posOffset>
                </wp:positionV>
                <wp:extent cx="6057900" cy="0"/>
                <wp:effectExtent l="0" t="0" r="0" b="19050"/>
                <wp:wrapNone/>
                <wp:docPr id="1" name="直線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コネクタ 1" o:spid="_x0000_s1026" style="position:absolute;left:0;text-align:lef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95pt,482.9pt" to="489.95pt,48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" strokecolor="red" strokeweight="2pt">
                <v:stroke dashstyle="1 1" endcap="round"/>
              </v:lin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6B72B5C" wp14:editId="7C07548A">
                <wp:simplePos x="0" y="0"/>
                <wp:positionH relativeFrom="column">
                  <wp:posOffset>66675</wp:posOffset>
                </wp:positionH>
                <wp:positionV relativeFrom="paragraph">
                  <wp:posOffset>6133152</wp:posOffset>
                </wp:positionV>
                <wp:extent cx="1943100" cy="1559560"/>
                <wp:effectExtent l="0" t="0" r="0" b="254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55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3A21" w:rsidRDefault="006F3A21" w:rsidP="006F3A21">
                            <w:pPr>
                              <w:rPr>
                                <w:rFonts w:eastAsia="ＭＳ ゴシック"/>
                                <w:color w:val="FF0000"/>
                                <w:sz w:val="1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この線より下に画像や文字などを</w:t>
                            </w:r>
                          </w:p>
                          <w:p w:rsidR="006F3A21" w:rsidRDefault="006F3A21" w:rsidP="006F3A21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レイアウトしないでください。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.25pt;margin-top:482.95pt;width:153pt;height:122.8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" filled="f" stroked="f">
                <v:textbox>
                  <w:txbxContent>
                    <w:p w:rsidR="006F3A21" w:rsidRDefault="006F3A21" w:rsidP="006F3A21">
                      <w:pPr>
                        <w:rPr>
                          <w:rFonts w:eastAsia="ＭＳ ゴシック"/>
                          <w:color w:val="FF0000"/>
                          <w:sz w:val="16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6"/>
                        </w:rPr>
                        <w:t>この線より下に画像や文字などを</w:t>
                      </w:r>
                    </w:p>
                    <w:p w:rsidR="006F3A21" w:rsidRDefault="006F3A21" w:rsidP="006F3A21">
                      <w:pPr>
                        <w:rPr>
                          <w:sz w:val="16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6"/>
                        </w:rPr>
                        <w:t>レイアウトしないでください。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EC18CC" w:rsidRPr="00C61167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2ED4FF3" wp14:editId="5520E9B4">
                <wp:simplePos x="0" y="0"/>
                <wp:positionH relativeFrom="column">
                  <wp:posOffset>590550</wp:posOffset>
                </wp:positionH>
                <wp:positionV relativeFrom="paragraph">
                  <wp:posOffset>2804795</wp:posOffset>
                </wp:positionV>
                <wp:extent cx="3667125" cy="952500"/>
                <wp:effectExtent l="0" t="0" r="0" b="0"/>
                <wp:wrapNone/>
                <wp:docPr id="28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12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167" w:rsidRPr="00C61167" w:rsidRDefault="00C61167" w:rsidP="00EC18CC">
                            <w:pPr>
                              <w:ind w:left="840"/>
                              <w:outlineLvl w:val="3"/>
                              <w:rPr>
                                <w:rFonts w:ascii="Century Gothic" w:hAnsi="Century Gothic"/>
                                <w:color w:val="FF0000"/>
                                <w:sz w:val="96"/>
                              </w:rPr>
                            </w:pPr>
                            <w:r w:rsidRPr="00C61167">
                              <w:rPr>
                                <w:rFonts w:ascii="Century Gothic" w:hAnsi="Century Gothic"/>
                                <w:color w:val="FF0000"/>
                                <w:sz w:val="96"/>
                              </w:rPr>
                              <w:t>Christmas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46.5pt;margin-top:220.85pt;width:288.75pt;height: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oMstQIAALs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" filled="f" stroked="f">
                <v:textbox>
                  <w:txbxContent>
                    <w:p w:rsidR="00C61167" w:rsidRPr="00C61167" w:rsidRDefault="00C61167" w:rsidP="00EC18CC">
                      <w:pPr>
                        <w:ind w:left="840"/>
                        <w:outlineLvl w:val="3"/>
                        <w:rPr>
                          <w:rFonts w:ascii="Century Gothic" w:hAnsi="Century Gothic"/>
                          <w:color w:val="FF0000"/>
                          <w:sz w:val="96"/>
                        </w:rPr>
                      </w:pPr>
                      <w:r w:rsidRPr="00C61167">
                        <w:rPr>
                          <w:rFonts w:ascii="Century Gothic" w:hAnsi="Century Gothic"/>
                          <w:color w:val="FF0000"/>
                          <w:sz w:val="96"/>
                        </w:rPr>
                        <w:t>Christmas</w:t>
                      </w:r>
                    </w:p>
                  </w:txbxContent>
                </v:textbox>
              </v:shape>
            </w:pict>
          </mc:Fallback>
        </mc:AlternateContent>
      </w:r>
      <w:r w:rsidR="00CB4BD9">
        <w:rPr>
          <w:noProof/>
        </w:rPr>
        <w:drawing>
          <wp:anchor distT="0" distB="0" distL="114300" distR="114300" simplePos="0" relativeHeight="251662848" behindDoc="0" locked="0" layoutInCell="1" allowOverlap="1" wp14:anchorId="49836651" wp14:editId="50F909C4">
            <wp:simplePos x="0" y="0"/>
            <wp:positionH relativeFrom="column">
              <wp:posOffset>1120218</wp:posOffset>
            </wp:positionH>
            <wp:positionV relativeFrom="paragraph">
              <wp:posOffset>3616325</wp:posOffset>
            </wp:positionV>
            <wp:extent cx="3381297" cy="1857375"/>
            <wp:effectExtent l="0" t="0" r="0" b="0"/>
            <wp:wrapNone/>
            <wp:docPr id="30" name="図 30" descr="C:\Users\akihiro_kubo\AppData\Local\Microsoft\Windows\Temporary Internet Files\Content.IE5\T97RD3GI\holly-berries-remix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kihiro_kubo\AppData\Local\Microsoft\Windows\Temporary Internet Files\Content.IE5\T97RD3GI\holly-berries-remix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297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4BD9" w:rsidRPr="00C61167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CF883F5" wp14:editId="64EB5373">
                <wp:simplePos x="0" y="0"/>
                <wp:positionH relativeFrom="column">
                  <wp:posOffset>1328420</wp:posOffset>
                </wp:positionH>
                <wp:positionV relativeFrom="paragraph">
                  <wp:posOffset>2138045</wp:posOffset>
                </wp:positionV>
                <wp:extent cx="2686050" cy="1171575"/>
                <wp:effectExtent l="0" t="0" r="0" b="9525"/>
                <wp:wrapNone/>
                <wp:docPr id="29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1171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167" w:rsidRPr="00C61167" w:rsidRDefault="00C61167" w:rsidP="00C61167">
                            <w:pPr>
                              <w:ind w:left="840"/>
                              <w:outlineLvl w:val="3"/>
                              <w:rPr>
                                <w:rFonts w:ascii="Century Gothic" w:hAnsi="Century Gothic"/>
                                <w:color w:val="FF0000"/>
                                <w:sz w:val="96"/>
                              </w:rPr>
                            </w:pPr>
                            <w:r w:rsidRPr="00C61167">
                              <w:rPr>
                                <w:rFonts w:ascii="Century Gothic" w:hAnsi="Century Gothic"/>
                                <w:color w:val="FF0000"/>
                                <w:sz w:val="96"/>
                              </w:rPr>
                              <w:t>Merry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27" type="#_x0000_t202" style="position:absolute;left:0;text-align:left;margin-left:104.6pt;margin-top:168.35pt;width:211.5pt;height:92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dmUuQIAAMM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" filled="f" stroked="f">
                <v:textbox>
                  <w:txbxContent>
                    <w:p w:rsidR="00C61167" w:rsidRPr="00C61167" w:rsidRDefault="00C61167" w:rsidP="00C61167">
                      <w:pPr>
                        <w:ind w:left="840"/>
                        <w:outlineLvl w:val="3"/>
                        <w:rPr>
                          <w:rFonts w:ascii="Century Gothic" w:hAnsi="Century Gothic"/>
                          <w:color w:val="FF0000"/>
                          <w:sz w:val="96"/>
                        </w:rPr>
                      </w:pPr>
                      <w:r w:rsidRPr="00C61167">
                        <w:rPr>
                          <w:rFonts w:ascii="Century Gothic" w:hAnsi="Century Gothic"/>
                          <w:color w:val="FF0000"/>
                          <w:sz w:val="96"/>
                        </w:rPr>
                        <w:t>Merry</w:t>
                      </w:r>
                    </w:p>
                  </w:txbxContent>
                </v:textbox>
              </v:shape>
            </w:pict>
          </mc:Fallback>
        </mc:AlternateContent>
      </w:r>
      <w:r w:rsidR="00C20BD0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-911860</wp:posOffset>
                </wp:positionH>
                <wp:positionV relativeFrom="paragraph">
                  <wp:posOffset>-1107440</wp:posOffset>
                </wp:positionV>
                <wp:extent cx="4870450" cy="988060"/>
                <wp:effectExtent l="2540" t="0" r="3810" b="0"/>
                <wp:wrapNone/>
                <wp:docPr id="27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0450" cy="988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4A17" w:rsidRDefault="006B4A17">
                            <w:pPr>
                              <w:rPr>
                                <w:rFonts w:eastAsia="ＭＳ ゴシック"/>
                                <w:sz w:val="20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20"/>
                              </w:rPr>
                              <w:t>【インクジェットバルーン　星型</w:t>
                            </w:r>
                            <w:r w:rsidR="00CB4BD9">
                              <w:rPr>
                                <w:rFonts w:eastAsia="ＭＳ ゴシック" w:hint="eastAsia"/>
                                <w:sz w:val="20"/>
                              </w:rPr>
                              <w:t>（裏面）</w:t>
                            </w:r>
                            <w:r>
                              <w:rPr>
                                <w:rFonts w:eastAsia="ＭＳ ゴシック" w:hint="eastAsia"/>
                                <w:sz w:val="20"/>
                              </w:rPr>
                              <w:t>】</w:t>
                            </w:r>
                          </w:p>
                          <w:p w:rsidR="00100B75" w:rsidRDefault="006B4A17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赤枠はインクジェットバルーンの型です。星型が表面、円型が裏面</w:t>
                            </w:r>
                            <w:r w:rsidR="00100B75">
                              <w:rPr>
                                <w:rFonts w:hint="eastAsia"/>
                              </w:rPr>
                              <w:t>で</w:t>
                            </w:r>
                            <w:r>
                              <w:rPr>
                                <w:rFonts w:hint="eastAsia"/>
                              </w:rPr>
                              <w:t>す。</w:t>
                            </w:r>
                          </w:p>
                          <w:p w:rsidR="006B4A17" w:rsidRDefault="006B4A17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レイアウト用のガイドとしてご活用ください。</w:t>
                            </w:r>
                          </w:p>
                          <w:p w:rsidR="006B4A17" w:rsidRDefault="006B4A17">
                            <w:pPr>
                              <w:pStyle w:val="3"/>
                            </w:pPr>
                            <w:r>
                              <w:rPr>
                                <w:rFonts w:hint="eastAsia"/>
                              </w:rPr>
                              <w:t>※ご注意：プリントする前に赤枠を必ず削除してください。</w:t>
                            </w:r>
                          </w:p>
                          <w:p w:rsidR="006B4A17" w:rsidRDefault="006B4A1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28" type="#_x0000_t202" style="position:absolute;left:0;text-align:left;margin-left:-71.8pt;margin-top:-87.2pt;width:383.5pt;height:77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OZjugIAAMI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" filled="f" stroked="f">
                <v:textbox>
                  <w:txbxContent>
                    <w:p w:rsidR="006B4A17" w:rsidRDefault="006B4A17">
                      <w:pPr>
                        <w:rPr>
                          <w:rFonts w:eastAsia="ＭＳ ゴシック"/>
                          <w:sz w:val="20"/>
                        </w:rPr>
                      </w:pPr>
                      <w:r>
                        <w:rPr>
                          <w:rFonts w:eastAsia="ＭＳ ゴシック" w:hint="eastAsia"/>
                          <w:sz w:val="20"/>
                        </w:rPr>
                        <w:t>【インクジェットバルーン　星型</w:t>
                      </w:r>
                      <w:r w:rsidR="00CB4BD9">
                        <w:rPr>
                          <w:rFonts w:eastAsia="ＭＳ ゴシック" w:hint="eastAsia"/>
                          <w:sz w:val="20"/>
                        </w:rPr>
                        <w:t>（裏面）</w:t>
                      </w:r>
                      <w:r>
                        <w:rPr>
                          <w:rFonts w:eastAsia="ＭＳ ゴシック" w:hint="eastAsia"/>
                          <w:sz w:val="20"/>
                        </w:rPr>
                        <w:t>】</w:t>
                      </w:r>
                    </w:p>
                    <w:p w:rsidR="00100B75" w:rsidRDefault="006B4A17">
                      <w:pPr>
                        <w:pStyle w:val="2"/>
                      </w:pPr>
                      <w:r>
                        <w:rPr>
                          <w:rFonts w:hint="eastAsia"/>
                        </w:rPr>
                        <w:t>赤枠はインクジェットバルーンの型です。星型が表面、円型が裏面</w:t>
                      </w:r>
                      <w:r w:rsidR="00100B75">
                        <w:rPr>
                          <w:rFonts w:hint="eastAsia"/>
                        </w:rPr>
                        <w:t>で</w:t>
                      </w:r>
                      <w:r>
                        <w:rPr>
                          <w:rFonts w:hint="eastAsia"/>
                        </w:rPr>
                        <w:t>す。</w:t>
                      </w:r>
                    </w:p>
                    <w:p w:rsidR="006B4A17" w:rsidRDefault="006B4A17">
                      <w:pPr>
                        <w:pStyle w:val="2"/>
                      </w:pPr>
                      <w:r>
                        <w:rPr>
                          <w:rFonts w:hint="eastAsia"/>
                        </w:rPr>
                        <w:t>レイアウト用のガイドとしてご活用ください。</w:t>
                      </w:r>
                    </w:p>
                    <w:p w:rsidR="006B4A17" w:rsidRDefault="006B4A17">
                      <w:pPr>
                        <w:pStyle w:val="3"/>
                      </w:pPr>
                      <w:r>
                        <w:rPr>
                          <w:rFonts w:hint="eastAsia"/>
                        </w:rPr>
                        <w:t>※ご注意：プリントする前</w:t>
                      </w:r>
                      <w:bookmarkStart w:id="1" w:name="_GoBack"/>
                      <w:r>
                        <w:rPr>
                          <w:rFonts w:hint="eastAsia"/>
                        </w:rPr>
                        <w:t>に赤枠を必ず削除して</w:t>
                      </w:r>
                      <w:bookmarkEnd w:id="1"/>
                      <w:r>
                        <w:rPr>
                          <w:rFonts w:hint="eastAsia"/>
                        </w:rPr>
                        <w:t>ください。</w:t>
                      </w:r>
                    </w:p>
                    <w:p w:rsidR="006B4A17" w:rsidRDefault="006B4A17"/>
                  </w:txbxContent>
                </v:textbox>
              </v:shape>
            </w:pict>
          </mc:Fallback>
        </mc:AlternateContent>
      </w:r>
      <w:r w:rsidR="00C20BD0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553085</wp:posOffset>
                </wp:positionH>
                <wp:positionV relativeFrom="paragraph">
                  <wp:posOffset>1609725</wp:posOffset>
                </wp:positionV>
                <wp:extent cx="4286880" cy="4286880"/>
                <wp:effectExtent l="0" t="0" r="19050" b="19050"/>
                <wp:wrapNone/>
                <wp:docPr id="26" name="Oval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880" cy="42868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9" o:spid="_x0000_s1026" style="position:absolute;left:0;text-align:left;margin-left:43.55pt;margin-top:126.75pt;width:337.55pt;height:337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" strokecolor="red" strokeweight="2pt"/>
            </w:pict>
          </mc:Fallback>
        </mc:AlternateContent>
      </w:r>
    </w:p>
    <w:sectPr w:rsidR="00100B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B05" w:rsidRDefault="00882B05" w:rsidP="00692984">
      <w:r>
        <w:separator/>
      </w:r>
    </w:p>
  </w:endnote>
  <w:endnote w:type="continuationSeparator" w:id="0">
    <w:p w:rsidR="00882B05" w:rsidRDefault="00882B05" w:rsidP="00692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B05" w:rsidRDefault="00882B05" w:rsidP="00692984">
      <w:r>
        <w:separator/>
      </w:r>
    </w:p>
  </w:footnote>
  <w:footnote w:type="continuationSeparator" w:id="0">
    <w:p w:rsidR="00882B05" w:rsidRDefault="00882B05" w:rsidP="00692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attachedTemplate r:id="rId1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BD0"/>
    <w:rsid w:val="000605F2"/>
    <w:rsid w:val="00100B75"/>
    <w:rsid w:val="001A6148"/>
    <w:rsid w:val="005244C1"/>
    <w:rsid w:val="00692984"/>
    <w:rsid w:val="006B4A17"/>
    <w:rsid w:val="006F3A21"/>
    <w:rsid w:val="00882B05"/>
    <w:rsid w:val="00C20BD0"/>
    <w:rsid w:val="00C61167"/>
    <w:rsid w:val="00CB4BD9"/>
    <w:rsid w:val="00EC18CC"/>
    <w:rsid w:val="00F4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rPr>
      <w:rFonts w:eastAsia="ＭＳ ゴシック"/>
      <w:sz w:val="20"/>
    </w:rPr>
  </w:style>
  <w:style w:type="paragraph" w:styleId="3">
    <w:name w:val="Body Text 3"/>
    <w:basedOn w:val="a"/>
    <w:semiHidden/>
    <w:rPr>
      <w:rFonts w:eastAsia="ＭＳ ゴシック"/>
      <w:color w:val="FF0000"/>
      <w:sz w:val="20"/>
    </w:rPr>
  </w:style>
  <w:style w:type="paragraph" w:styleId="a3">
    <w:name w:val="header"/>
    <w:basedOn w:val="a"/>
    <w:link w:val="a4"/>
    <w:uiPriority w:val="99"/>
    <w:unhideWhenUsed/>
    <w:rsid w:val="006929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2984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6929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2984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B4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B4BD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rPr>
      <w:rFonts w:eastAsia="ＭＳ ゴシック"/>
      <w:sz w:val="20"/>
    </w:rPr>
  </w:style>
  <w:style w:type="paragraph" w:styleId="3">
    <w:name w:val="Body Text 3"/>
    <w:basedOn w:val="a"/>
    <w:semiHidden/>
    <w:rPr>
      <w:rFonts w:eastAsia="ＭＳ ゴシック"/>
      <w:color w:val="FF0000"/>
      <w:sz w:val="20"/>
    </w:rPr>
  </w:style>
  <w:style w:type="paragraph" w:styleId="a3">
    <w:name w:val="header"/>
    <w:basedOn w:val="a"/>
    <w:link w:val="a4"/>
    <w:uiPriority w:val="99"/>
    <w:unhideWhenUsed/>
    <w:rsid w:val="006929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2984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6929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2984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B4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B4BD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kihiro_kubo\Downloads\balloon_dot\bl3-star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bl3-star.dot</Template>
  <TotalTime>101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akihiro_kubo</dc:creator>
  <cp:lastModifiedBy>akihiro_kubo</cp:lastModifiedBy>
  <cp:revision>5</cp:revision>
  <cp:lastPrinted>2005-06-06T02:27:00Z</cp:lastPrinted>
  <dcterms:created xsi:type="dcterms:W3CDTF">2016-12-07T07:33:00Z</dcterms:created>
  <dcterms:modified xsi:type="dcterms:W3CDTF">2016-12-16T04:34:00Z</dcterms:modified>
</cp:coreProperties>
</file>