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5D0546">
      <w:r w:rsidRPr="0028356B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1027DEF" wp14:editId="37A615E9">
                <wp:simplePos x="0" y="0"/>
                <wp:positionH relativeFrom="column">
                  <wp:posOffset>1539875</wp:posOffset>
                </wp:positionH>
                <wp:positionV relativeFrom="paragraph">
                  <wp:posOffset>4785360</wp:posOffset>
                </wp:positionV>
                <wp:extent cx="1337310" cy="1514475"/>
                <wp:effectExtent l="0" t="0" r="0" b="9525"/>
                <wp:wrapNone/>
                <wp:docPr id="3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31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left"/>
                              <w:rPr>
                                <w:sz w:val="240"/>
                              </w:rPr>
                            </w:pPr>
                            <w:r>
                              <w:rPr>
                                <w:rFonts w:hint="eastAsia"/>
                                <w:sz w:val="24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121.25pt;margin-top:376.8pt;width:105.3pt;height:119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left"/>
                        <w:rPr>
                          <w:sz w:val="240"/>
                        </w:rPr>
                      </w:pPr>
                      <w:r>
                        <w:rPr>
                          <w:rFonts w:hint="eastAsia"/>
                          <w:sz w:val="24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Pr="0028356B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624B551" wp14:editId="494C8552">
                <wp:simplePos x="0" y="0"/>
                <wp:positionH relativeFrom="column">
                  <wp:posOffset>4064635</wp:posOffset>
                </wp:positionH>
                <wp:positionV relativeFrom="paragraph">
                  <wp:posOffset>4034790</wp:posOffset>
                </wp:positionV>
                <wp:extent cx="1722120" cy="1514475"/>
                <wp:effectExtent l="0" t="0" r="0" b="9525"/>
                <wp:wrapNone/>
                <wp:docPr id="3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left"/>
                              <w:rPr>
                                <w:sz w:val="260"/>
                              </w:rPr>
                            </w:pPr>
                            <w:r>
                              <w:rPr>
                                <w:rFonts w:hint="eastAsia"/>
                                <w:sz w:val="26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left:0;text-align:left;margin-left:320.05pt;margin-top:317.7pt;width:135.6pt;height:119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EU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left"/>
                        <w:rPr>
                          <w:sz w:val="260"/>
                        </w:rPr>
                      </w:pPr>
                      <w:r>
                        <w:rPr>
                          <w:rFonts w:hint="eastAsia"/>
                          <w:sz w:val="26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Pr="0028356B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7A36AAA" wp14:editId="733FC75C">
                <wp:simplePos x="0" y="0"/>
                <wp:positionH relativeFrom="column">
                  <wp:posOffset>2795270</wp:posOffset>
                </wp:positionH>
                <wp:positionV relativeFrom="paragraph">
                  <wp:posOffset>840740</wp:posOffset>
                </wp:positionV>
                <wp:extent cx="1719580" cy="1514475"/>
                <wp:effectExtent l="0" t="0" r="0" b="9525"/>
                <wp:wrapNone/>
                <wp:docPr id="3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both"/>
                              <w:rPr>
                                <w:sz w:val="260"/>
                              </w:rPr>
                            </w:pPr>
                            <w:r>
                              <w:rPr>
                                <w:rFonts w:hint="eastAsia"/>
                                <w:sz w:val="26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8" type="#_x0000_t202" style="position:absolute;left:0;text-align:left;margin-left:220.1pt;margin-top:66.2pt;width:135.4pt;height:119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DV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both"/>
                        <w:rPr>
                          <w:sz w:val="260"/>
                        </w:rPr>
                      </w:pPr>
                      <w:r>
                        <w:rPr>
                          <w:rFonts w:hint="eastAsia"/>
                          <w:sz w:val="26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55B38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0CFF8D3" wp14:editId="75899FC6">
                <wp:simplePos x="0" y="0"/>
                <wp:positionH relativeFrom="column">
                  <wp:posOffset>-74930</wp:posOffset>
                </wp:positionH>
                <wp:positionV relativeFrom="paragraph">
                  <wp:posOffset>6735445</wp:posOffset>
                </wp:positionV>
                <wp:extent cx="1943100" cy="1559560"/>
                <wp:effectExtent l="0" t="0" r="0" b="254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5B38" w:rsidRDefault="00255B38" w:rsidP="00255B38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255B38" w:rsidRDefault="00255B38" w:rsidP="00255B3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-5.9pt;margin-top:530.35pt;width:153pt;height:122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" filled="f" stroked="f">
                <v:textbox>
                  <w:txbxContent>
                    <w:p w:rsidR="00255B38" w:rsidRDefault="00255B38" w:rsidP="00255B38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255B38" w:rsidRDefault="00255B38" w:rsidP="00255B38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55B38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BC36923" wp14:editId="52A54772">
                <wp:simplePos x="0" y="0"/>
                <wp:positionH relativeFrom="column">
                  <wp:posOffset>-73660</wp:posOffset>
                </wp:positionH>
                <wp:positionV relativeFrom="paragraph">
                  <wp:posOffset>6735767</wp:posOffset>
                </wp:positionV>
                <wp:extent cx="2324100" cy="0"/>
                <wp:effectExtent l="0" t="0" r="0" b="19050"/>
                <wp:wrapNone/>
                <wp:docPr id="26" name="直線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26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pt,530.4pt" to="177.2pt,5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" strokecolor="red" strokeweight="2pt">
                <v:stroke dashstyle="1 1" endcap="round"/>
              </v:line>
            </w:pict>
          </mc:Fallback>
        </mc:AlternateContent>
      </w:r>
      <w:r w:rsidR="0072562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B2B130" wp14:editId="474450EF">
                <wp:simplePos x="0" y="0"/>
                <wp:positionH relativeFrom="column">
                  <wp:posOffset>282575</wp:posOffset>
                </wp:positionH>
                <wp:positionV relativeFrom="paragraph">
                  <wp:posOffset>3277235</wp:posOffset>
                </wp:positionV>
                <wp:extent cx="4895850" cy="1781175"/>
                <wp:effectExtent l="0" t="0" r="0" b="9525"/>
                <wp:wrapNone/>
                <wp:docPr id="3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78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622" w:rsidRDefault="00725622" w:rsidP="00D17E3B">
                            <w:pPr>
                              <w:pStyle w:val="4"/>
                              <w:ind w:left="840"/>
                            </w:pPr>
                            <w:r>
                              <w:t>Christmas</w:t>
                            </w:r>
                          </w:p>
                          <w:p w:rsidR="0028356B" w:rsidRDefault="0028356B" w:rsidP="00725622">
                            <w:pPr>
                              <w:pStyle w:val="4"/>
                              <w:ind w:left="840"/>
                              <w:jc w:val="both"/>
                            </w:pPr>
                            <w:proofErr w:type="spellStart"/>
                            <w:r>
                              <w:t>Christm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BAB7D2" wp14:editId="642AC243">
                                  <wp:extent cx="4261485" cy="5270500"/>
                                  <wp:effectExtent l="0" t="0" r="0" b="0"/>
                                  <wp:docPr id="50" name="図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61485" cy="527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as</w:t>
                            </w:r>
                          </w:p>
                          <w:p w:rsidR="00725622" w:rsidRDefault="007256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22.25pt;margin-top:258.05pt;width:385.5pt;height:14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dMytgIAALw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" filled="f" stroked="f">
                <v:textbox>
                  <w:txbxContent>
                    <w:p w:rsidR="00725622" w:rsidRDefault="00725622" w:rsidP="00725622">
                      <w:pPr>
                        <w:pStyle w:val="4"/>
                      </w:pPr>
                      <w:r>
                        <w:t>Christmas</w:t>
                      </w:r>
                    </w:p>
                    <w:p w:rsidR="0028356B" w:rsidRDefault="0028356B" w:rsidP="00725622">
                      <w:pPr>
                        <w:pStyle w:val="4"/>
                        <w:ind w:left="840"/>
                        <w:jc w:val="both"/>
                      </w:pPr>
                      <w:proofErr w:type="spellStart"/>
                      <w:r>
                        <w:t>Christm</w:t>
                      </w:r>
                      <w:proofErr w:type="spellEnd"/>
                      <w:r>
                        <w:rPr>
                          <w:noProof/>
                        </w:rPr>
                        <w:drawing>
                          <wp:inline distT="0" distB="0" distL="0" distR="0" wp14:anchorId="3DC97336" wp14:editId="7455AB91">
                            <wp:extent cx="4261485" cy="5270500"/>
                            <wp:effectExtent l="0" t="0" r="0" b="0"/>
                            <wp:docPr id="45" name="図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61485" cy="527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as</w:t>
                      </w:r>
                    </w:p>
                    <w:p w:rsidR="00725622" w:rsidRDefault="00725622"/>
                  </w:txbxContent>
                </v:textbox>
              </v:shape>
            </w:pict>
          </mc:Fallback>
        </mc:AlternateContent>
      </w:r>
      <w:r w:rsidR="0028356B" w:rsidRPr="0028356B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2E1BA24" wp14:editId="48AEBE56">
                <wp:simplePos x="0" y="0"/>
                <wp:positionH relativeFrom="column">
                  <wp:posOffset>2574290</wp:posOffset>
                </wp:positionH>
                <wp:positionV relativeFrom="paragraph">
                  <wp:posOffset>4469130</wp:posOffset>
                </wp:positionV>
                <wp:extent cx="942975" cy="952500"/>
                <wp:effectExtent l="0" t="0" r="0" b="0"/>
                <wp:wrapNone/>
                <wp:docPr id="4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both"/>
                              <w:rPr>
                                <w:sz w:val="120"/>
                              </w:rPr>
                            </w:pPr>
                            <w:r>
                              <w:rPr>
                                <w:rFonts w:hint="eastAsia"/>
                                <w:sz w:val="12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1" type="#_x0000_t202" style="position:absolute;left:0;text-align:left;margin-left:202.7pt;margin-top:351.9pt;width:74.25pt;height: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both"/>
                        <w:rPr>
                          <w:sz w:val="120"/>
                        </w:rPr>
                      </w:pPr>
                      <w:r>
                        <w:rPr>
                          <w:rFonts w:hint="eastAsia"/>
                          <w:sz w:val="12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8356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C8B91D" wp14:editId="19727F81">
                <wp:simplePos x="0" y="0"/>
                <wp:positionH relativeFrom="column">
                  <wp:posOffset>255270</wp:posOffset>
                </wp:positionH>
                <wp:positionV relativeFrom="paragraph">
                  <wp:posOffset>2181860</wp:posOffset>
                </wp:positionV>
                <wp:extent cx="4895850" cy="1781175"/>
                <wp:effectExtent l="0" t="0" r="0" b="9525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78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28356B">
                            <w:pPr>
                              <w:pStyle w:val="4"/>
                              <w:ind w:left="840"/>
                            </w:pPr>
                            <w:r>
                              <w:rPr>
                                <w:rFonts w:hint="eastAsia"/>
                              </w:rPr>
                              <w:t>Merry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5322331F" wp14:editId="62100A12">
                                  <wp:extent cx="4712970" cy="1714641"/>
                                  <wp:effectExtent l="0" t="0" r="0" b="0"/>
                                  <wp:docPr id="51" name="図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12970" cy="17146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left:0;text-align:left;margin-left:20.1pt;margin-top:171.8pt;width:385.5pt;height:14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mbSuQIAAMM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" filled="f" stroked="f">
                <v:textbox>
                  <w:txbxContent>
                    <w:p w:rsidR="0028356B" w:rsidRDefault="0028356B" w:rsidP="0028356B">
                      <w:pPr>
                        <w:pStyle w:val="4"/>
                        <w:ind w:left="840"/>
                      </w:pPr>
                      <w:r>
                        <w:rPr>
                          <w:rFonts w:hint="eastAsia"/>
                        </w:rPr>
                        <w:t>Merry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5322331F" wp14:editId="62100A12">
                            <wp:extent cx="4712970" cy="1714641"/>
                            <wp:effectExtent l="0" t="0" r="0" b="0"/>
                            <wp:docPr id="51" name="図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12970" cy="17146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8356B" w:rsidRPr="0028356B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89235FA" wp14:editId="7C2DA7E9">
                <wp:simplePos x="0" y="0"/>
                <wp:positionH relativeFrom="column">
                  <wp:posOffset>1176655</wp:posOffset>
                </wp:positionH>
                <wp:positionV relativeFrom="paragraph">
                  <wp:posOffset>1463675</wp:posOffset>
                </wp:positionV>
                <wp:extent cx="942975" cy="952500"/>
                <wp:effectExtent l="0" t="0" r="0" b="0"/>
                <wp:wrapNone/>
                <wp:docPr id="4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3" type="#_x0000_t202" style="position:absolute;left:0;text-align:left;margin-left:92.65pt;margin-top:115.25pt;width:74.25pt;height: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left"/>
                      </w:pPr>
                      <w:r>
                        <w:rPr>
                          <w:rFonts w:hint="eastAsia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8356B" w:rsidRPr="0028356B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E8F8BA7" wp14:editId="63ED892A">
                <wp:simplePos x="0" y="0"/>
                <wp:positionH relativeFrom="column">
                  <wp:posOffset>596900</wp:posOffset>
                </wp:positionH>
                <wp:positionV relativeFrom="paragraph">
                  <wp:posOffset>4495165</wp:posOffset>
                </wp:positionV>
                <wp:extent cx="942975" cy="952500"/>
                <wp:effectExtent l="0" t="0" r="0" b="0"/>
                <wp:wrapNone/>
                <wp:docPr id="3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both"/>
                              <w:rPr>
                                <w:sz w:val="120"/>
                              </w:rPr>
                            </w:pPr>
                            <w:r>
                              <w:rPr>
                                <w:rFonts w:hint="eastAsia"/>
                                <w:sz w:val="12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4" type="#_x0000_t202" style="position:absolute;left:0;text-align:left;margin-left:47pt;margin-top:353.95pt;width:74.25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M0euQIAAME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both"/>
                        <w:rPr>
                          <w:sz w:val="120"/>
                        </w:rPr>
                      </w:pPr>
                      <w:r>
                        <w:rPr>
                          <w:rFonts w:hint="eastAsia"/>
                          <w:sz w:val="12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8356B" w:rsidRPr="0028356B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B40812" wp14:editId="57A65F06">
                <wp:simplePos x="0" y="0"/>
                <wp:positionH relativeFrom="column">
                  <wp:posOffset>3403600</wp:posOffset>
                </wp:positionH>
                <wp:positionV relativeFrom="paragraph">
                  <wp:posOffset>5269230</wp:posOffset>
                </wp:positionV>
                <wp:extent cx="942975" cy="952500"/>
                <wp:effectExtent l="0" t="0" r="0" b="0"/>
                <wp:wrapNone/>
                <wp:docPr id="4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both"/>
                              <w:rPr>
                                <w:sz w:val="120"/>
                              </w:rPr>
                            </w:pPr>
                            <w:r>
                              <w:rPr>
                                <w:rFonts w:hint="eastAsia"/>
                                <w:sz w:val="12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5" type="#_x0000_t202" style="position:absolute;left:0;text-align:left;margin-left:268pt;margin-top:414.9pt;width:74.25pt;height: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nKbuAIAAME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both"/>
                        <w:rPr>
                          <w:sz w:val="120"/>
                        </w:rPr>
                      </w:pPr>
                      <w:r>
                        <w:rPr>
                          <w:rFonts w:hint="eastAsia"/>
                          <w:sz w:val="12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8356B" w:rsidRPr="0028356B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9843C5" wp14:editId="006CA733">
                <wp:simplePos x="0" y="0"/>
                <wp:positionH relativeFrom="column">
                  <wp:posOffset>233680</wp:posOffset>
                </wp:positionH>
                <wp:positionV relativeFrom="paragraph">
                  <wp:posOffset>2010410</wp:posOffset>
                </wp:positionV>
                <wp:extent cx="942975" cy="952500"/>
                <wp:effectExtent l="0" t="0" r="0" b="0"/>
                <wp:wrapNone/>
                <wp:docPr id="3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8.4pt;margin-top:158.3pt;width:74.25pt;height: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fUtwIAAMI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both"/>
                      </w:pPr>
                      <w:r>
                        <w:rPr>
                          <w:rFonts w:hint="eastAsia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8356B" w:rsidRPr="0028356B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56FFB4" wp14:editId="1B9C94BB">
                <wp:simplePos x="0" y="0"/>
                <wp:positionH relativeFrom="column">
                  <wp:posOffset>4657725</wp:posOffset>
                </wp:positionH>
                <wp:positionV relativeFrom="paragraph">
                  <wp:posOffset>2553335</wp:posOffset>
                </wp:positionV>
                <wp:extent cx="942975" cy="952500"/>
                <wp:effectExtent l="0" t="0" r="0" b="0"/>
                <wp:wrapNone/>
                <wp:docPr id="3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56B" w:rsidRDefault="0028356B" w:rsidP="005D0546">
                            <w:pPr>
                              <w:pStyle w:val="4"/>
                              <w:jc w:val="both"/>
                              <w:rPr>
                                <w:sz w:val="96"/>
                              </w:rPr>
                            </w:pPr>
                            <w:r>
                              <w:rPr>
                                <w:rFonts w:hint="eastAsia"/>
                                <w:sz w:val="96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7" type="#_x0000_t202" style="position:absolute;left:0;text-align:left;margin-left:366.75pt;margin-top:201.05pt;width:74.25pt;height: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WbuAIAAMI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" filled="f" stroked="f">
                <v:textbox>
                  <w:txbxContent>
                    <w:p w:rsidR="0028356B" w:rsidRDefault="0028356B" w:rsidP="005D0546">
                      <w:pPr>
                        <w:pStyle w:val="4"/>
                        <w:jc w:val="both"/>
                        <w:rPr>
                          <w:sz w:val="96"/>
                        </w:rPr>
                      </w:pPr>
                      <w:r>
                        <w:rPr>
                          <w:rFonts w:hint="eastAsia"/>
                          <w:sz w:val="96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28356B" w:rsidRPr="00595BDC">
        <w:rPr>
          <w:noProof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223AB509" wp14:editId="413FD1DE">
                <wp:simplePos x="0" y="0"/>
                <wp:positionH relativeFrom="column">
                  <wp:posOffset>-622935</wp:posOffset>
                </wp:positionH>
                <wp:positionV relativeFrom="paragraph">
                  <wp:posOffset>168275</wp:posOffset>
                </wp:positionV>
                <wp:extent cx="6648450" cy="6525260"/>
                <wp:effectExtent l="0" t="0" r="0" b="8890"/>
                <wp:wrapNone/>
                <wp:docPr id="5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65252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-49.05pt;margin-top:13.25pt;width:523.5pt;height:513.8pt;z-index:251655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" fillcolor="red" stroked="f"/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6302F2" wp14:editId="1974DAD4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7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WCugIAAMM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BE99877" wp14:editId="7B8B05B6">
                <wp:simplePos x="0" y="0"/>
                <wp:positionH relativeFrom="column">
                  <wp:posOffset>-460375</wp:posOffset>
                </wp:positionH>
                <wp:positionV relativeFrom="paragraph">
                  <wp:posOffset>281940</wp:posOffset>
                </wp:positionV>
                <wp:extent cx="6348095" cy="6355080"/>
                <wp:effectExtent l="19050" t="19050" r="14605" b="26670"/>
                <wp:wrapNone/>
                <wp:docPr id="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095" cy="6355080"/>
                          <a:chOff x="973" y="2429"/>
                          <a:chExt cx="9877" cy="9888"/>
                        </a:xfrm>
                      </wpg:grpSpPr>
                      <wps:wsp>
                        <wps:cNvPr id="2" name="Line 48"/>
                        <wps:cNvCnPr/>
                        <wps:spPr bwMode="auto">
                          <a:xfrm flipH="1">
                            <a:off x="2627" y="12133"/>
                            <a:ext cx="2032" cy="1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50"/>
                        <wpg:cNvGrpSpPr>
                          <a:grpSpLocks/>
                        </wpg:cNvGrpSpPr>
                        <wpg:grpSpPr bwMode="auto">
                          <a:xfrm>
                            <a:off x="4649" y="11709"/>
                            <a:ext cx="5092" cy="608"/>
                            <a:chOff x="4649" y="11709"/>
                            <a:chExt cx="5092" cy="608"/>
                          </a:xfrm>
                        </wpg:grpSpPr>
                        <wpg:grpSp>
                          <wpg:cNvPr id="4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705" y="11709"/>
                              <a:ext cx="3036" cy="608"/>
                              <a:chOff x="6705" y="11709"/>
                              <a:chExt cx="3036" cy="608"/>
                            </a:xfrm>
                          </wpg:grpSpPr>
                          <wps:wsp>
                            <wps:cNvPr id="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9255" y="11709"/>
                                <a:ext cx="486" cy="412"/>
                              </a:xfrm>
                              <a:custGeom>
                                <a:avLst/>
                                <a:gdLst>
                                  <a:gd name="T0" fmla="*/ 480 w 480"/>
                                  <a:gd name="T1" fmla="*/ 0 h 440"/>
                                  <a:gd name="T2" fmla="*/ 352 w 480"/>
                                  <a:gd name="T3" fmla="*/ 292 h 440"/>
                                  <a:gd name="T4" fmla="*/ 0 w 480"/>
                                  <a:gd name="T5" fmla="*/ 44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80" h="440">
                                    <a:moveTo>
                                      <a:pt x="480" y="0"/>
                                    </a:moveTo>
                                    <a:cubicBezTo>
                                      <a:pt x="456" y="109"/>
                                      <a:pt x="432" y="219"/>
                                      <a:pt x="352" y="292"/>
                                    </a:cubicBezTo>
                                    <a:cubicBezTo>
                                      <a:pt x="272" y="365"/>
                                      <a:pt x="136" y="402"/>
                                      <a:pt x="0" y="44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Line 39"/>
                            <wps:cNvCnPr/>
                            <wps:spPr bwMode="auto">
                              <a:xfrm flipH="1">
                                <a:off x="7275" y="12125"/>
                                <a:ext cx="1996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705" y="12121"/>
                                <a:ext cx="594" cy="196"/>
                              </a:xfrm>
                              <a:custGeom>
                                <a:avLst/>
                                <a:gdLst>
                                  <a:gd name="T0" fmla="*/ 594 w 594"/>
                                  <a:gd name="T1" fmla="*/ 0 h 196"/>
                                  <a:gd name="T2" fmla="*/ 256 w 594"/>
                                  <a:gd name="T3" fmla="*/ 52 h 196"/>
                                  <a:gd name="T4" fmla="*/ 0 w 594"/>
                                  <a:gd name="T5" fmla="*/ 196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94" h="196">
                                    <a:moveTo>
                                      <a:pt x="594" y="0"/>
                                    </a:moveTo>
                                    <a:cubicBezTo>
                                      <a:pt x="474" y="9"/>
                                      <a:pt x="355" y="19"/>
                                      <a:pt x="256" y="52"/>
                                    </a:cubicBezTo>
                                    <a:cubicBezTo>
                                      <a:pt x="157" y="85"/>
                                      <a:pt x="78" y="140"/>
                                      <a:pt x="0" y="196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Line 42"/>
                          <wps:cNvCnPr/>
                          <wps:spPr bwMode="auto">
                            <a:xfrm flipH="1">
                              <a:off x="5175" y="12309"/>
                              <a:ext cx="1544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Freeform 49"/>
                          <wps:cNvSpPr>
                            <a:spLocks/>
                          </wps:cNvSpPr>
                          <wps:spPr bwMode="auto">
                            <a:xfrm>
                              <a:off x="4649" y="12137"/>
                              <a:ext cx="534" cy="176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8 h 176"/>
                                <a:gd name="T2" fmla="*/ 48 w 516"/>
                                <a:gd name="T3" fmla="*/ 8 h 176"/>
                                <a:gd name="T4" fmla="*/ 234 w 516"/>
                                <a:gd name="T5" fmla="*/ 56 h 176"/>
                                <a:gd name="T6" fmla="*/ 516 w 516"/>
                                <a:gd name="T7" fmla="*/ 176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6" h="176">
                                  <a:moveTo>
                                    <a:pt x="0" y="8"/>
                                  </a:moveTo>
                                  <a:cubicBezTo>
                                    <a:pt x="4" y="4"/>
                                    <a:pt x="9" y="0"/>
                                    <a:pt x="48" y="8"/>
                                  </a:cubicBezTo>
                                  <a:cubicBezTo>
                                    <a:pt x="87" y="16"/>
                                    <a:pt x="156" y="28"/>
                                    <a:pt x="234" y="56"/>
                                  </a:cubicBezTo>
                                  <a:cubicBezTo>
                                    <a:pt x="312" y="84"/>
                                    <a:pt x="414" y="130"/>
                                    <a:pt x="516" y="176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51"/>
                        <wps:cNvSpPr>
                          <a:spLocks/>
                        </wps:cNvSpPr>
                        <wps:spPr bwMode="auto">
                          <a:xfrm>
                            <a:off x="2087" y="11713"/>
                            <a:ext cx="546" cy="436"/>
                          </a:xfrm>
                          <a:custGeom>
                            <a:avLst/>
                            <a:gdLst>
                              <a:gd name="T0" fmla="*/ 546 w 546"/>
                              <a:gd name="T1" fmla="*/ 436 h 436"/>
                              <a:gd name="T2" fmla="*/ 216 w 546"/>
                              <a:gd name="T3" fmla="*/ 316 h 436"/>
                              <a:gd name="T4" fmla="*/ 42 w 546"/>
                              <a:gd name="T5" fmla="*/ 132 h 436"/>
                              <a:gd name="T6" fmla="*/ 0 w 546"/>
                              <a:gd name="T7" fmla="*/ 0 h 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46" h="436">
                                <a:moveTo>
                                  <a:pt x="546" y="436"/>
                                </a:moveTo>
                                <a:cubicBezTo>
                                  <a:pt x="423" y="401"/>
                                  <a:pt x="300" y="367"/>
                                  <a:pt x="216" y="316"/>
                                </a:cubicBezTo>
                                <a:cubicBezTo>
                                  <a:pt x="132" y="265"/>
                                  <a:pt x="78" y="185"/>
                                  <a:pt x="42" y="132"/>
                                </a:cubicBezTo>
                                <a:cubicBezTo>
                                  <a:pt x="6" y="79"/>
                                  <a:pt x="3" y="39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3"/>
                        <wps:cNvCnPr/>
                        <wps:spPr bwMode="auto">
                          <a:xfrm flipH="1" flipV="1">
                            <a:off x="1865" y="8985"/>
                            <a:ext cx="228" cy="274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4"/>
                        <wps:cNvCnPr/>
                        <wps:spPr bwMode="auto">
                          <a:xfrm flipH="1" flipV="1">
                            <a:off x="999" y="6333"/>
                            <a:ext cx="874" cy="26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" name="Group 57"/>
                        <wpg:cNvGrpSpPr>
                          <a:grpSpLocks/>
                        </wpg:cNvGrpSpPr>
                        <wpg:grpSpPr bwMode="auto">
                          <a:xfrm>
                            <a:off x="973" y="2429"/>
                            <a:ext cx="9877" cy="9280"/>
                            <a:chOff x="973" y="2429"/>
                            <a:chExt cx="9877" cy="9280"/>
                          </a:xfrm>
                        </wpg:grpSpPr>
                        <wpg:grpSp>
                          <wpg:cNvPr id="14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3511" y="2429"/>
                              <a:ext cx="7339" cy="9280"/>
                              <a:chOff x="3511" y="2429"/>
                              <a:chExt cx="7339" cy="9280"/>
                            </a:xfrm>
                          </wpg:grpSpPr>
                          <wpg:grpSp>
                            <wpg:cNvPr id="15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11" y="2429"/>
                                <a:ext cx="4754" cy="1832"/>
                                <a:chOff x="3511" y="2429"/>
                                <a:chExt cx="4754" cy="1832"/>
                              </a:xfrm>
                            </wpg:grpSpPr>
                            <wpg:grpSp>
                              <wpg:cNvPr id="16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11" y="2429"/>
                                  <a:ext cx="3262" cy="1832"/>
                                  <a:chOff x="3511" y="2429"/>
                                  <a:chExt cx="3262" cy="1832"/>
                                </a:xfrm>
                              </wpg:grpSpPr>
                              <wps:wsp>
                                <wps:cNvPr id="17" name="Line 8"/>
                                <wps:cNvCnPr/>
                                <wps:spPr bwMode="auto">
                                  <a:xfrm flipV="1">
                                    <a:off x="3511" y="2517"/>
                                    <a:ext cx="2188" cy="17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C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85" y="2429"/>
                                    <a:ext cx="1088" cy="592"/>
                                  </a:xfrm>
                                  <a:custGeom>
                                    <a:avLst/>
                                    <a:gdLst>
                                      <a:gd name="T0" fmla="*/ 0 w 1088"/>
                                      <a:gd name="T1" fmla="*/ 104 h 592"/>
                                      <a:gd name="T2" fmla="*/ 218 w 1088"/>
                                      <a:gd name="T3" fmla="*/ 0 h 592"/>
                                      <a:gd name="T4" fmla="*/ 480 w 1088"/>
                                      <a:gd name="T5" fmla="*/ 104 h 592"/>
                                      <a:gd name="T6" fmla="*/ 1088 w 1088"/>
                                      <a:gd name="T7" fmla="*/ 592 h 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088" h="592">
                                        <a:moveTo>
                                          <a:pt x="0" y="104"/>
                                        </a:moveTo>
                                        <a:cubicBezTo>
                                          <a:pt x="69" y="52"/>
                                          <a:pt x="138" y="0"/>
                                          <a:pt x="218" y="0"/>
                                        </a:cubicBezTo>
                                        <a:cubicBezTo>
                                          <a:pt x="298" y="0"/>
                                          <a:pt x="335" y="5"/>
                                          <a:pt x="480" y="104"/>
                                        </a:cubicBezTo>
                                        <a:cubicBezTo>
                                          <a:pt x="625" y="203"/>
                                          <a:pt x="987" y="511"/>
                                          <a:pt x="1088" y="5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38100">
                                    <a:solidFill>
                                      <a:srgbClr val="C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" name="Line 20"/>
                              <wps:cNvCnPr/>
                              <wps:spPr bwMode="auto">
                                <a:xfrm>
                                  <a:off x="6773" y="3021"/>
                                  <a:ext cx="1492" cy="1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0" name="Line 21"/>
                            <wps:cNvCnPr/>
                            <wps:spPr bwMode="auto">
                              <a:xfrm>
                                <a:off x="8251" y="4213"/>
                                <a:ext cx="2332" cy="142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0561" y="5613"/>
                                <a:ext cx="289" cy="1160"/>
                              </a:xfrm>
                              <a:custGeom>
                                <a:avLst/>
                                <a:gdLst>
                                  <a:gd name="T0" fmla="*/ 0 w 289"/>
                                  <a:gd name="T1" fmla="*/ 0 h 1160"/>
                                  <a:gd name="T2" fmla="*/ 240 w 289"/>
                                  <a:gd name="T3" fmla="*/ 276 h 1160"/>
                                  <a:gd name="T4" fmla="*/ 270 w 289"/>
                                  <a:gd name="T5" fmla="*/ 720 h 1160"/>
                                  <a:gd name="T6" fmla="*/ 128 w 289"/>
                                  <a:gd name="T7" fmla="*/ 1160 h 1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89" h="1160">
                                    <a:moveTo>
                                      <a:pt x="0" y="0"/>
                                    </a:moveTo>
                                    <a:cubicBezTo>
                                      <a:pt x="97" y="78"/>
                                      <a:pt x="195" y="156"/>
                                      <a:pt x="240" y="276"/>
                                    </a:cubicBezTo>
                                    <a:cubicBezTo>
                                      <a:pt x="285" y="396"/>
                                      <a:pt x="289" y="573"/>
                                      <a:pt x="270" y="720"/>
                                    </a:cubicBezTo>
                                    <a:cubicBezTo>
                                      <a:pt x="251" y="867"/>
                                      <a:pt x="189" y="1013"/>
                                      <a:pt x="128" y="1160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Line 31"/>
                            <wps:cNvCnPr/>
                            <wps:spPr bwMode="auto">
                              <a:xfrm flipH="1">
                                <a:off x="9981" y="6729"/>
                                <a:ext cx="722" cy="2224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33"/>
                            <wps:cNvCnPr/>
                            <wps:spPr bwMode="auto">
                              <a:xfrm flipH="1">
                                <a:off x="9735" y="8949"/>
                                <a:ext cx="254" cy="27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4" name="Freeform 55"/>
                          <wps:cNvSpPr>
                            <a:spLocks/>
                          </wps:cNvSpPr>
                          <wps:spPr bwMode="auto">
                            <a:xfrm>
                              <a:off x="973" y="5657"/>
                              <a:ext cx="264" cy="680"/>
                            </a:xfrm>
                            <a:custGeom>
                              <a:avLst/>
                              <a:gdLst>
                                <a:gd name="T0" fmla="*/ 24 w 264"/>
                                <a:gd name="T1" fmla="*/ 680 h 680"/>
                                <a:gd name="T2" fmla="*/ 18 w 264"/>
                                <a:gd name="T3" fmla="*/ 360 h 680"/>
                                <a:gd name="T4" fmla="*/ 132 w 264"/>
                                <a:gd name="T5" fmla="*/ 116 h 680"/>
                                <a:gd name="T6" fmla="*/ 264 w 264"/>
                                <a:gd name="T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4" h="680">
                                  <a:moveTo>
                                    <a:pt x="24" y="680"/>
                                  </a:moveTo>
                                  <a:cubicBezTo>
                                    <a:pt x="12" y="567"/>
                                    <a:pt x="0" y="454"/>
                                    <a:pt x="18" y="360"/>
                                  </a:cubicBezTo>
                                  <a:cubicBezTo>
                                    <a:pt x="36" y="266"/>
                                    <a:pt x="91" y="176"/>
                                    <a:pt x="132" y="116"/>
                                  </a:cubicBezTo>
                                  <a:cubicBezTo>
                                    <a:pt x="173" y="56"/>
                                    <a:pt x="218" y="28"/>
                                    <a:pt x="264" y="0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56"/>
                          <wps:cNvCnPr/>
                          <wps:spPr bwMode="auto">
                            <a:xfrm flipV="1">
                              <a:off x="1231" y="4253"/>
                              <a:ext cx="2290" cy="1412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left:0;text-align:left;margin-left:-36.25pt;margin-top:22.2pt;width:499.85pt;height:500.4pt;z-index:251656704" coordorigin="973,2429" coordsize="9877,9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">
                <v:line id="Line 48" o:spid="_x0000_s1027" style="position:absolute;flip:x;visibility:visible;mso-wrap-style:square" from="2627,12133" to="4659,1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F/KcEAAADaAAAADwAAAGRycy9kb3ducmV2LnhtbESPQWsCMRSE7wX/Q3hCb92sUkpZjaKC&#10;pXiRqnh+bN5uFjcvSxLd1V9vCoUeh5n5hpkvB9uKG/nQOFYwyXIQxKXTDdcKTsft2yeIEJE1to5J&#10;wZ0CLBejlzkW2vX8Q7dDrEWCcChQgYmxK6QMpSGLIXMdcfIq5y3GJH0ttcc+wW0rp3n+IS02nBYM&#10;drQxVF4OV6vgsf+69u8Pv1tze+64MRWtK6nU63hYzUBEGuJ/+K/9rRVM4fdKu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oX8pwQAAANoAAAAPAAAAAAAAAAAAAAAA&#10;AKECAABkcnMvZG93bnJldi54bWxQSwUGAAAAAAQABAD5AAAAjwMAAAAA&#10;" strokecolor="#c00000" strokeweight="3pt"/>
                <v:group id="Group 50" o:spid="_x0000_s1028" style="position:absolute;left:4649;top:11709;width:5092;height:608" coordorigin="4649,11709" coordsize="5092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1" o:spid="_x0000_s1029" style="position:absolute;left:6705;top:11709;width:3036;height:608" coordorigin="6705,11709" coordsize="3036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38" o:spid="_x0000_s1030" style="position:absolute;left:9255;top:11709;width:486;height:412;visibility:visible;mso-wrap-style:square;v-text-anchor:top" coordsize="48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vAcUA&#10;AADaAAAADwAAAGRycy9kb3ducmV2LnhtbESPQUsDMRSE7wX/Q3iCtzZb0bZsmxYRFryIdCtle3ts&#10;XjdbNy9rEtvVX28EocdhZr5hVpvBduJMPrSOFUwnGQji2umWGwXvu2K8ABEissbOMSn4pgCb9c1o&#10;hbl2F97SuYyNSBAOOSowMfa5lKE2ZDFMXE+cvKPzFmOSvpHa4yXBbSfvs2wmLbacFgz29Gyo/ii/&#10;rIL9dv5WHI2fHmS1+6zK4uH19FMpdXc7PC1BRBriNfzfftEKHuHvSro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0m8BxQAAANoAAAAPAAAAAAAAAAAAAAAAAJgCAABkcnMv&#10;ZG93bnJldi54bWxQSwUGAAAAAAQABAD1AAAAigMAAAAA&#10;" path="m480,c456,109,432,219,352,292,272,365,136,402,,440e" filled="f" strokecolor="#c00000" strokeweight="3pt">
                      <v:path arrowok="t" o:connecttype="custom" o:connectlocs="486,0;356,273;0,412" o:connectangles="0,0,0"/>
                    </v:shape>
                    <v:line id="Line 39" o:spid="_x0000_s1031" style="position:absolute;flip:x;visibility:visible;mso-wrap-style:square" from="7275,12125" to="9271,1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p5KsEAAADaAAAADwAAAGRycy9kb3ducmV2LnhtbESPQWsCMRSE7wX/Q3iCt5pVipTVKCoo&#10;xUupiufH5u1mcfOyJNFd/fWmUOhxmJlvmMWqt424kw+1YwWTcQaCuHC65krB+bR7/wQRIrLGxjEp&#10;eFCA1XLwtsBcu45/6H6MlUgQDjkqMDG2uZShMGQxjF1LnLzSeYsxSV9J7bFLcNvIaZbNpMWa04LB&#10;lraGiuvxZhU8v/e37uPpDxtuLi3XpqRNKZUaDfv1HESkPv6H/9pfWsEMfq+kG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mnkqwQAAANoAAAAPAAAAAAAAAAAAAAAA&#10;AKECAABkcnMvZG93bnJldi54bWxQSwUGAAAAAAQABAD5AAAAjwMAAAAA&#10;" strokecolor="#c00000" strokeweight="3pt"/>
                    <v:shape id="Freeform 40" o:spid="_x0000_s1032" style="position:absolute;left:6705;top:12121;width:594;height:196;visibility:visible;mso-wrap-style:square;v-text-anchor:top" coordsize="59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+Sx8QA&#10;AADaAAAADwAAAGRycy9kb3ducmV2LnhtbESPQWvCQBSE74X+h+UVeqsbhdYSXUUDgRZ6qdaAt0f2&#10;mUSzb8PuJqb/vlsQPA4z8w2zXI+mFQM531hWMJ0kIIhLqxuuFPzs85d3ED4ga2wtk4Jf8rBePT4s&#10;MdX2yt807EIlIoR9igrqELpUSl/WZNBPbEccvZN1BkOUrpLa4TXCTStnSfImDTYcF2rsKKupvOx6&#10;o+Bzb9yQv571V3Es8kO/yfrjNlPq+WncLEAEGsM9fGt/aAVz+L8Sb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PksfEAAAA2gAAAA8AAAAAAAAAAAAAAAAAmAIAAGRycy9k&#10;b3ducmV2LnhtbFBLBQYAAAAABAAEAPUAAACJAwAAAAA=&#10;" path="m594,c474,9,355,19,256,52,157,85,78,140,,196e" filled="f" strokecolor="#c00000" strokeweight="3pt">
                      <v:path arrowok="t" o:connecttype="custom" o:connectlocs="594,0;256,52;0,196" o:connectangles="0,0,0"/>
                    </v:shape>
                  </v:group>
                  <v:line id="Line 42" o:spid="_x0000_s1033" style="position:absolute;flip:x;visibility:visible;mso-wrap-style:square" from="5175,12309" to="6719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lIw74AAADaAAAADwAAAGRycy9kb3ducmV2LnhtbERPy4rCMBTdC/MP4Q7MTlNlEKlG0YGR&#10;wY34wPWluW2KzU1Jou349WYhuDyc92LV20bcyYfasYLxKANBXDhdc6XgfPodzkCEiKyxcUwK/inA&#10;avkxWGCuXccHuh9jJVIIhxwVmBjbXMpQGLIYRq4lTlzpvMWYoK+k9tilcNvISZZNpcWaU4PBln4M&#10;FdfjzSp47Le37vvhdxtuLi3XpqRNKZX6+uzXcxCR+vgWv9x/WkHamq6kGyCXT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SUjDvgAAANoAAAAPAAAAAAAAAAAAAAAAAKEC&#10;AABkcnMvZG93bnJldi54bWxQSwUGAAAAAAQABAD5AAAAjAMAAAAA&#10;" strokecolor="#c00000" strokeweight="3pt"/>
                  <v:shape id="Freeform 49" o:spid="_x0000_s1034" style="position:absolute;left:4649;top:12137;width:534;height:176;visibility:visible;mso-wrap-style:square;v-text-anchor:top" coordsize="51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k/tcMA&#10;AADaAAAADwAAAGRycy9kb3ducmV2LnhtbESPT2vCQBTE74LfYXmF3swmgRZNXUMVLIWeatXzI/vM&#10;n2bfxt1V02/fLQg9DjPzG2ZZjqYXV3K+tawgS1IQxJXVLdcK9l/b2RyED8gae8uk4Ic8lKvpZImF&#10;tjf+pOsu1CJC2BeooAlhKKT0VUMGfWIH4uidrDMYonS11A5vEW56mafpszTYclxocKBNQ9X37mIU&#10;PB2023cf/fpojvyWd2edHU4LpR4fxtcXEIHG8B++t9+1ggX8XY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k/tcMAAADaAAAADwAAAAAAAAAAAAAAAACYAgAAZHJzL2Rv&#10;d25yZXYueG1sUEsFBgAAAAAEAAQA9QAAAIgDAAAAAA==&#10;" path="m,8c4,4,9,,48,8v39,8,108,20,186,48c312,84,414,130,516,176e" filled="f" strokecolor="#c00000" strokeweight="3pt">
                    <v:path arrowok="t" o:connecttype="custom" o:connectlocs="0,8;50,8;242,56;534,176" o:connectangles="0,0,0,0"/>
                  </v:shape>
                </v:group>
                <v:shape id="Freeform 51" o:spid="_x0000_s1035" style="position:absolute;left:2087;top:11713;width:546;height:436;visibility:visible;mso-wrap-style:square;v-text-anchor:top" coordsize="546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4QMUA&#10;AADbAAAADwAAAGRycy9kb3ducmV2LnhtbESPT2sCQQzF7wW/wxDBW521aJWto4hQ6aEt+AdKb+lO&#10;3F3cySw7o47f3hwK3hLey3u/zJfJNepCXag9GxgNM1DEhbc1lwYO+/fnGagQkS02nsnAjQIsF72n&#10;OebWX3lLl10slYRwyNFAFWObax2KihyGoW+JRTv6zmGUtSu17fAq4a7RL1n2qh3WLA0VtrSuqDjt&#10;zs6AjmmyLTffX+lGP+O/6ecai9/amEE/rd5ARUrxYf6//rCCL/Tyiw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GDhAxQAAANsAAAAPAAAAAAAAAAAAAAAAAJgCAABkcnMv&#10;ZG93bnJldi54bWxQSwUGAAAAAAQABAD1AAAAigMAAAAA&#10;" path="m546,436c423,401,300,367,216,316,132,265,78,185,42,132,6,79,3,39,,e" filled="f" strokecolor="#c00000" strokeweight="3pt">
                  <v:path arrowok="t" o:connecttype="custom" o:connectlocs="546,436;216,316;42,132;0,0" o:connectangles="0,0,0,0"/>
                </v:shape>
                <v:line id="Line 53" o:spid="_x0000_s1036" style="position:absolute;flip:x y;visibility:visible;mso-wrap-style:square" from="1865,8985" to="2093,11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S3OsIAAADbAAAADwAAAGRycy9kb3ducmV2LnhtbESP0YrCMBBF3wX/IYzgm6YVWZdqFFEW&#10;hPXFuh8wNGNbbCYxyWr9+42w4NsM9849d1ab3nTiTj60lhXk0wwEcWV1y7WCn/PX5BNEiMgaO8uk&#10;4EkBNuvhYIWFtg8+0b2MtUghHApU0MToCilD1ZDBMLWOOGkX6w3GtPpaao+PFG46OcuyD2mw5URo&#10;0NGuoepa/poEyS/B9W6/2H1ffV5mp+q2nR+VGo/67RJEpD6+zf/XB53q5/D6JQ0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vS3OsIAAADbAAAADwAAAAAAAAAAAAAA&#10;AAChAgAAZHJzL2Rvd25yZXYueG1sUEsFBgAAAAAEAAQA+QAAAJADAAAAAA==&#10;" strokecolor="#c00000" strokeweight="3pt"/>
                <v:line id="Line 54" o:spid="_x0000_s1037" style="position:absolute;flip:x y;visibility:visible;mso-wrap-style:square" from="999,6333" to="1873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YpTcIAAADbAAAADwAAAGRycy9kb3ducmV2LnhtbESP0YrCMBBF34X9hzALvmlaWXTpGkVc&#10;hAV9sfoBQzO2xWaSTaLWvzeC4NsM9849d+bL3nTiSj60lhXk4wwEcWV1y7WC42Ez+gYRIrLGzjIp&#10;uFOA5eJjMMdC2xvv6VrGWqQQDgUqaGJ0hZShashgGFtHnLST9QZjWn0ttcdbCjednGTZVBpsOREa&#10;dLRuqDqXF5Mg+Sm43v3O1tuzz8tsX/2vvnZKDT/71Q+ISH18m1/XfzrVn8DzlzS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iYpTcIAAADbAAAADwAAAAAAAAAAAAAA&#10;AAChAgAAZHJzL2Rvd25yZXYueG1sUEsFBgAAAAAEAAQA+QAAAJADAAAAAA==&#10;" strokecolor="#c00000" strokeweight="3pt"/>
                <v:group id="Group 57" o:spid="_x0000_s1038" style="position:absolute;left:973;top:2429;width:9877;height:9280" coordorigin="973,2429" coordsize="9877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34" o:spid="_x0000_s1039" style="position:absolute;left:3511;top:2429;width:7339;height:9280" coordorigin="3511,2429" coordsize="7339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23" o:spid="_x0000_s1040" style="position:absolute;left:3511;top:2429;width:4754;height:1832" coordorigin="3511,2429" coordsize="4754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 17" o:spid="_x0000_s1041" style="position:absolute;left:3511;top:2429;width:3262;height:1832" coordorigin="3511,2429" coordsize="3262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Line 8" o:spid="_x0000_s1042" style="position:absolute;flip:y;visibility:visible;mso-wrap-style:square" from="3511,2517" to="5699,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f988EAAADbAAAADwAAAGRycy9kb3ducmV2LnhtbERP32vCMBB+F/Y/hBN801QZ2+iMZR04&#10;ZC9jOvZ8NNemrLmUJNrqX28Ggm/38f28dTHaTpzIh9axguUiA0FcOd1yo+DnsJ2/gAgRWWPnmBSc&#10;KUCxeZisMddu4G867WMjUgiHHBWYGPtcylAZshgWridOXO28xZigb6T2OKRw28lVlj1Jiy2nBoM9&#10;vRuq/vZHq+Dy9XEcHi/+s+Tut+fW1FTWUqnZdHx7BRFpjHfxzb3Taf4z/P+SDpCb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x/3zwQAAANsAAAAPAAAAAAAAAAAAAAAA&#10;AKECAABkcnMvZG93bnJldi54bWxQSwUGAAAAAAQABAD5AAAAjwMAAAAA&#10;" strokecolor="#c00000" strokeweight="3pt"/>
                        <v:shape id="Freeform 12" o:spid="_x0000_s1043" style="position:absolute;left:5685;top:2429;width:1088;height:592;visibility:visible;mso-wrap-style:square;v-text-anchor:top" coordsize="1088,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7Wl8QA&#10;AADbAAAADwAAAGRycy9kb3ducmV2LnhtbESPT2vCQBDF74V+h2UKvdVNexAbXSUKgkJBa/Q+ZCd/&#10;MDsbsqum/fTOQfA2w3vz3m9mi8G16kp9aDwb+BwloIgLbxuuDBzz9ccEVIjIFlvPZOCPAizmry8z&#10;TK2/8S9dD7FSEsIhRQN1jF2qdShqchhGviMWrfS9wyhrX2nb403CXau/kmSsHTYsDTV2tKqpOB8u&#10;zkCZl9v1z/J4yrPd+ZSvsix8/++NeX8bsimoSEN8mh/XGyv4Aiu/yAB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+1pfEAAAA2wAAAA8AAAAAAAAAAAAAAAAAmAIAAGRycy9k&#10;b3ducmV2LnhtbFBLBQYAAAAABAAEAPUAAACJAwAAAAA=&#10;" path="m,104c69,52,138,,218,v80,,117,5,262,104c625,203,987,511,1088,592e" filled="f" strokecolor="#c00000" strokeweight="3pt">
                          <v:path arrowok="t" o:connecttype="custom" o:connectlocs="0,104;218,0;480,104;1088,592" o:connectangles="0,0,0,0"/>
                        </v:shape>
                      </v:group>
                      <v:line id="Line 20" o:spid="_x0000_s1044" style="position:absolute;visibility:visible;mso-wrap-style:square" from="6773,3021" to="8265,4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pfu8MAAADbAAAADwAAAGRycy9kb3ducmV2LnhtbESPQWsCMRCF70L/QxihN83agtjVKFIQ&#10;eunBVWx7Gzbj7mIyWZPUXf+9EQRvM7w373uzWPXWiAv50DhWMBlnIIhLpxuuFOx3m9EMRIjIGo1j&#10;UnClAKvly2CBuXYdb+lSxEqkEA45KqhjbHMpQ1mTxTB2LXHSjs5bjGn1ldQeuxRujXzLsqm02HAi&#10;1NjSZ03lqfi3CXI++O7PXSfmx/5+m2r9vjUFK/U67NdzEJH6+DQ/rr90qv8B91/SAH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aX7vDAAAA2wAAAA8AAAAAAAAAAAAA&#10;AAAAoQIAAGRycy9kb3ducmV2LnhtbFBLBQYAAAAABAAEAPkAAACRAwAAAAA=&#10;" strokecolor="#c00000" strokeweight="3pt"/>
                    </v:group>
                    <v:line id="Line 21" o:spid="_x0000_s1045" style="position:absolute;visibility:visible;mso-wrap-style:square" from="8251,4213" to="10583,5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8m8AAAADbAAAADwAAAGRycy9kb3ducmV2LnhtbERPS2sCMRC+F/ofwhR606wWimyNIgXB&#10;iwfX0sdt2Iy7i8lkm0R3/ffOodDjx/derkfv1JVi6gIbmE0LUMR1sB03Bj6O28kCVMrIFl1gMnCj&#10;BOvV48MSSxsGPtC1yo2SEE4lGmhz7kutU92SxzQNPbFwpxA9ZoGx0TbiIOHe6XlRvGqPHUtDiz29&#10;t1Sfq4uXkt/POPyE28x9+e+9azYvB1exMc9P4+YNVKYx/4v/3DtrYC7r5Yv8AL2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+MPJvAAAAA2wAAAA8AAAAAAAAAAAAAAAAA&#10;oQIAAGRycy9kb3ducmV2LnhtbFBLBQYAAAAABAAEAPkAAACOAwAAAAA=&#10;" strokecolor="#c00000" strokeweight="3pt"/>
                    <v:shape id="Freeform 29" o:spid="_x0000_s1046" style="position:absolute;left:10561;top:5613;width:289;height:1160;visibility:visible;mso-wrap-style:square;v-text-anchor:top" coordsize="289,1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E5MMA&#10;AADbAAAADwAAAGRycy9kb3ducmV2LnhtbESP3YrCMBSE7wXfIRxhb0TTqohUo4i46KI3/jzAoTm2&#10;xeakNLFWn36zsODlMDPfMItVa0rRUO0KywriYQSCOLW64EzB9fI9mIFwHlljaZkUvMjBatntLDDR&#10;9sknas4+EwHCLkEFufdVIqVLczLohrYiDt7N1gZ9kHUmdY3PADelHEXRVBosOCzkWNEmp/R+fhgF&#10;8j3ZT38O5vjqt832HR932j3GSn312vUchKfWf8L/7b1WMIrh70v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gE5MMAAADbAAAADwAAAAAAAAAAAAAAAACYAgAAZHJzL2Rv&#10;d25yZXYueG1sUEsFBgAAAAAEAAQA9QAAAIgDAAAAAA==&#10;" path="m,c97,78,195,156,240,276v45,120,49,297,30,444c251,867,189,1013,128,1160e" filled="f" strokecolor="#c00000" strokeweight="3pt">
                      <v:path arrowok="t" o:connecttype="custom" o:connectlocs="0,0;240,276;270,720;128,1160" o:connectangles="0,0,0,0"/>
                    </v:shape>
                    <v:line id="Line 31" o:spid="_x0000_s1047" style="position:absolute;flip:x;visibility:visible;mso-wrap-style:square" from="9981,6729" to="10703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yU1sMAAADbAAAADwAAAGRycy9kb3ducmV2LnhtbESPwWrDMBBE74X8g9hAb40cU0JxI5sk&#10;kBB6KU1Kz4u1tkytlZGU2M3XV4FCj8PMvGHW1WR7cSUfOscKlosMBHHtdMetgs/z/ukFRIjIGnvH&#10;pOCHAlTl7GGNhXYjf9D1FFuRIBwKVGBiHAopQ23IYli4gTh5jfMWY5K+ldrjmOC2l3mWraTFjtOC&#10;wYF2hurv08UquL0fLuPzzb9tuf8auDMNbRup1ON82ryCiDTF//Bf+6gV5Dncv6QfI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clNbDAAAA2wAAAA8AAAAAAAAAAAAA&#10;AAAAoQIAAGRycy9kb3ducmV2LnhtbFBLBQYAAAAABAAEAPkAAACRAwAAAAA=&#10;" strokecolor="#c00000" strokeweight="3pt"/>
                    <v:line id="Line 33" o:spid="_x0000_s1048" style="position:absolute;flip:x;visibility:visible;mso-wrap-style:square" from="9735,8949" to="9989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AxTcMAAADbAAAADwAAAGRycy9kb3ducmV2LnhtbESPQWvCQBSE74L/YXlCb7qpLVJS19AI&#10;FumlaMXzI/uSDc2+DburSf31bqHQ4zAz3zDrYrSduJIPrWMFj4sMBHHldMuNgtPXbv4CIkRkjZ1j&#10;UvBDAYrNdLLGXLuBD3Q9xkYkCIccFZgY+1zKUBmyGBauJ05e7bzFmKRvpPY4JLjt5DLLVtJiy2nB&#10;YE9bQ9X38WIV3D7fL8PzzX+U3J17bk1NZS2VepiNb68gIo3xP/zX3msFyyf4/ZJ+gN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2QMU3DAAAA2wAAAA8AAAAAAAAAAAAA&#10;AAAAoQIAAGRycy9kb3ducmV2LnhtbFBLBQYAAAAABAAEAPkAAACRAwAAAAA=&#10;" strokecolor="#c00000" strokeweight="3pt"/>
                  </v:group>
                  <v:shape id="Freeform 55" o:spid="_x0000_s1049" style="position:absolute;left:973;top:5657;width:264;height:680;visibility:visible;mso-wrap-style:square;v-text-anchor:top" coordsize="264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8+IMIA&#10;AADbAAAADwAAAGRycy9kb3ducmV2LnhtbESPQWvCQBSE70L/w/IK3sxGLbWkrhKEFnts4qHHR/aZ&#10;LM2+Dburxn/vCoLHYWa+Ydbb0fbiTD4YxwrmWQ6CuHHacKvgUH/NPkCEiKyxd0wKrhRgu3mZrLHQ&#10;7sK/dK5iKxKEQ4EKuhiHQsrQdGQxZG4gTt7ReYsxSd9K7fGS4LaXizx/lxYNp4UOB9p11PxXJ6vA&#10;6N1P+f03N1VZn5aeScZ6dVRq+jqWnyAijfEZfrT3WsHiDe5f0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Pz4gwgAAANsAAAAPAAAAAAAAAAAAAAAAAJgCAABkcnMvZG93&#10;bnJldi54bWxQSwUGAAAAAAQABAD1AAAAhwMAAAAA&#10;" path="m24,680c12,567,,454,18,360,36,266,91,176,132,116,173,56,218,28,264,e" filled="f" strokecolor="#c00000" strokeweight="3pt">
                    <v:path arrowok="t" o:connecttype="custom" o:connectlocs="24,680;18,360;132,116;264,0" o:connectangles="0,0,0,0"/>
                  </v:shape>
                  <v:line id="Line 56" o:spid="_x0000_s1050" style="position:absolute;flip:y;visibility:visible;mso-wrap-style:square" from="1231,4253" to="3521,5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UMosMAAADbAAAADwAAAGRycy9kb3ducmV2LnhtbESPQWvCQBSE74L/YXlCb7qptFJS19AI&#10;FumlaMXzI/uSDc2+DburSf31bqHQ4zAz3zDrYrSduJIPrWMFj4sMBHHldMuNgtPXbv4CIkRkjZ1j&#10;UvBDAYrNdLLGXLuBD3Q9xkYkCIccFZgY+1zKUBmyGBauJ05e7bzFmKRvpPY4JLjt5DLLVtJiy2nB&#10;YE9bQ9X38WIV3D7fL8PTzX+U3J17bk1NZS2VepiNb68gIo3xP/zX3msFy2f4/ZJ+gN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1DKLDAAAA2wAAAA8AAAAAAAAAAAAA&#10;AAAAoQIAAGRycy9kb3ducmV2LnhtbFBLBQYAAAAABAAEAPkAAACRAwAAAAA=&#10;" strokecolor="#c00000" strokeweight="3pt"/>
                </v:group>
              </v:group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34F" w:rsidRDefault="0087634F" w:rsidP="00692984">
      <w:r>
        <w:separator/>
      </w:r>
    </w:p>
  </w:endnote>
  <w:endnote w:type="continuationSeparator" w:id="0">
    <w:p w:rsidR="0087634F" w:rsidRDefault="0087634F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34F" w:rsidRDefault="0087634F" w:rsidP="00692984">
      <w:r>
        <w:separator/>
      </w:r>
    </w:p>
  </w:footnote>
  <w:footnote w:type="continuationSeparator" w:id="0">
    <w:p w:rsidR="0087634F" w:rsidRDefault="0087634F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100B75"/>
    <w:rsid w:val="00154D5D"/>
    <w:rsid w:val="00255B38"/>
    <w:rsid w:val="0028356B"/>
    <w:rsid w:val="0043191C"/>
    <w:rsid w:val="005244C1"/>
    <w:rsid w:val="005D0546"/>
    <w:rsid w:val="00692984"/>
    <w:rsid w:val="006B4A17"/>
    <w:rsid w:val="00725622"/>
    <w:rsid w:val="0087634F"/>
    <w:rsid w:val="00AF2CD9"/>
    <w:rsid w:val="00B01A84"/>
    <w:rsid w:val="00C20BD0"/>
    <w:rsid w:val="00FB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link w:val="40"/>
    <w:qFormat/>
    <w:rsid w:val="0028356B"/>
    <w:pPr>
      <w:keepNext/>
      <w:jc w:val="center"/>
      <w:outlineLvl w:val="3"/>
    </w:pPr>
    <w:rPr>
      <w:rFonts w:ascii="Century Gothic" w:hAnsi="Century Gothic"/>
      <w:b/>
      <w:bCs/>
      <w:color w:val="FFFFFF"/>
      <w:sz w:val="150"/>
      <w:szCs w:val="1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28356B"/>
    <w:rPr>
      <w:rFonts w:ascii="Century Gothic" w:hAnsi="Century Gothic"/>
      <w:b/>
      <w:bCs/>
      <w:color w:val="FFFFFF"/>
      <w:kern w:val="2"/>
      <w:sz w:val="150"/>
      <w:szCs w:val="180"/>
    </w:rPr>
  </w:style>
  <w:style w:type="paragraph" w:styleId="a7">
    <w:name w:val="Balloon Text"/>
    <w:basedOn w:val="a"/>
    <w:link w:val="a8"/>
    <w:uiPriority w:val="99"/>
    <w:semiHidden/>
    <w:unhideWhenUsed/>
    <w:rsid w:val="002835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835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link w:val="40"/>
    <w:qFormat/>
    <w:rsid w:val="0028356B"/>
    <w:pPr>
      <w:keepNext/>
      <w:jc w:val="center"/>
      <w:outlineLvl w:val="3"/>
    </w:pPr>
    <w:rPr>
      <w:rFonts w:ascii="Century Gothic" w:hAnsi="Century Gothic"/>
      <w:b/>
      <w:bCs/>
      <w:color w:val="FFFFFF"/>
      <w:sz w:val="150"/>
      <w:szCs w:val="1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28356B"/>
    <w:rPr>
      <w:rFonts w:ascii="Century Gothic" w:hAnsi="Century Gothic"/>
      <w:b/>
      <w:bCs/>
      <w:color w:val="FFFFFF"/>
      <w:kern w:val="2"/>
      <w:sz w:val="150"/>
      <w:szCs w:val="180"/>
    </w:rPr>
  </w:style>
  <w:style w:type="paragraph" w:styleId="a7">
    <w:name w:val="Balloon Text"/>
    <w:basedOn w:val="a"/>
    <w:link w:val="a8"/>
    <w:uiPriority w:val="99"/>
    <w:semiHidden/>
    <w:unhideWhenUsed/>
    <w:rsid w:val="002835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835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121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8</cp:revision>
  <cp:lastPrinted>2016-12-19T02:51:00Z</cp:lastPrinted>
  <dcterms:created xsi:type="dcterms:W3CDTF">2016-12-07T07:30:00Z</dcterms:created>
  <dcterms:modified xsi:type="dcterms:W3CDTF">2016-12-19T03:01:00Z</dcterms:modified>
</cp:coreProperties>
</file>