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75" w:rsidRDefault="00B816AB">
      <w:bookmarkStart w:id="0" w:name="_GoBack"/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06BBD09" wp14:editId="003FD0B9">
                <wp:simplePos x="0" y="0"/>
                <wp:positionH relativeFrom="column">
                  <wp:posOffset>66675</wp:posOffset>
                </wp:positionH>
                <wp:positionV relativeFrom="paragraph">
                  <wp:posOffset>6146800</wp:posOffset>
                </wp:positionV>
                <wp:extent cx="1943100" cy="1559560"/>
                <wp:effectExtent l="0" t="0" r="0" b="254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6AB" w:rsidRDefault="00B816AB" w:rsidP="00B816AB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B816AB" w:rsidRDefault="00B816AB" w:rsidP="00B816AB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.25pt;margin-top:484pt;width:153pt;height:122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" filled="f" stroked="f">
                <v:textbox>
                  <w:txbxContent>
                    <w:p w:rsidR="00B816AB" w:rsidRDefault="00B816AB" w:rsidP="00B816AB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B816AB" w:rsidRDefault="00B816AB" w:rsidP="00B816AB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3037C3" wp14:editId="2AD820B6">
                <wp:simplePos x="0" y="0"/>
                <wp:positionH relativeFrom="column">
                  <wp:posOffset>164465</wp:posOffset>
                </wp:positionH>
                <wp:positionV relativeFrom="paragraph">
                  <wp:posOffset>6147122</wp:posOffset>
                </wp:positionV>
                <wp:extent cx="6057900" cy="0"/>
                <wp:effectExtent l="0" t="0" r="0" b="19050"/>
                <wp:wrapNone/>
                <wp:docPr id="2" name="直線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コネクタ 2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484.05pt" to="489.95pt,4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" strokecolor="red" strokeweight="2pt">
                <v:stroke dashstyle="1 1" endcap="round"/>
              </v:line>
            </w:pict>
          </mc:Fallback>
        </mc:AlternateContent>
      </w:r>
      <w:bookmarkEnd w:id="0"/>
      <w:r w:rsidR="00E748FE" w:rsidRPr="00BC433A">
        <w:rPr>
          <w:noProof/>
        </w:rPr>
        <mc:AlternateContent>
          <mc:Choice Requires="wps">
            <w:drawing>
              <wp:anchor distT="0" distB="0" distL="114300" distR="114300" simplePos="0" relativeHeight="251655679" behindDoc="0" locked="0" layoutInCell="1" allowOverlap="1" wp14:anchorId="0795E1AC" wp14:editId="1BFF2B0D">
                <wp:simplePos x="0" y="0"/>
                <wp:positionH relativeFrom="column">
                  <wp:posOffset>2019300</wp:posOffset>
                </wp:positionH>
                <wp:positionV relativeFrom="paragraph">
                  <wp:posOffset>2623820</wp:posOffset>
                </wp:positionV>
                <wp:extent cx="3474720" cy="1371600"/>
                <wp:effectExtent l="57150" t="457200" r="0" b="45720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38875">
                          <a:off x="0" y="0"/>
                          <a:ext cx="3474720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33A" w:rsidRPr="00E748FE" w:rsidRDefault="00BC433A" w:rsidP="00BC433A">
                            <w:pPr>
                              <w:spacing w:after="240"/>
                              <w:jc w:val="lef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96"/>
                                <w:szCs w:val="120"/>
                              </w:rPr>
                            </w:pPr>
                            <w:r w:rsidRPr="00E748FE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96"/>
                                <w:szCs w:val="120"/>
                              </w:rPr>
                              <w:t>お一人様</w:t>
                            </w:r>
                          </w:p>
                          <w:p w:rsidR="00BC433A" w:rsidRPr="00E748FE" w:rsidRDefault="00BC433A" w:rsidP="00BC433A">
                            <w:pPr>
                              <w:spacing w:after="240"/>
                              <w:jc w:val="lef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96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" o:spid="_x0000_s1026" type="#_x0000_t202" style="position:absolute;left:0;text-align:left;margin-left:159pt;margin-top:206.6pt;width:273.6pt;height:108pt;rotation:1134729fd;z-index:251655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" filled="f" stroked="f" strokeweight=".5pt">
                <v:textbox>
                  <w:txbxContent>
                    <w:p w:rsidR="00BC433A" w:rsidRPr="00E748FE" w:rsidRDefault="00BC433A" w:rsidP="00BC433A">
                      <w:pPr>
                        <w:spacing w:after="240"/>
                        <w:jc w:val="lef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96"/>
                          <w:szCs w:val="120"/>
                        </w:rPr>
                      </w:pPr>
                      <w:r w:rsidRPr="00E748FE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96"/>
                          <w:szCs w:val="120"/>
                        </w:rPr>
                        <w:t>お一人様</w:t>
                      </w:r>
                    </w:p>
                    <w:p w:rsidR="00BC433A" w:rsidRPr="00E748FE" w:rsidRDefault="00BC433A" w:rsidP="00BC433A">
                      <w:pPr>
                        <w:spacing w:after="240"/>
                        <w:jc w:val="lef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96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48FE" w:rsidRPr="00BC433A">
        <w:rPr>
          <w:noProof/>
        </w:rPr>
        <mc:AlternateContent>
          <mc:Choice Requires="wps">
            <w:drawing>
              <wp:anchor distT="0" distB="0" distL="114300" distR="114300" simplePos="0" relativeHeight="251656703" behindDoc="0" locked="0" layoutInCell="1" allowOverlap="1" wp14:anchorId="62EBF9DA" wp14:editId="11DD0BDF">
                <wp:simplePos x="0" y="0"/>
                <wp:positionH relativeFrom="column">
                  <wp:posOffset>2542796</wp:posOffset>
                </wp:positionH>
                <wp:positionV relativeFrom="paragraph">
                  <wp:posOffset>3649344</wp:posOffset>
                </wp:positionV>
                <wp:extent cx="2247900" cy="1444625"/>
                <wp:effectExtent l="0" t="57150" r="19050" b="6032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31727">
                          <a:off x="0" y="0"/>
                          <a:ext cx="2247900" cy="1444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33A" w:rsidRPr="00BC433A" w:rsidRDefault="00BC433A" w:rsidP="00BC433A">
                            <w:pPr>
                              <w:spacing w:after="240"/>
                              <w:jc w:val="lef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96"/>
                              </w:rPr>
                            </w:pPr>
                            <w:r w:rsidRPr="00BC433A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96"/>
                              </w:rPr>
                              <w:t>点限り</w:t>
                            </w:r>
                          </w:p>
                          <w:p w:rsidR="00BC433A" w:rsidRPr="00BC433A" w:rsidRDefault="00BC433A" w:rsidP="00BC433A">
                            <w:pPr>
                              <w:spacing w:after="240"/>
                              <w:jc w:val="left"/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27" type="#_x0000_t202" style="position:absolute;left:0;text-align:left;margin-left:200.2pt;margin-top:287.35pt;width:177pt;height:113.75pt;rotation:253108fd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" filled="f" stroked="f" strokeweight=".5pt">
                <v:textbox>
                  <w:txbxContent>
                    <w:p w:rsidR="00BC433A" w:rsidRPr="00BC433A" w:rsidRDefault="00BC433A" w:rsidP="00BC433A">
                      <w:pPr>
                        <w:spacing w:after="240"/>
                        <w:jc w:val="lef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96"/>
                        </w:rPr>
                      </w:pPr>
                      <w:r w:rsidRPr="00BC433A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96"/>
                        </w:rPr>
                        <w:t>点限り</w:t>
                      </w:r>
                    </w:p>
                    <w:p w:rsidR="00BC433A" w:rsidRPr="00BC433A" w:rsidRDefault="00BC433A" w:rsidP="00BC433A">
                      <w:pPr>
                        <w:spacing w:after="240"/>
                        <w:jc w:val="left"/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433A" w:rsidRPr="00BC433A">
        <w:rPr>
          <w:noProof/>
        </w:rPr>
        <mc:AlternateContent>
          <mc:Choice Requires="wps">
            <w:drawing>
              <wp:anchor distT="0" distB="0" distL="114300" distR="114300" simplePos="0" relativeHeight="251654655" behindDoc="0" locked="0" layoutInCell="1" allowOverlap="1" wp14:anchorId="03D039F9" wp14:editId="664CB4A9">
                <wp:simplePos x="0" y="0"/>
                <wp:positionH relativeFrom="column">
                  <wp:posOffset>407035</wp:posOffset>
                </wp:positionH>
                <wp:positionV relativeFrom="paragraph">
                  <wp:posOffset>2075180</wp:posOffset>
                </wp:positionV>
                <wp:extent cx="2484120" cy="3338195"/>
                <wp:effectExtent l="152400" t="133350" r="125730" b="1289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50958">
                          <a:off x="0" y="0"/>
                          <a:ext cx="2484120" cy="333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33A" w:rsidRPr="00BC433A" w:rsidRDefault="00BC433A" w:rsidP="00BC433A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FFF00"/>
                                <w:sz w:val="360"/>
                              </w:rPr>
                            </w:pPr>
                            <w:r w:rsidRPr="00BC433A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FFF00"/>
                                <w:sz w:val="360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32.05pt;margin-top:163.4pt;width:195.6pt;height:262.85pt;rotation:-490474fd;z-index:251654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" filled="f" stroked="f" strokeweight=".5pt">
                <v:textbox>
                  <w:txbxContent>
                    <w:p w:rsidR="00BC433A" w:rsidRPr="00BC433A" w:rsidRDefault="00BC433A" w:rsidP="00BC433A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FFFF00"/>
                          <w:sz w:val="360"/>
                        </w:rPr>
                      </w:pPr>
                      <w:r w:rsidRPr="00BC433A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FFF00"/>
                          <w:sz w:val="360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BC433A" w:rsidRPr="00BC433A">
        <w:rPr>
          <w:noProof/>
        </w:rPr>
        <mc:AlternateContent>
          <mc:Choice Requires="wps">
            <w:drawing>
              <wp:anchor distT="0" distB="0" distL="114300" distR="114300" simplePos="0" relativeHeight="251653631" behindDoc="0" locked="0" layoutInCell="1" allowOverlap="1" wp14:anchorId="27BBA1DF" wp14:editId="643D9FC2">
                <wp:simplePos x="0" y="0"/>
                <wp:positionH relativeFrom="column">
                  <wp:posOffset>515620</wp:posOffset>
                </wp:positionH>
                <wp:positionV relativeFrom="paragraph">
                  <wp:posOffset>2184400</wp:posOffset>
                </wp:positionV>
                <wp:extent cx="2484120" cy="3338195"/>
                <wp:effectExtent l="152400" t="133350" r="125730" b="12890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50958">
                          <a:off x="0" y="0"/>
                          <a:ext cx="2484120" cy="3338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33A" w:rsidRPr="00BC433A" w:rsidRDefault="00BC433A" w:rsidP="00BC433A">
                            <w:pPr>
                              <w:spacing w:after="240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360"/>
                              </w:rPr>
                            </w:pPr>
                            <w:r w:rsidRPr="00BC433A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360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29" type="#_x0000_t202" style="position:absolute;left:0;text-align:left;margin-left:40.6pt;margin-top:172pt;width:195.6pt;height:262.85pt;rotation:-490474fd;z-index:251653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" filled="f" stroked="f" strokeweight=".5pt">
                <v:textbox>
                  <w:txbxContent>
                    <w:p w:rsidR="00BC433A" w:rsidRPr="00BC433A" w:rsidRDefault="00BC433A" w:rsidP="00BC433A">
                      <w:pPr>
                        <w:spacing w:after="240"/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sz w:val="360"/>
                        </w:rPr>
                      </w:pPr>
                      <w:r w:rsidRPr="00BC433A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360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BC433A" w:rsidRPr="00BC433A">
        <w:rPr>
          <w:noProof/>
        </w:rPr>
        <mc:AlternateContent>
          <mc:Choice Requires="wps">
            <w:drawing>
              <wp:anchor distT="0" distB="0" distL="114300" distR="114300" simplePos="0" relativeHeight="251652607" behindDoc="0" locked="0" layoutInCell="1" allowOverlap="1" wp14:anchorId="2B26B4B6" wp14:editId="06EF7ECA">
                <wp:simplePos x="0" y="0"/>
                <wp:positionH relativeFrom="column">
                  <wp:posOffset>338455</wp:posOffset>
                </wp:positionH>
                <wp:positionV relativeFrom="paragraph">
                  <wp:posOffset>1454150</wp:posOffset>
                </wp:positionV>
                <wp:extent cx="4733925" cy="4646732"/>
                <wp:effectExtent l="0" t="0" r="9525" b="1905"/>
                <wp:wrapNone/>
                <wp:docPr id="5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3925" cy="4646732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26.65pt;margin-top:114.5pt;width:372.75pt;height:365.9pt;z-index:251652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" fillcolor="red" stroked="f"/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584DF7" wp14:editId="00B3C172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4870450" cy="988060"/>
                <wp:effectExtent l="2540" t="0" r="3810" b="0"/>
                <wp:wrapNone/>
                <wp:docPr id="2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4A17" w:rsidRDefault="006B4A17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星型</w:t>
                            </w:r>
                            <w:r w:rsidR="00AB008F">
                              <w:rPr>
                                <w:rFonts w:eastAsia="ＭＳ ゴシック" w:hint="eastAsia"/>
                                <w:sz w:val="20"/>
                              </w:rPr>
                              <w:t>（裏面）</w:t>
                            </w: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】</w:t>
                            </w:r>
                          </w:p>
                          <w:p w:rsidR="00100B75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赤枠はインクジェットバルーンの型です。星型が表面、円型が裏面</w:t>
                            </w:r>
                            <w:r w:rsidR="00100B75">
                              <w:rPr>
                                <w:rFonts w:hint="eastAsia"/>
                              </w:rPr>
                              <w:t>で</w:t>
                            </w:r>
                            <w:r>
                              <w:rPr>
                                <w:rFonts w:hint="eastAsia"/>
                              </w:rPr>
                              <w:t>す。</w:t>
                            </w:r>
                          </w:p>
                          <w:p w:rsidR="006B4A17" w:rsidRDefault="006B4A17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6B4A17" w:rsidRDefault="006B4A17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6B4A17" w:rsidRDefault="006B4A1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0" type="#_x0000_t202" style="position:absolute;left:0;text-align:left;margin-left:-71.8pt;margin-top:-87.2pt;width:383.5pt;height:7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UpkugIAAMI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" filled="f" stroked="f">
                <v:textbox>
                  <w:txbxContent>
                    <w:p w:rsidR="006B4A17" w:rsidRDefault="006B4A17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星型</w:t>
                      </w:r>
                      <w:r w:rsidR="00AB008F">
                        <w:rPr>
                          <w:rFonts w:eastAsia="ＭＳ ゴシック" w:hint="eastAsia"/>
                          <w:sz w:val="20"/>
                        </w:rPr>
                        <w:t>（裏面）</w:t>
                      </w:r>
                      <w:r>
                        <w:rPr>
                          <w:rFonts w:eastAsia="ＭＳ ゴシック" w:hint="eastAsia"/>
                          <w:sz w:val="20"/>
                        </w:rPr>
                        <w:t>】</w:t>
                      </w:r>
                    </w:p>
                    <w:p w:rsidR="00100B75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赤枠はインクジェットバルーンの型です。星型が表面、円型が裏面</w:t>
                      </w:r>
                      <w:r w:rsidR="00100B75">
                        <w:rPr>
                          <w:rFonts w:hint="eastAsia"/>
                        </w:rPr>
                        <w:t>で</w:t>
                      </w:r>
                      <w:r>
                        <w:rPr>
                          <w:rFonts w:hint="eastAsia"/>
                        </w:rPr>
                        <w:t>す。</w:t>
                      </w:r>
                    </w:p>
                    <w:p w:rsidR="006B4A17" w:rsidRDefault="006B4A17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6B4A17" w:rsidRDefault="006B4A17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6B4A17" w:rsidRDefault="006B4A17"/>
                  </w:txbxContent>
                </v:textbox>
              </v:shape>
            </w:pict>
          </mc:Fallback>
        </mc:AlternateContent>
      </w:r>
      <w:r w:rsidR="00C20BD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10D52F" wp14:editId="1FCF2A58">
                <wp:simplePos x="0" y="0"/>
                <wp:positionH relativeFrom="column">
                  <wp:posOffset>553085</wp:posOffset>
                </wp:positionH>
                <wp:positionV relativeFrom="paragraph">
                  <wp:posOffset>1609725</wp:posOffset>
                </wp:positionV>
                <wp:extent cx="4286880" cy="4286880"/>
                <wp:effectExtent l="0" t="0" r="19050" b="19050"/>
                <wp:wrapNone/>
                <wp:docPr id="26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880" cy="42868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9" o:spid="_x0000_s1026" style="position:absolute;left:0;text-align:left;margin-left:43.55pt;margin-top:126.75pt;width:337.55pt;height:337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" filled="f" strokecolor="#c00000" strokeweight="2pt"/>
            </w:pict>
          </mc:Fallback>
        </mc:AlternateContent>
      </w:r>
    </w:p>
    <w:sectPr w:rsidR="00100B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2FD" w:rsidRDefault="00C862FD" w:rsidP="00692984">
      <w:r>
        <w:separator/>
      </w:r>
    </w:p>
  </w:endnote>
  <w:endnote w:type="continuationSeparator" w:id="0">
    <w:p w:rsidR="00C862FD" w:rsidRDefault="00C862FD" w:rsidP="0069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2FD" w:rsidRDefault="00C862FD" w:rsidP="00692984">
      <w:r>
        <w:separator/>
      </w:r>
    </w:p>
  </w:footnote>
  <w:footnote w:type="continuationSeparator" w:id="0">
    <w:p w:rsidR="00C862FD" w:rsidRDefault="00C862FD" w:rsidP="00692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BD0"/>
    <w:rsid w:val="000605F2"/>
    <w:rsid w:val="00077C64"/>
    <w:rsid w:val="00100B75"/>
    <w:rsid w:val="001B1205"/>
    <w:rsid w:val="00467BDB"/>
    <w:rsid w:val="00692984"/>
    <w:rsid w:val="006B4A17"/>
    <w:rsid w:val="0093453C"/>
    <w:rsid w:val="00AB008F"/>
    <w:rsid w:val="00B816AB"/>
    <w:rsid w:val="00BC433A"/>
    <w:rsid w:val="00C20BD0"/>
    <w:rsid w:val="00C862FD"/>
    <w:rsid w:val="00E7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B00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00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298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929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2984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B00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00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3-star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bl3-star.dot</Template>
  <TotalTime>108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4</cp:revision>
  <cp:lastPrinted>2005-06-06T02:27:00Z</cp:lastPrinted>
  <dcterms:created xsi:type="dcterms:W3CDTF">2016-12-13T08:57:00Z</dcterms:created>
  <dcterms:modified xsi:type="dcterms:W3CDTF">2016-12-16T04:35:00Z</dcterms:modified>
</cp:coreProperties>
</file>