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AA18A3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B624A04" wp14:editId="64BE72D0">
                <wp:simplePos x="0" y="0"/>
                <wp:positionH relativeFrom="column">
                  <wp:posOffset>-74930</wp:posOffset>
                </wp:positionH>
                <wp:positionV relativeFrom="paragraph">
                  <wp:posOffset>6768465</wp:posOffset>
                </wp:positionV>
                <wp:extent cx="1943100" cy="1559560"/>
                <wp:effectExtent l="0" t="0" r="0" b="254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8A3" w:rsidRDefault="00AA18A3" w:rsidP="00AA18A3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AA18A3" w:rsidRDefault="00AA18A3" w:rsidP="00AA18A3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-5.9pt;margin-top:532.95pt;width:153pt;height:122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o2r2AIAAM0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" filled="f" stroked="f">
                <v:textbox>
                  <w:txbxContent>
                    <w:p w:rsidR="00AA18A3" w:rsidRDefault="00AA18A3" w:rsidP="00AA18A3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AA18A3" w:rsidRDefault="00AA18A3" w:rsidP="00AA18A3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81F493" wp14:editId="199099A0">
                <wp:simplePos x="0" y="0"/>
                <wp:positionH relativeFrom="column">
                  <wp:posOffset>-73660</wp:posOffset>
                </wp:positionH>
                <wp:positionV relativeFrom="paragraph">
                  <wp:posOffset>6768787</wp:posOffset>
                </wp:positionV>
                <wp:extent cx="2324100" cy="0"/>
                <wp:effectExtent l="0" t="0" r="0" b="19050"/>
                <wp:wrapNone/>
                <wp:docPr id="26" name="直線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26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pt,533pt" to="177.2pt,5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" strokecolor="red" strokeweight="2pt">
                <v:stroke dashstyle="1 1" endcap="round"/>
              </v:line>
            </w:pict>
          </mc:Fallback>
        </mc:AlternateContent>
      </w:r>
      <w:bookmarkEnd w:id="0"/>
      <w:r w:rsidR="00163E1A" w:rsidRPr="00163E1A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4EC9CFB" wp14:editId="344F47AA">
                <wp:simplePos x="0" y="0"/>
                <wp:positionH relativeFrom="column">
                  <wp:posOffset>2331220</wp:posOffset>
                </wp:positionH>
                <wp:positionV relativeFrom="paragraph">
                  <wp:posOffset>3543935</wp:posOffset>
                </wp:positionV>
                <wp:extent cx="2959100" cy="1444625"/>
                <wp:effectExtent l="0" t="76200" r="31750" b="9842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31727">
                          <a:off x="0" y="0"/>
                          <a:ext cx="2959100" cy="144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1A" w:rsidRPr="00163E1A" w:rsidRDefault="00163E1A" w:rsidP="00163E1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144"/>
                              </w:rPr>
                            </w:pPr>
                            <w:r w:rsidRPr="00163E1A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144"/>
                              </w:rPr>
                              <w:t>点限り</w:t>
                            </w:r>
                          </w:p>
                          <w:p w:rsidR="00163E1A" w:rsidRPr="00163E1A" w:rsidRDefault="00163E1A" w:rsidP="00163E1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183.55pt;margin-top:279.05pt;width:233pt;height:113.75pt;rotation:253108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" filled="f" stroked="f" strokeweight=".5pt">
                <v:textbox>
                  <w:txbxContent>
                    <w:p w:rsidR="00163E1A" w:rsidRPr="00163E1A" w:rsidRDefault="00163E1A" w:rsidP="00163E1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144"/>
                        </w:rPr>
                      </w:pPr>
                      <w:r w:rsidRPr="00163E1A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144"/>
                        </w:rPr>
                        <w:t>点限り</w:t>
                      </w:r>
                    </w:p>
                    <w:p w:rsidR="00163E1A" w:rsidRPr="00163E1A" w:rsidRDefault="00163E1A" w:rsidP="00163E1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3E1A" w:rsidRPr="00163E1A">
        <w:rPr>
          <w:noProof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301A6F9D" wp14:editId="0138A3B2">
                <wp:simplePos x="0" y="0"/>
                <wp:positionH relativeFrom="column">
                  <wp:posOffset>-167005</wp:posOffset>
                </wp:positionH>
                <wp:positionV relativeFrom="paragraph">
                  <wp:posOffset>1813560</wp:posOffset>
                </wp:positionV>
                <wp:extent cx="2484120" cy="3338195"/>
                <wp:effectExtent l="152400" t="133350" r="125730" b="12890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0958">
                          <a:off x="0" y="0"/>
                          <a:ext cx="2484120" cy="333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1A" w:rsidRPr="00163E1A" w:rsidRDefault="00163E1A" w:rsidP="00163E1A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460"/>
                              </w:rPr>
                            </w:pPr>
                            <w:r w:rsidRPr="00163E1A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46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27" type="#_x0000_t202" style="position:absolute;left:0;text-align:left;margin-left:-13.15pt;margin-top:142.8pt;width:195.6pt;height:262.85pt;rotation:-490474fd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" filled="f" stroked="f" strokeweight=".5pt">
                <v:textbox>
                  <w:txbxContent>
                    <w:p w:rsidR="00163E1A" w:rsidRPr="00163E1A" w:rsidRDefault="00163E1A" w:rsidP="00163E1A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sz w:val="460"/>
                        </w:rPr>
                      </w:pPr>
                      <w:r w:rsidRPr="00163E1A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46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163E1A" w:rsidRPr="00163E1A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7337C52" wp14:editId="3D353FE3">
                <wp:simplePos x="0" y="0"/>
                <wp:positionH relativeFrom="column">
                  <wp:posOffset>2124349</wp:posOffset>
                </wp:positionH>
                <wp:positionV relativeFrom="paragraph">
                  <wp:posOffset>2203450</wp:posOffset>
                </wp:positionV>
                <wp:extent cx="3474720" cy="1371600"/>
                <wp:effectExtent l="38100" t="266700" r="68580" b="28575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08564">
                          <a:off x="0" y="0"/>
                          <a:ext cx="347472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1A" w:rsidRPr="00163E1A" w:rsidRDefault="00163E1A" w:rsidP="00163E1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163E1A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120"/>
                                <w:szCs w:val="120"/>
                              </w:rPr>
                              <w:t>お一人様</w:t>
                            </w:r>
                          </w:p>
                          <w:p w:rsidR="00163E1A" w:rsidRPr="00163E1A" w:rsidRDefault="00163E1A" w:rsidP="00163E1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0" o:spid="_x0000_s1028" type="#_x0000_t202" style="position:absolute;left:0;text-align:left;margin-left:167.25pt;margin-top:173.5pt;width:273.6pt;height:108pt;rotation:664714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" filled="f" stroked="f" strokeweight=".5pt">
                <v:textbox>
                  <w:txbxContent>
                    <w:p w:rsidR="00163E1A" w:rsidRPr="00163E1A" w:rsidRDefault="00163E1A" w:rsidP="00163E1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163E1A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120"/>
                          <w:szCs w:val="120"/>
                        </w:rPr>
                        <w:t>お一人様</w:t>
                      </w:r>
                    </w:p>
                    <w:p w:rsidR="00163E1A" w:rsidRPr="00163E1A" w:rsidRDefault="00163E1A" w:rsidP="00163E1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3E1A" w:rsidRPr="00163E1A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064791" wp14:editId="3EF46942">
                <wp:simplePos x="0" y="0"/>
                <wp:positionH relativeFrom="column">
                  <wp:posOffset>-234315</wp:posOffset>
                </wp:positionH>
                <wp:positionV relativeFrom="paragraph">
                  <wp:posOffset>1756410</wp:posOffset>
                </wp:positionV>
                <wp:extent cx="2484120" cy="3338195"/>
                <wp:effectExtent l="152400" t="133350" r="125730" b="12890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0958">
                          <a:off x="0" y="0"/>
                          <a:ext cx="2484120" cy="333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E1A" w:rsidRPr="00163E1A" w:rsidRDefault="00163E1A" w:rsidP="00163E1A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FF00"/>
                                <w:sz w:val="460"/>
                              </w:rPr>
                            </w:pPr>
                            <w:r w:rsidRPr="00163E1A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FF00"/>
                                <w:sz w:val="46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29" type="#_x0000_t202" style="position:absolute;left:0;text-align:left;margin-left:-18.45pt;margin-top:138.3pt;width:195.6pt;height:262.85pt;rotation:-490474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" filled="f" stroked="f" strokeweight=".5pt">
                <v:textbox>
                  <w:txbxContent>
                    <w:p w:rsidR="00163E1A" w:rsidRPr="00163E1A" w:rsidRDefault="00163E1A" w:rsidP="00163E1A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FFF00"/>
                          <w:sz w:val="460"/>
                        </w:rPr>
                      </w:pPr>
                      <w:r w:rsidRPr="00163E1A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FFF00"/>
                          <w:sz w:val="46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595BDC" w:rsidRPr="00595BDC">
        <w:rPr>
          <w:noProof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09D8366F" wp14:editId="46ACF0CE">
                <wp:simplePos x="0" y="0"/>
                <wp:positionH relativeFrom="column">
                  <wp:posOffset>-641985</wp:posOffset>
                </wp:positionH>
                <wp:positionV relativeFrom="paragraph">
                  <wp:posOffset>206375</wp:posOffset>
                </wp:positionV>
                <wp:extent cx="6648450" cy="6525260"/>
                <wp:effectExtent l="0" t="0" r="0" b="8890"/>
                <wp:wrapNone/>
                <wp:docPr id="5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65252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-50.55pt;margin-top:16.25pt;width:523.5pt;height:513.8pt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" fillcolor="red" stroked="f"/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6F8EC6" wp14:editId="2CC4F4CF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IX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985A9B1" wp14:editId="47CBED87">
                <wp:simplePos x="0" y="0"/>
                <wp:positionH relativeFrom="column">
                  <wp:posOffset>-460375</wp:posOffset>
                </wp:positionH>
                <wp:positionV relativeFrom="paragraph">
                  <wp:posOffset>281940</wp:posOffset>
                </wp:positionV>
                <wp:extent cx="6348095" cy="6355080"/>
                <wp:effectExtent l="19050" t="19050" r="14605" b="26670"/>
                <wp:wrapNone/>
                <wp:docPr id="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095" cy="6355080"/>
                          <a:chOff x="973" y="2429"/>
                          <a:chExt cx="9877" cy="9888"/>
                        </a:xfrm>
                      </wpg:grpSpPr>
                      <wps:wsp>
                        <wps:cNvPr id="2" name="Line 48"/>
                        <wps:cNvCnPr/>
                        <wps:spPr bwMode="auto">
                          <a:xfrm flipH="1">
                            <a:off x="2627" y="12133"/>
                            <a:ext cx="2032" cy="1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5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50"/>
                        <wpg:cNvGrpSpPr>
                          <a:grpSpLocks/>
                        </wpg:cNvGrpSpPr>
                        <wpg:grpSpPr bwMode="auto">
                          <a:xfrm>
                            <a:off x="4649" y="11709"/>
                            <a:ext cx="5092" cy="608"/>
                            <a:chOff x="4649" y="11709"/>
                            <a:chExt cx="5092" cy="608"/>
                          </a:xfrm>
                        </wpg:grpSpPr>
                        <wpg:grpSp>
                          <wpg:cNvPr id="4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705" y="11709"/>
                              <a:ext cx="3036" cy="608"/>
                              <a:chOff x="6705" y="11709"/>
                              <a:chExt cx="3036" cy="608"/>
                            </a:xfrm>
                          </wpg:grpSpPr>
                          <wps:wsp>
                            <wps:cNvPr id="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255" y="11709"/>
                                <a:ext cx="486" cy="412"/>
                              </a:xfrm>
                              <a:custGeom>
                                <a:avLst/>
                                <a:gdLst>
                                  <a:gd name="T0" fmla="*/ 480 w 480"/>
                                  <a:gd name="T1" fmla="*/ 0 h 440"/>
                                  <a:gd name="T2" fmla="*/ 352 w 480"/>
                                  <a:gd name="T3" fmla="*/ 292 h 440"/>
                                  <a:gd name="T4" fmla="*/ 0 w 480"/>
                                  <a:gd name="T5" fmla="*/ 44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80" h="440">
                                    <a:moveTo>
                                      <a:pt x="480" y="0"/>
                                    </a:moveTo>
                                    <a:cubicBezTo>
                                      <a:pt x="456" y="109"/>
                                      <a:pt x="432" y="219"/>
                                      <a:pt x="352" y="292"/>
                                    </a:cubicBezTo>
                                    <a:cubicBezTo>
                                      <a:pt x="272" y="365"/>
                                      <a:pt x="136" y="402"/>
                                      <a:pt x="0" y="44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Line 39"/>
                            <wps:cNvCnPr/>
                            <wps:spPr bwMode="auto">
                              <a:xfrm flipH="1">
                                <a:off x="7275" y="12125"/>
                                <a:ext cx="1996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705" y="12121"/>
                                <a:ext cx="594" cy="196"/>
                              </a:xfrm>
                              <a:custGeom>
                                <a:avLst/>
                                <a:gdLst>
                                  <a:gd name="T0" fmla="*/ 594 w 594"/>
                                  <a:gd name="T1" fmla="*/ 0 h 196"/>
                                  <a:gd name="T2" fmla="*/ 256 w 594"/>
                                  <a:gd name="T3" fmla="*/ 52 h 196"/>
                                  <a:gd name="T4" fmla="*/ 0 w 594"/>
                                  <a:gd name="T5" fmla="*/ 196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94" h="196">
                                    <a:moveTo>
                                      <a:pt x="594" y="0"/>
                                    </a:moveTo>
                                    <a:cubicBezTo>
                                      <a:pt x="474" y="9"/>
                                      <a:pt x="355" y="19"/>
                                      <a:pt x="256" y="52"/>
                                    </a:cubicBezTo>
                                    <a:cubicBezTo>
                                      <a:pt x="157" y="85"/>
                                      <a:pt x="78" y="140"/>
                                      <a:pt x="0" y="196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Line 42"/>
                          <wps:cNvCnPr/>
                          <wps:spPr bwMode="auto">
                            <a:xfrm flipH="1">
                              <a:off x="5175" y="12309"/>
                              <a:ext cx="154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5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Freeform 49"/>
                          <wps:cNvSpPr>
                            <a:spLocks/>
                          </wps:cNvSpPr>
                          <wps:spPr bwMode="auto">
                            <a:xfrm>
                              <a:off x="4649" y="12137"/>
                              <a:ext cx="534" cy="176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8 h 176"/>
                                <a:gd name="T2" fmla="*/ 48 w 516"/>
                                <a:gd name="T3" fmla="*/ 8 h 176"/>
                                <a:gd name="T4" fmla="*/ 234 w 516"/>
                                <a:gd name="T5" fmla="*/ 56 h 176"/>
                                <a:gd name="T6" fmla="*/ 516 w 516"/>
                                <a:gd name="T7" fmla="*/ 176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6" h="176">
                                  <a:moveTo>
                                    <a:pt x="0" y="8"/>
                                  </a:moveTo>
                                  <a:cubicBezTo>
                                    <a:pt x="4" y="4"/>
                                    <a:pt x="9" y="0"/>
                                    <a:pt x="48" y="8"/>
                                  </a:cubicBezTo>
                                  <a:cubicBezTo>
                                    <a:pt x="87" y="16"/>
                                    <a:pt x="156" y="28"/>
                                    <a:pt x="234" y="56"/>
                                  </a:cubicBezTo>
                                  <a:cubicBezTo>
                                    <a:pt x="312" y="84"/>
                                    <a:pt x="414" y="130"/>
                                    <a:pt x="516" y="176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5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51"/>
                        <wps:cNvSpPr>
                          <a:spLocks/>
                        </wps:cNvSpPr>
                        <wps:spPr bwMode="auto">
                          <a:xfrm>
                            <a:off x="2087" y="11713"/>
                            <a:ext cx="546" cy="436"/>
                          </a:xfrm>
                          <a:custGeom>
                            <a:avLst/>
                            <a:gdLst>
                              <a:gd name="T0" fmla="*/ 546 w 546"/>
                              <a:gd name="T1" fmla="*/ 436 h 436"/>
                              <a:gd name="T2" fmla="*/ 216 w 546"/>
                              <a:gd name="T3" fmla="*/ 316 h 436"/>
                              <a:gd name="T4" fmla="*/ 42 w 546"/>
                              <a:gd name="T5" fmla="*/ 132 h 436"/>
                              <a:gd name="T6" fmla="*/ 0 w 546"/>
                              <a:gd name="T7" fmla="*/ 0 h 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46" h="436">
                                <a:moveTo>
                                  <a:pt x="546" y="436"/>
                                </a:moveTo>
                                <a:cubicBezTo>
                                  <a:pt x="423" y="401"/>
                                  <a:pt x="300" y="367"/>
                                  <a:pt x="216" y="316"/>
                                </a:cubicBezTo>
                                <a:cubicBezTo>
                                  <a:pt x="132" y="265"/>
                                  <a:pt x="78" y="185"/>
                                  <a:pt x="42" y="132"/>
                                </a:cubicBezTo>
                                <a:cubicBezTo>
                                  <a:pt x="6" y="79"/>
                                  <a:pt x="3" y="3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FF5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3"/>
                        <wps:cNvCnPr/>
                        <wps:spPr bwMode="auto">
                          <a:xfrm flipH="1" flipV="1">
                            <a:off x="1865" y="8985"/>
                            <a:ext cx="228" cy="274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5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4"/>
                        <wps:cNvCnPr/>
                        <wps:spPr bwMode="auto">
                          <a:xfrm flipH="1" flipV="1">
                            <a:off x="999" y="6333"/>
                            <a:ext cx="874" cy="26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5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" name="Group 57"/>
                        <wpg:cNvGrpSpPr>
                          <a:grpSpLocks/>
                        </wpg:cNvGrpSpPr>
                        <wpg:grpSpPr bwMode="auto">
                          <a:xfrm>
                            <a:off x="973" y="2429"/>
                            <a:ext cx="9877" cy="9280"/>
                            <a:chOff x="973" y="2429"/>
                            <a:chExt cx="9877" cy="9280"/>
                          </a:xfrm>
                        </wpg:grpSpPr>
                        <wpg:grpSp>
                          <wpg:cNvPr id="14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3511" y="2429"/>
                              <a:ext cx="7339" cy="9280"/>
                              <a:chOff x="3511" y="2429"/>
                              <a:chExt cx="7339" cy="9280"/>
                            </a:xfrm>
                          </wpg:grpSpPr>
                          <wpg:grpSp>
                            <wpg:cNvPr id="15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11" y="2429"/>
                                <a:ext cx="4754" cy="1832"/>
                                <a:chOff x="3511" y="2429"/>
                                <a:chExt cx="4754" cy="1832"/>
                              </a:xfrm>
                            </wpg:grpSpPr>
                            <wpg:grpSp>
                              <wpg:cNvPr id="16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11" y="2429"/>
                                  <a:ext cx="3262" cy="1832"/>
                                  <a:chOff x="3511" y="2429"/>
                                  <a:chExt cx="3262" cy="1832"/>
                                </a:xfrm>
                              </wpg:grpSpPr>
                              <wps:wsp>
                                <wps:cNvPr id="17" name="Line 8"/>
                                <wps:cNvCnPr/>
                                <wps:spPr bwMode="auto">
                                  <a:xfrm flipV="1">
                                    <a:off x="3511" y="2517"/>
                                    <a:ext cx="2188" cy="17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FF5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5" y="2429"/>
                                    <a:ext cx="1088" cy="592"/>
                                  </a:xfrm>
                                  <a:custGeom>
                                    <a:avLst/>
                                    <a:gdLst>
                                      <a:gd name="T0" fmla="*/ 0 w 1088"/>
                                      <a:gd name="T1" fmla="*/ 104 h 592"/>
                                      <a:gd name="T2" fmla="*/ 218 w 1088"/>
                                      <a:gd name="T3" fmla="*/ 0 h 592"/>
                                      <a:gd name="T4" fmla="*/ 480 w 1088"/>
                                      <a:gd name="T5" fmla="*/ 104 h 592"/>
                                      <a:gd name="T6" fmla="*/ 1088 w 1088"/>
                                      <a:gd name="T7" fmla="*/ 592 h 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088" h="592">
                                        <a:moveTo>
                                          <a:pt x="0" y="104"/>
                                        </a:moveTo>
                                        <a:cubicBezTo>
                                          <a:pt x="69" y="52"/>
                                          <a:pt x="138" y="0"/>
                                          <a:pt x="218" y="0"/>
                                        </a:cubicBezTo>
                                        <a:cubicBezTo>
                                          <a:pt x="298" y="0"/>
                                          <a:pt x="335" y="5"/>
                                          <a:pt x="480" y="104"/>
                                        </a:cubicBezTo>
                                        <a:cubicBezTo>
                                          <a:pt x="625" y="203"/>
                                          <a:pt x="987" y="511"/>
                                          <a:pt x="1088" y="5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FF5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Line 20"/>
                              <wps:cNvCnPr/>
                              <wps:spPr bwMode="auto">
                                <a:xfrm>
                                  <a:off x="6773" y="3021"/>
                                  <a:ext cx="1492" cy="1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505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0" name="Line 21"/>
                            <wps:cNvCnPr/>
                            <wps:spPr bwMode="auto">
                              <a:xfrm>
                                <a:off x="8251" y="4213"/>
                                <a:ext cx="2332" cy="14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561" y="5613"/>
                                <a:ext cx="289" cy="1160"/>
                              </a:xfrm>
                              <a:custGeom>
                                <a:avLst/>
                                <a:gdLst>
                                  <a:gd name="T0" fmla="*/ 0 w 289"/>
                                  <a:gd name="T1" fmla="*/ 0 h 1160"/>
                                  <a:gd name="T2" fmla="*/ 240 w 289"/>
                                  <a:gd name="T3" fmla="*/ 276 h 1160"/>
                                  <a:gd name="T4" fmla="*/ 270 w 289"/>
                                  <a:gd name="T5" fmla="*/ 720 h 1160"/>
                                  <a:gd name="T6" fmla="*/ 128 w 289"/>
                                  <a:gd name="T7" fmla="*/ 1160 h 1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89" h="1160">
                                    <a:moveTo>
                                      <a:pt x="0" y="0"/>
                                    </a:moveTo>
                                    <a:cubicBezTo>
                                      <a:pt x="97" y="78"/>
                                      <a:pt x="195" y="156"/>
                                      <a:pt x="240" y="276"/>
                                    </a:cubicBezTo>
                                    <a:cubicBezTo>
                                      <a:pt x="285" y="396"/>
                                      <a:pt x="289" y="573"/>
                                      <a:pt x="270" y="720"/>
                                    </a:cubicBezTo>
                                    <a:cubicBezTo>
                                      <a:pt x="251" y="867"/>
                                      <a:pt x="189" y="1013"/>
                                      <a:pt x="128" y="116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Line 31"/>
                            <wps:cNvCnPr/>
                            <wps:spPr bwMode="auto">
                              <a:xfrm flipH="1">
                                <a:off x="9981" y="6729"/>
                                <a:ext cx="722" cy="2224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33"/>
                            <wps:cNvCnPr/>
                            <wps:spPr bwMode="auto">
                              <a:xfrm flipH="1">
                                <a:off x="9735" y="8949"/>
                                <a:ext cx="254" cy="27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FF5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4" name="Freeform 55"/>
                          <wps:cNvSpPr>
                            <a:spLocks/>
                          </wps:cNvSpPr>
                          <wps:spPr bwMode="auto">
                            <a:xfrm>
                              <a:off x="973" y="5657"/>
                              <a:ext cx="264" cy="680"/>
                            </a:xfrm>
                            <a:custGeom>
                              <a:avLst/>
                              <a:gdLst>
                                <a:gd name="T0" fmla="*/ 24 w 264"/>
                                <a:gd name="T1" fmla="*/ 680 h 680"/>
                                <a:gd name="T2" fmla="*/ 18 w 264"/>
                                <a:gd name="T3" fmla="*/ 360 h 680"/>
                                <a:gd name="T4" fmla="*/ 132 w 264"/>
                                <a:gd name="T5" fmla="*/ 116 h 680"/>
                                <a:gd name="T6" fmla="*/ 264 w 264"/>
                                <a:gd name="T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4" h="680">
                                  <a:moveTo>
                                    <a:pt x="24" y="680"/>
                                  </a:moveTo>
                                  <a:cubicBezTo>
                                    <a:pt x="12" y="567"/>
                                    <a:pt x="0" y="454"/>
                                    <a:pt x="18" y="360"/>
                                  </a:cubicBezTo>
                                  <a:cubicBezTo>
                                    <a:pt x="36" y="266"/>
                                    <a:pt x="91" y="176"/>
                                    <a:pt x="132" y="116"/>
                                  </a:cubicBezTo>
                                  <a:cubicBezTo>
                                    <a:pt x="173" y="56"/>
                                    <a:pt x="218" y="28"/>
                                    <a:pt x="264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5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56"/>
                          <wps:cNvCnPr/>
                          <wps:spPr bwMode="auto">
                            <a:xfrm flipV="1">
                              <a:off x="1231" y="4253"/>
                              <a:ext cx="2290" cy="1412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5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left:0;text-align:left;margin-left:-36.25pt;margin-top:22.2pt;width:499.85pt;height:500.4pt;z-index:251656704" coordorigin="973,2429" coordsize="9877,9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">
                <v:line id="Line 48" o:spid="_x0000_s1027" style="position:absolute;flip:x;visibility:visible;mso-wrap-style:square" from="2627,12133" to="4659,1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kI/MQAAADaAAAADwAAAGRycy9kb3ducmV2LnhtbESPX2vCMBTF3wf7DuEOfFvTCcqoRtkU&#10;ZQp7sKvi46W5tmXNTUkyrX76ZSDs8XD+/DjTeW9acSbnG8sKXpIUBHFpdcOVguJr9fwKwgdkja1l&#10;UnAlD/PZ48MUM20vvKNzHioRR9hnqKAOocuk9GVNBn1iO+LonawzGKJ0ldQOL3HctHKYpmNpsOFI&#10;qLGjRU3ld/5jImS/HhXv22V62x03n5VpDpI2B6UGT/3bBESgPvyH7+0PrWAIf1fiDZ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2Qj8xAAAANoAAAAPAAAAAAAAAAAA&#10;AAAAAKECAABkcnMvZG93bnJldi54bWxQSwUGAAAAAAQABAD5AAAAkgMAAAAA&#10;" strokecolor="#ff5050" strokeweight="3pt"/>
                <v:group id="Group 50" o:spid="_x0000_s1028" style="position:absolute;left:4649;top:11709;width:5092;height:608" coordorigin="4649,11709" coordsize="5092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1" o:spid="_x0000_s1029" style="position:absolute;left:6705;top:11709;width:3036;height:608" coordorigin="6705,11709" coordsize="3036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38" o:spid="_x0000_s1030" style="position:absolute;left:9255;top:11709;width:486;height:412;visibility:visible;mso-wrap-style:square;v-text-anchor:top" coordsize="48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VRJ8IA&#10;AADaAAAADwAAAGRycy9kb3ducmV2LnhtbESP3YrCMBSE7xd8h3AE79bUX6Q2iojC4sWK1Qc4NKc/&#10;2JzUJtru25uFhb0cZuYbJtn2phYval1lWcFkHIEgzqyuuFBwux4/VyCcR9ZYWyYFP+Rguxl8JBhr&#10;2/GFXqkvRICwi1FB6X0TS+mykgy6sW2Ig5fb1qAPsi2kbrELcFPLaRQtpcGKw0KJDe1Lyu7p0yiY&#10;1d0hn8ya8/zYL3fV/PuRUndSajTsd2sQnnr/H/5rf2kFC/i9Em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xVEnwgAAANoAAAAPAAAAAAAAAAAAAAAAAJgCAABkcnMvZG93&#10;bnJldi54bWxQSwUGAAAAAAQABAD1AAAAhwMAAAAA&#10;" path="m480,c456,109,432,219,352,292,272,365,136,402,,440e" filled="f" strokecolor="#ff5050" strokeweight="3pt">
                      <v:path arrowok="t" o:connecttype="custom" o:connectlocs="486,0;356,273;0,412" o:connectangles="0,0,0"/>
                    </v:shape>
                    <v:line id="Line 39" o:spid="_x0000_s1031" style="position:absolute;flip:x;visibility:visible;mso-wrap-style:square" from="7275,12125" to="9271,1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IO/8QAAADaAAAADwAAAGRycy9kb3ducmV2LnhtbESPzWrCQBSF90LfYbgFdzqpoJSYSWgV&#10;pQpdaDW4vGSuSWjmTsiMmvr0nYLQ5eH8fJwk600jrtS52rKCl3EEgriwuuZSweFrNXoF4TyyxsYy&#10;KfghB1n6NEgw1vbGO7rufSnCCLsYFVTet7GUrqjIoBvbljh4Z9sZ9EF2pdQd3sK4aeQkimbSYM2B&#10;UGFLi4qK7/3FBMhxPT28b5fRfXfafJamziVtcqWGz/3bHISn3v+HH+0PrWAGf1fCDZDp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4g7/xAAAANoAAAAPAAAAAAAAAAAA&#10;AAAAAKECAABkcnMvZG93bnJldi54bWxQSwUGAAAAAAQABAD5AAAAkgMAAAAA&#10;" strokecolor="#ff5050" strokeweight="3pt"/>
                    <v:shape id="Freeform 40" o:spid="_x0000_s1032" style="position:absolute;left:6705;top:12121;width:594;height:196;visibility:visible;mso-wrap-style:square;v-text-anchor:top" coordsize="59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OVKcEA&#10;AADaAAAADwAAAGRycy9kb3ducmV2LnhtbESPQYvCMBSE74L/ITxhb5q6i1aqUXRhQS8LVkGPj+bZ&#10;FJuX0mS1/nuzIHgcZuYbZrHqbC1u1PrKsYLxKAFBXDhdcangePgZzkD4gKyxdkwKHuRhtez3Fphp&#10;d+c93fJQighhn6ECE0KTSekLQxb9yDXE0bu41mKIsi2lbvEe4baWn0kylRYrjgsGG/o2VFzzPxsp&#10;m/M2z2tturRgPz797q6br4lSH4NuPQcRqAvv8Ku91QpS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TlSnBAAAA2gAAAA8AAAAAAAAAAAAAAAAAmAIAAGRycy9kb3du&#10;cmV2LnhtbFBLBQYAAAAABAAEAPUAAACGAwAAAAA=&#10;" path="m594,c474,9,355,19,256,52,157,85,78,140,,196e" filled="f" strokecolor="#ff5050" strokeweight="3pt">
                      <v:path arrowok="t" o:connecttype="custom" o:connectlocs="594,0;256,52;0,196" o:connectangles="0,0,0"/>
                    </v:shape>
                  </v:group>
                  <v:line id="Line 42" o:spid="_x0000_s1033" style="position:absolute;flip:x;visibility:visible;mso-wrap-style:square" from="5175,12309" to="6719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E/FsEAAADaAAAADwAAAGRycy9kb3ducmV2LnhtbERPS2vCQBC+C/0PyxR6040Fi6RupLZU&#10;quDBR4PHITsmodnZkN1q2l/vHASPH997Nu9do87UhdqzgfEoAUVceFtzaeCw/xxOQYWIbLHxTAb+&#10;KMA8exjMMLX+wls672KpJIRDigaqGNtU61BU5DCMfEss3Ml3DqPArtS2w4uEu0Y/J8mLdlizNFTY&#10;0ntFxc/u10nJ93JyWKw/kv/tcbUpXZ1rWuXGPD32b6+gIvXxLr65v6wB2SpX5Abo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MT8WwQAAANoAAAAPAAAAAAAAAAAAAAAA&#10;AKECAABkcnMvZG93bnJldi54bWxQSwUGAAAAAAQABAD5AAAAjwMAAAAA&#10;" strokecolor="#ff5050" strokeweight="3pt"/>
                  <v:shape id="Freeform 49" o:spid="_x0000_s1034" style="position:absolute;left:4649;top:12137;width:534;height:176;visibility:visible;mso-wrap-style:square;v-text-anchor:top" coordsize="51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9OA8IA&#10;AADaAAAADwAAAGRycy9kb3ducmV2LnhtbESPQYvCMBSE78L+h/AW9qapHlatRllkBcGDbBXF26N5&#10;NsXmpTRR239vhAWPw8x8w8yXra3EnRpfOlYwHCQgiHOnSy4UHPbr/gSED8gaK8ekoCMPy8VHb46p&#10;dg/+o3sWChEh7FNUYEKoUyl9bsiiH7iaOHoX11gMUTaF1A0+ItxWcpQk39JiyXHBYE0rQ/k1u1kF&#10;Wae5W+3G52kwW1wPT7fd75GU+vpsf2YgArXhHf5vb7SCKbyux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04DwgAAANoAAAAPAAAAAAAAAAAAAAAAAJgCAABkcnMvZG93&#10;bnJldi54bWxQSwUGAAAAAAQABAD1AAAAhwMAAAAA&#10;" path="m,8c4,4,9,,48,8v39,8,108,20,186,48c312,84,414,130,516,176e" filled="f" strokecolor="#ff5050" strokeweight="3pt">
                    <v:path arrowok="t" o:connecttype="custom" o:connectlocs="0,8;50,8;242,56;534,176" o:connectangles="0,0,0,0"/>
                  </v:shape>
                </v:group>
                <v:shape id="Freeform 51" o:spid="_x0000_s1035" style="position:absolute;left:2087;top:11713;width:546;height:436;visibility:visible;mso-wrap-style:square;v-text-anchor:top" coordsize="546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qSPcUA&#10;AADbAAAADwAAAGRycy9kb3ducmV2LnhtbESPS0/DQAyE70j8h5WRuKB2U15CoduKp1oOHJqinq2s&#10;yUZkvVHWpOHf4wMSN1sznvm8XE+xMyMNuU3sYDEvwBDXybfcOPjYv87uwGRB9tglJgc/lGG9Oj1Z&#10;YunTkXc0VtIYDeFcooMg0pfW5jpQxDxPPbFqn2mIKLoOjfUDHjU8dvayKG5txJa1IWBPT4Hqr+o7&#10;OnjpDmFzdb25kMP7YiePz2+xGm+cOz+bHu7BCE3yb/673nrFV3r9RQew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SpI9xQAAANsAAAAPAAAAAAAAAAAAAAAAAJgCAABkcnMv&#10;ZG93bnJldi54bWxQSwUGAAAAAAQABAD1AAAAigMAAAAA&#10;" path="m546,436c423,401,300,367,216,316,132,265,78,185,42,132,6,79,3,39,,e" filled="f" strokecolor="#ff5050" strokeweight="3pt">
                  <v:path arrowok="t" o:connecttype="custom" o:connectlocs="546,436;216,316;42,132;0,0" o:connectangles="0,0,0,0"/>
                </v:shape>
                <v:line id="Line 53" o:spid="_x0000_s1036" style="position:absolute;flip:x y;visibility:visible;mso-wrap-style:square" from="1865,8985" to="2093,11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Gc88QAAADbAAAADwAAAGRycy9kb3ducmV2LnhtbESPQYvCMBCF74L/IYywF9HUhZVajSKC&#10;4EEWthW8Ds3YFptJbaKt/nqzsLC3Gd5737xZbXpTiwe1rrKsYDaNQBDnVldcKDhl+0kMwnlkjbVl&#10;UvAkB5v1cLDCRNuOf+iR+kIECLsEFZTeN4mULi/JoJvahjhoF9sa9GFtC6lb7ALc1PIziubSYMXh&#10;QokN7UrKr+ndBMqx+D7XmVkY95VebuPtq4vHmVIfo367BOGp9//mv/RBh/oz+P0lDCD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wZzzxAAAANsAAAAPAAAAAAAAAAAA&#10;AAAAAKECAABkcnMvZG93bnJldi54bWxQSwUGAAAAAAQABAD5AAAAkgMAAAAA&#10;" strokecolor="#ff5050" strokeweight="3pt"/>
                <v:line id="Line 54" o:spid="_x0000_s1037" style="position:absolute;flip:x y;visibility:visible;mso-wrap-style:square" from="999,6333" to="1873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MChMQAAADbAAAADwAAAGRycy9kb3ducmV2LnhtbESPQYvCMBCF74L/IcyCF1lThZXaNYoI&#10;godlwVbwOjRjW7aZ1Cbarr/eCIK3Gd5737xZrntTixu1rrKsYDqJQBDnVldcKDhmu88YhPPIGmvL&#10;pOCfHKxXw8ESE207PtAt9YUIEHYJKii9bxIpXV6SQTexDXHQzrY16MPaFlK32AW4qeUsiubSYMXh&#10;QokNbUvK/9KrCZSf4vdUZ2Zh3Fd6vow39y4eZ0qNPvrNNwhPvX+bX+m9DvVn8PwlDC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EwKExAAAANsAAAAPAAAAAAAAAAAA&#10;AAAAAKECAABkcnMvZG93bnJldi54bWxQSwUGAAAAAAQABAD5AAAAkgMAAAAA&#10;" strokecolor="#ff5050" strokeweight="3pt"/>
                <v:group id="Group 57" o:spid="_x0000_s1038" style="position:absolute;left:973;top:2429;width:9877;height:9280" coordorigin="973,2429" coordsize="9877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34" o:spid="_x0000_s1039" style="position:absolute;left:3511;top:2429;width:7339;height:9280" coordorigin="3511,2429" coordsize="7339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23" o:spid="_x0000_s1040" style="position:absolute;left:3511;top:2429;width:4754;height:1832" coordorigin="3511,2429" coordsize="4754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7" o:spid="_x0000_s1041" style="position:absolute;left:3511;top:2429;width:3262;height:1832" coordorigin="3511,2429" coordsize="3262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8" o:spid="_x0000_s1042" style="position:absolute;flip:y;visibility:visible;mso-wrap-style:square" from="3511,2517" to="569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ghZcQAAADbAAAADwAAAGRycy9kb3ducmV2LnhtbESPT4vCMBDF74LfIYzgTVMXVpdqlNVl&#10;RQUP/sXj0My2xWZSmqjVT28EYW8zvDfv92Y0qU0hrlS53LKCXjcCQZxYnXOqYL/77XyBcB5ZY2GZ&#10;FNzJwWTcbIww1vbGG7pufSpCCLsYFWTel7GULsnIoOvakjhof7Yy6MNapVJXeAvhppAfUdSXBnMO&#10;hAxLmmWUnLcXEyCH+ed+uvqJHpvTcp2a/ChpeVSq3aq/hyA81f7f/L5e6FB/AK9fwgBy/A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GCFlxAAAANsAAAAPAAAAAAAAAAAA&#10;AAAAAKECAABkcnMvZG93bnJldi54bWxQSwUGAAAAAAQABAD5AAAAkgMAAAAA&#10;" strokecolor="#ff5050" strokeweight="3pt"/>
                        <v:shape id="Freeform 12" o:spid="_x0000_s1043" style="position:absolute;left:5685;top:2429;width:1088;height:592;visibility:visible;mso-wrap-style:square;v-text-anchor:top" coordsize="1088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V2sAA&#10;AADbAAAADwAAAGRycy9kb3ducmV2LnhtbESPQWvDMAyF74P+B6PBbquyHbaS1S1hdNDrujF6FLHq&#10;hMRysN02/ffTYbCbxHt679N6O4fRXDjlPoqFp2UFhqWNrhdv4fvr43EFJhcSR2MUtnDjDNvN4m5N&#10;tYtX+eTLoXijIZJrstCVMtWIue04UF7GiUW1U0yBiq7Jo0t01fAw4nNVvWCgXrSho4nfO26HwzlY&#10;eB2OXhLS0Kx+zo14HPAUd9Y+3M/NG5jCc/k3/13vneIrrP6iA+D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2wV2sAAAADbAAAADwAAAAAAAAAAAAAAAACYAgAAZHJzL2Rvd25y&#10;ZXYueG1sUEsFBgAAAAAEAAQA9QAAAIUDAAAAAA==&#10;" path="m,104c69,52,138,,218,v80,,117,5,262,104c625,203,987,511,1088,592e" filled="f" strokecolor="#ff5050" strokeweight="3pt">
                          <v:path arrowok="t" o:connecttype="custom" o:connectlocs="0,104;218,0;480,104;1088,592" o:connectangles="0,0,0,0"/>
                        </v:shape>
                      </v:group>
                      <v:line id="Line 20" o:spid="_x0000_s1044" style="position:absolute;visibility:visible;mso-wrap-style:square" from="6773,3021" to="8265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7fHsIAAADbAAAADwAAAGRycy9kb3ducmV2LnhtbERPS2vCQBC+C/6HZQRvZqNC2qRZRQqF&#10;HnIxFdrjNDt5YHY2Zrea9te7hUJv8/E9J99PphdXGl1nWcE6ikEQV1Z33Cg4vb2sHkE4j6yxt0wK&#10;vsnBfjef5Zhpe+MjXUvfiBDCLkMFrfdDJqWrWjLoIjsQB662o0Ef4NhIPeIthJtebuI4kQY7Dg0t&#10;DvTcUnUuv4wC3G7qU118fD7Iumi8SZP3n/Ki1HIxHZ5AeJr8v/jP/arD/BR+fwkH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7fHsIAAADbAAAADwAAAAAAAAAAAAAA&#10;AAChAgAAZHJzL2Rvd25yZXYueG1sUEsFBgAAAAAEAAQA+QAAAJADAAAAAA==&#10;" strokecolor="#ff5050" strokeweight="3pt"/>
                    </v:group>
                    <v:line id="Line 21" o:spid="_x0000_s1045" style="position:absolute;visibility:visible;mso-wrap-style:square" from="8251,4213" to="10583,5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i8PsIAAADbAAAADwAAAGRycy9kb3ducmV2LnhtbERPy2rCQBTdF/oPwy24ayaNkLYxoxRB&#10;cJGNqdAur5mbB83cSTOjRr/eWQguD+edrybTixONrrOs4C2KQRBXVnfcKNh/b14/QDiPrLG3TAou&#10;5GC1fH7KMdP2zDs6lb4RIYRdhgpa74dMSle1ZNBFdiAOXG1Hgz7AsZF6xHMIN71M4jiVBjsODS0O&#10;tG6p+iuPRgHOk3pfF7+Hd1kXjTef6c+1/Fdq9jJ9LUB4mvxDfHdvtYIkrA9fwg+Q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i8PsIAAADbAAAADwAAAAAAAAAAAAAA&#10;AAChAgAAZHJzL2Rvd25yZXYueG1sUEsFBgAAAAAEAAQA+QAAAJADAAAAAA==&#10;" strokecolor="#ff5050" strokeweight="3pt"/>
                    <v:shape id="Freeform 29" o:spid="_x0000_s1046" style="position:absolute;left:10561;top:5613;width:289;height:1160;visibility:visible;mso-wrap-style:square;v-text-anchor:top" coordsize="289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OXXsQA&#10;AADbAAAADwAAAGRycy9kb3ducmV2LnhtbESPQWvCQBSE74X+h+UVvNVNhAaJriEVCkX0oK2gt0f2&#10;mcRm34bsNib/3hUKPQ4z8w2zzAbTiJ46V1tWEE8jEMSF1TWXCr6/Pl7nIJxH1thYJgUjOchWz09L&#10;TLW98Z76gy9FgLBLUUHlfZtK6YqKDLqpbYmDd7GdQR9kV0rd4S3ATSNnUZRIgzWHhQpbWldU/Bx+&#10;jYLj29Ylm7k9Xd8RcRdt1mefj0pNXoZ8AcLT4P/Df+1PrWAWw+NL+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zl17EAAAA2wAAAA8AAAAAAAAAAAAAAAAAmAIAAGRycy9k&#10;b3ducmV2LnhtbFBLBQYAAAAABAAEAPUAAACJAwAAAAA=&#10;" path="m,c97,78,195,156,240,276v45,120,49,297,30,444c251,867,189,1013,128,1160e" filled="f" strokecolor="#ff5050" strokeweight="3pt">
                      <v:path arrowok="t" o:connecttype="custom" o:connectlocs="0,0;240,276;270,720;128,1160" o:connectangles="0,0,0,0"/>
                    </v:shape>
                    <v:line id="Line 31" o:spid="_x0000_s1047" style="position:absolute;flip:x;visibility:visible;mso-wrap-style:square" from="9981,6729" to="10703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IQMMAAADbAAAADwAAAGRycy9kb3ducmV2LnhtbESPS4vCMBSF9wP+h3AFd2NqwUGqUXyg&#10;jIILn7i8NNe22NyUJqMdf/1kQHB5OI+PM5o0phR3ql1hWUGvG4EgTq0uOFNwPCw/ByCcR9ZYWiYF&#10;v+RgMm59jDDR9sE7uu99JsIIuwQV5N5XiZQuzcmg69qKOHhXWxv0QdaZ1DU+wrgpZRxFX9JgwYGQ&#10;Y0XznNLb/scEyGnVP842i+i5u6y3mSnOktZnpTrtZjoE4anx7/Cr/a0VxDH8fwk/QI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DSEDDAAAA2wAAAA8AAAAAAAAAAAAA&#10;AAAAoQIAAGRycy9kb3ducmV2LnhtbFBLBQYAAAAABAAEAPkAAACRAwAAAAA=&#10;" strokecolor="#ff5050" strokeweight="3pt"/>
                    <v:line id="Line 33" o:spid="_x0000_s1048" style="position:absolute;flip:x;visibility:visible;mso-wrap-style:square" from="9735,8949" to="9989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/t28MAAADbAAAADwAAAGRycy9kb3ducmV2LnhtbESPS4vCMBSF94L/IVzBnaYqM0g1ig8c&#10;xgEXPnF5aa5tsbkpTdSOv94MDLg8nMfHGU9rU4g7VS63rKDXjUAQJ1bnnCo47FedIQjnkTUWlknB&#10;LzmYTpqNMcbaPnhL951PRRhhF6OCzPsyltIlGRl0XVsSB+9iK4M+yCqVusJHGDeF7EfRpzSYcyBk&#10;WNIio+S6u5kAOX59HOY/y+i5Pa83qclPktYnpdqtejYC4an27/B/+1sr6A/g70v4AXLy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P7dvDAAAA2wAAAA8AAAAAAAAAAAAA&#10;AAAAoQIAAGRycy9kb3ducmV2LnhtbFBLBQYAAAAABAAEAPkAAACRAwAAAAA=&#10;" strokecolor="#ff5050" strokeweight="3pt"/>
                  </v:group>
                  <v:shape id="Freeform 55" o:spid="_x0000_s1049" style="position:absolute;left:973;top:5657;width:264;height:680;visibility:visible;mso-wrap-style:square;v-text-anchor:top" coordsize="26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h3Y8QA&#10;AADbAAAADwAAAGRycy9kb3ducmV2LnhtbESPQWvCQBSE70L/w/IKvemmQapGV4ktSsGTUcHjI/tM&#10;QrNvw+5W47/vFgSPw8x8wyxWvWnFlZxvLCt4HyUgiEurG64UHA+b4RSED8gaW8uk4E4eVsuXwQIz&#10;bW+8p2sRKhEh7DNUUIfQZVL6siaDfmQ74uhdrDMYonSV1A5vEW5amSbJhzTYcFyosaPPmsqf4tco&#10;6I+Tu2xcPluP8/VXe5Lb3fmcKvX22udzEIH68Aw/2t9aQTqG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4d2PEAAAA2wAAAA8AAAAAAAAAAAAAAAAAmAIAAGRycy9k&#10;b3ducmV2LnhtbFBLBQYAAAAABAAEAPUAAACJAwAAAAA=&#10;" path="m24,680c12,567,,454,18,360,36,266,91,176,132,116,173,56,218,28,264,e" filled="f" strokecolor="#ff5050" strokeweight="3pt">
                    <v:path arrowok="t" o:connecttype="custom" o:connectlocs="24,680;18,360;132,116;264,0" o:connectangles="0,0,0,0"/>
                  </v:shape>
                  <v:line id="Line 56" o:spid="_x0000_s1050" style="position:absolute;flip:y;visibility:visible;mso-wrap-style:square" from="1231,4253" to="3521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rQNMQAAADbAAAADwAAAGRycy9kb3ducmV2LnhtbESPzWrCQBSF94W+w3CF7urEQIqkjmIr&#10;Fi240Kq4vGSuSWjmTsiMSdqndwTB5eH8fJzJrDeVaKlxpWUFo2EEgjizuuRcwf5n+ToG4Tyyxsoy&#10;KfgjB7Pp89MEU2073lK787kII+xSVFB4X6dSuqwgg25oa+LgnW1j0AfZ5FI32IVxU8k4it6kwZID&#10;ocCaPgvKfncXEyCHr2T/8b2I/ren9SY35VHS+qjUy6Cfv4Pw1PtH+N5eaQVxArcv4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6tA0xAAAANsAAAAPAAAAAAAAAAAA&#10;AAAAAKECAABkcnMvZG93bnJldi54bWxQSwUGAAAAAAQABAD5AAAAkgMAAAAA&#10;" strokecolor="#ff5050" strokeweight="3pt"/>
                </v:group>
              </v:group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E8" w:rsidRDefault="00D62CE8" w:rsidP="00692984">
      <w:r>
        <w:separator/>
      </w:r>
    </w:p>
  </w:endnote>
  <w:endnote w:type="continuationSeparator" w:id="0">
    <w:p w:rsidR="00D62CE8" w:rsidRDefault="00D62CE8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E8" w:rsidRDefault="00D62CE8" w:rsidP="00692984">
      <w:r>
        <w:separator/>
      </w:r>
    </w:p>
  </w:footnote>
  <w:footnote w:type="continuationSeparator" w:id="0">
    <w:p w:rsidR="00D62CE8" w:rsidRDefault="00D62CE8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26088"/>
    <w:rsid w:val="000605F2"/>
    <w:rsid w:val="00100B75"/>
    <w:rsid w:val="00163E1A"/>
    <w:rsid w:val="00222EAE"/>
    <w:rsid w:val="00595BDC"/>
    <w:rsid w:val="00692984"/>
    <w:rsid w:val="006B4A17"/>
    <w:rsid w:val="00833647"/>
    <w:rsid w:val="00905425"/>
    <w:rsid w:val="0095180C"/>
    <w:rsid w:val="00AA18A3"/>
    <w:rsid w:val="00C20BD0"/>
    <w:rsid w:val="00D62CE8"/>
    <w:rsid w:val="00E7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5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5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3</cp:revision>
  <cp:lastPrinted>2005-06-06T02:27:00Z</cp:lastPrinted>
  <dcterms:created xsi:type="dcterms:W3CDTF">2016-12-13T08:40:00Z</dcterms:created>
  <dcterms:modified xsi:type="dcterms:W3CDTF">2016-12-16T02:51:00Z</dcterms:modified>
</cp:coreProperties>
</file>