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D04D8C">
      <w:bookmarkStart w:id="0" w:name="_GoBack"/>
      <w:r w:rsidRPr="00D04D8C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5F34AA" wp14:editId="4874574B">
                <wp:simplePos x="0" y="0"/>
                <wp:positionH relativeFrom="column">
                  <wp:posOffset>-73660</wp:posOffset>
                </wp:positionH>
                <wp:positionV relativeFrom="paragraph">
                  <wp:posOffset>6810375</wp:posOffset>
                </wp:positionV>
                <wp:extent cx="2324100" cy="0"/>
                <wp:effectExtent l="0" t="0" r="0" b="19050"/>
                <wp:wrapNone/>
                <wp:docPr id="2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pt,536.25pt" to="177.2pt,5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" strokecolor="red" strokeweight="2pt">
                <v:stroke dashstyle="1 1" endcap="round"/>
              </v:line>
            </w:pict>
          </mc:Fallback>
        </mc:AlternateContent>
      </w:r>
      <w:r w:rsidRPr="00D04D8C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80EB6F" wp14:editId="00D4C391">
                <wp:simplePos x="0" y="0"/>
                <wp:positionH relativeFrom="column">
                  <wp:posOffset>-74930</wp:posOffset>
                </wp:positionH>
                <wp:positionV relativeFrom="paragraph">
                  <wp:posOffset>6810697</wp:posOffset>
                </wp:positionV>
                <wp:extent cx="1943100" cy="1559560"/>
                <wp:effectExtent l="0" t="0" r="0" b="2540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D8C" w:rsidRDefault="00D04D8C" w:rsidP="00D04D8C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D04D8C" w:rsidRDefault="00D04D8C" w:rsidP="00D04D8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5.9pt;margin-top:536.3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zSuAIAALw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" filled="f" stroked="f">
                <v:textbox>
                  <w:txbxContent>
                    <w:p w:rsidR="00D04D8C" w:rsidRDefault="00D04D8C" w:rsidP="00D04D8C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D04D8C" w:rsidRDefault="00D04D8C" w:rsidP="00D04D8C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692" behindDoc="0" locked="0" layoutInCell="1" allowOverlap="1">
                <wp:simplePos x="0" y="0"/>
                <wp:positionH relativeFrom="column">
                  <wp:posOffset>-1962</wp:posOffset>
                </wp:positionH>
                <wp:positionV relativeFrom="paragraph">
                  <wp:posOffset>1823919</wp:posOffset>
                </wp:positionV>
                <wp:extent cx="5520690" cy="2009775"/>
                <wp:effectExtent l="57150" t="381000" r="60960" b="390525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552069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CF688E" w:rsidRDefault="008E2D39" w:rsidP="008E2D39">
                            <w:pPr>
                              <w:rPr>
                                <w:rFonts w:ascii="Cooper Black" w:hAnsi="Cooper Black"/>
                                <w:color w:val="FFFFFF" w:themeColor="background1"/>
                                <w:sz w:val="280"/>
                                <w:szCs w:val="144"/>
                              </w:rPr>
                            </w:pPr>
                            <w:r w:rsidRPr="00CF688E">
                              <w:rPr>
                                <w:rFonts w:ascii="Cooper Black" w:hAnsi="Cooper Black"/>
                                <w:color w:val="FFFFFF" w:themeColor="background1"/>
                                <w:sz w:val="280"/>
                                <w:szCs w:val="144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5" o:spid="_x0000_s1027" type="#_x0000_t202" style="position:absolute;left:0;text-align:left;margin-left:-.15pt;margin-top:143.6pt;width:434.7pt;height:158.25pt;rotation:-570707fd;z-index:2516456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" filled="f" stroked="f" strokeweight=".5pt">
                <v:textbox>
                  <w:txbxContent>
                    <w:p w:rsidR="008E2D39" w:rsidRPr="00CF688E" w:rsidRDefault="008E2D39" w:rsidP="008E2D39">
                      <w:pPr>
                        <w:rPr>
                          <w:rFonts w:ascii="Cooper Black" w:hAnsi="Cooper Black"/>
                          <w:color w:val="FFFFFF" w:themeColor="background1"/>
                          <w:sz w:val="280"/>
                          <w:szCs w:val="144"/>
                        </w:rPr>
                      </w:pPr>
                      <w:r w:rsidRPr="00CF688E">
                        <w:rPr>
                          <w:rFonts w:ascii="Cooper Black" w:hAnsi="Cooper Black"/>
                          <w:color w:val="FFFFFF" w:themeColor="background1"/>
                          <w:sz w:val="280"/>
                          <w:szCs w:val="144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716" behindDoc="0" locked="0" layoutInCell="1" allowOverlap="1">
                <wp:simplePos x="0" y="0"/>
                <wp:positionH relativeFrom="column">
                  <wp:posOffset>369513</wp:posOffset>
                </wp:positionH>
                <wp:positionV relativeFrom="paragraph">
                  <wp:posOffset>2985969</wp:posOffset>
                </wp:positionV>
                <wp:extent cx="3427095" cy="2694305"/>
                <wp:effectExtent l="133350" t="228600" r="116205" b="22034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3427095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CF688E" w:rsidRDefault="008E2D39" w:rsidP="008E2D39">
                            <w:pPr>
                              <w:rPr>
                                <w:rFonts w:ascii="Cooper Black" w:hAnsi="Cooper Black"/>
                                <w:color w:val="FFFFFF" w:themeColor="background1"/>
                                <w:sz w:val="360"/>
                                <w:szCs w:val="144"/>
                              </w:rPr>
                            </w:pPr>
                            <w:r w:rsidRPr="00CF688E">
                              <w:rPr>
                                <w:rFonts w:ascii="Cooper Black" w:hAnsi="Cooper Black" w:hint="eastAsia"/>
                                <w:color w:val="FFFFFF" w:themeColor="background1"/>
                                <w:sz w:val="360"/>
                                <w:szCs w:val="14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6" o:spid="_x0000_s1028" type="#_x0000_t202" style="position:absolute;left:0;text-align:left;margin-left:29.1pt;margin-top:235.1pt;width:269.85pt;height:212.15pt;rotation:-570707fd;z-index:2516467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" filled="f" stroked="f" strokeweight=".5pt">
                <v:textbox>
                  <w:txbxContent>
                    <w:p w:rsidR="008E2D39" w:rsidRPr="00CF688E" w:rsidRDefault="008E2D39" w:rsidP="008E2D39">
                      <w:pPr>
                        <w:rPr>
                          <w:rFonts w:ascii="Cooper Black" w:hAnsi="Cooper Black"/>
                          <w:color w:val="FFFFFF" w:themeColor="background1"/>
                          <w:sz w:val="360"/>
                          <w:szCs w:val="144"/>
                        </w:rPr>
                      </w:pPr>
                      <w:r w:rsidRPr="00CF688E">
                        <w:rPr>
                          <w:rFonts w:ascii="Cooper Black" w:hAnsi="Cooper Black" w:hint="eastAsia"/>
                          <w:color w:val="FFFFFF" w:themeColor="background1"/>
                          <w:sz w:val="360"/>
                          <w:szCs w:val="1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740" behindDoc="0" locked="0" layoutInCell="1" allowOverlap="1">
                <wp:simplePos x="0" y="0"/>
                <wp:positionH relativeFrom="column">
                  <wp:posOffset>3407988</wp:posOffset>
                </wp:positionH>
                <wp:positionV relativeFrom="paragraph">
                  <wp:posOffset>3462219</wp:posOffset>
                </wp:positionV>
                <wp:extent cx="1359535" cy="1497330"/>
                <wp:effectExtent l="57150" t="76200" r="31115" b="8382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1359535" cy="149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CF688E" w:rsidRDefault="008E2D39" w:rsidP="008E2D39">
                            <w:pPr>
                              <w:rPr>
                                <w:rFonts w:ascii="Cooper Black" w:hAnsi="Cooper Black"/>
                                <w:color w:val="FFFFFF" w:themeColor="background1"/>
                                <w:sz w:val="200"/>
                                <w:szCs w:val="144"/>
                              </w:rPr>
                            </w:pPr>
                            <w:r w:rsidRPr="00CF688E">
                              <w:rPr>
                                <w:rFonts w:ascii="Cooper Black" w:hAnsi="Cooper Black" w:hint="eastAsia"/>
                                <w:color w:val="FFFFFF" w:themeColor="background1"/>
                                <w:sz w:val="200"/>
                                <w:szCs w:val="144"/>
                              </w:rPr>
                              <w:t>%</w:t>
                            </w:r>
                          </w:p>
                          <w:p w:rsidR="008E2D39" w:rsidRPr="00CF688E" w:rsidRDefault="008E2D39" w:rsidP="008E2D39">
                            <w:pPr>
                              <w:rPr>
                                <w:rFonts w:ascii="Cooper Black" w:hAnsi="Cooper Black"/>
                                <w:color w:val="FFFFFF" w:themeColor="background1"/>
                                <w:sz w:val="200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7" o:spid="_x0000_s1029" type="#_x0000_t202" style="position:absolute;left:0;text-align:left;margin-left:268.35pt;margin-top:272.6pt;width:107.05pt;height:117.9pt;rotation:-570707fd;z-index:2516477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" filled="f" stroked="f" strokeweight=".5pt">
                <v:textbox>
                  <w:txbxContent>
                    <w:p w:rsidR="008E2D39" w:rsidRPr="00CF688E" w:rsidRDefault="008E2D39" w:rsidP="008E2D39">
                      <w:pPr>
                        <w:rPr>
                          <w:rFonts w:ascii="Cooper Black" w:hAnsi="Cooper Black"/>
                          <w:color w:val="FFFFFF" w:themeColor="background1"/>
                          <w:sz w:val="200"/>
                          <w:szCs w:val="144"/>
                        </w:rPr>
                      </w:pPr>
                      <w:r w:rsidRPr="00CF688E">
                        <w:rPr>
                          <w:rFonts w:ascii="Cooper Black" w:hAnsi="Cooper Black" w:hint="eastAsia"/>
                          <w:color w:val="FFFFFF" w:themeColor="background1"/>
                          <w:sz w:val="200"/>
                          <w:szCs w:val="144"/>
                        </w:rPr>
                        <w:t>%</w:t>
                      </w:r>
                    </w:p>
                    <w:p w:rsidR="008E2D39" w:rsidRPr="00CF688E" w:rsidRDefault="008E2D39" w:rsidP="008E2D39">
                      <w:pPr>
                        <w:rPr>
                          <w:rFonts w:ascii="Cooper Black" w:hAnsi="Cooper Black"/>
                          <w:color w:val="FFFFFF" w:themeColor="background1"/>
                          <w:sz w:val="200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39" behindDoc="0" locked="0" layoutInCell="1" allowOverlap="1">
                <wp:simplePos x="0" y="0"/>
                <wp:positionH relativeFrom="column">
                  <wp:posOffset>2141163</wp:posOffset>
                </wp:positionH>
                <wp:positionV relativeFrom="paragraph">
                  <wp:posOffset>4567119</wp:posOffset>
                </wp:positionV>
                <wp:extent cx="2996565" cy="200977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CF688E" w:rsidRDefault="008E2D39" w:rsidP="008E2D39">
                            <w:pPr>
                              <w:rPr>
                                <w:rFonts w:ascii="Cooper Black" w:hAnsi="Cooper Black"/>
                                <w:color w:val="FFFFFF" w:themeColor="background1"/>
                                <w:sz w:val="280"/>
                                <w:szCs w:val="144"/>
                              </w:rPr>
                            </w:pPr>
                            <w:r w:rsidRPr="00CF688E">
                              <w:rPr>
                                <w:rFonts w:ascii="Cooper Black" w:hAnsi="Cooper Black" w:hint="eastAsia"/>
                                <w:color w:val="FFFFFF" w:themeColor="background1"/>
                                <w:sz w:val="280"/>
                                <w:szCs w:val="1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8" o:spid="_x0000_s1030" type="#_x0000_t202" style="position:absolute;left:0;text-align:left;margin-left:168.6pt;margin-top:359.6pt;width:235.95pt;height:158.25pt;z-index:2516413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" filled="f" stroked="f" strokeweight=".5pt">
                <v:textbox>
                  <w:txbxContent>
                    <w:p w:rsidR="008E2D39" w:rsidRPr="00CF688E" w:rsidRDefault="008E2D39" w:rsidP="008E2D39">
                      <w:pPr>
                        <w:rPr>
                          <w:rFonts w:ascii="Cooper Black" w:hAnsi="Cooper Black"/>
                          <w:color w:val="FFFFFF" w:themeColor="background1"/>
                          <w:sz w:val="280"/>
                          <w:szCs w:val="144"/>
                        </w:rPr>
                      </w:pPr>
                      <w:r w:rsidRPr="00CF688E">
                        <w:rPr>
                          <w:rFonts w:ascii="Cooper Black" w:hAnsi="Cooper Black" w:hint="eastAsia"/>
                          <w:color w:val="FFFFFF" w:themeColor="background1"/>
                          <w:sz w:val="280"/>
                          <w:szCs w:val="1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0" behindDoc="0" locked="0" layoutInCell="1" allowOverlap="1" wp14:anchorId="3C61F481" wp14:editId="14EDBC74">
                <wp:simplePos x="0" y="0"/>
                <wp:positionH relativeFrom="column">
                  <wp:posOffset>-97496</wp:posOffset>
                </wp:positionH>
                <wp:positionV relativeFrom="paragraph">
                  <wp:posOffset>1701089</wp:posOffset>
                </wp:positionV>
                <wp:extent cx="5520690" cy="2009775"/>
                <wp:effectExtent l="57150" t="381000" r="60960" b="390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552069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8E2D39" w:rsidRDefault="008E2D39" w:rsidP="008E2D39">
                            <w:pPr>
                              <w:rPr>
                                <w:rFonts w:ascii="Cooper Black" w:hAnsi="Cooper Black"/>
                                <w:color w:val="403152" w:themeColor="accent4" w:themeShade="80"/>
                                <w:sz w:val="280"/>
                                <w:szCs w:val="144"/>
                              </w:rPr>
                            </w:pPr>
                            <w:r w:rsidRPr="008E2D39">
                              <w:rPr>
                                <w:rFonts w:ascii="Cooper Black" w:hAnsi="Cooper Black"/>
                                <w:color w:val="403152" w:themeColor="accent4" w:themeShade="80"/>
                                <w:sz w:val="280"/>
                                <w:szCs w:val="144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0" o:spid="_x0000_s1031" type="#_x0000_t202" style="position:absolute;left:0;text-align:left;margin-left:-7.7pt;margin-top:133.95pt;width:434.7pt;height:158.25pt;rotation:-570707fd;z-index:2516490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" filled="f" stroked="f" strokeweight=".5pt">
                <v:textbox>
                  <w:txbxContent>
                    <w:p w:rsidR="008E2D39" w:rsidRPr="008E2D39" w:rsidRDefault="008E2D39" w:rsidP="008E2D39">
                      <w:pPr>
                        <w:rPr>
                          <w:rFonts w:ascii="Cooper Black" w:hAnsi="Cooper Black"/>
                          <w:color w:val="403152" w:themeColor="accent4" w:themeShade="80"/>
                          <w:sz w:val="280"/>
                          <w:szCs w:val="144"/>
                        </w:rPr>
                      </w:pPr>
                      <w:r w:rsidRPr="008E2D39">
                        <w:rPr>
                          <w:rFonts w:ascii="Cooper Black" w:hAnsi="Cooper Black"/>
                          <w:color w:val="403152" w:themeColor="accent4" w:themeShade="80"/>
                          <w:sz w:val="280"/>
                          <w:szCs w:val="144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4" behindDoc="0" locked="0" layoutInCell="1" allowOverlap="1" wp14:anchorId="7F635B78" wp14:editId="21B906AD">
                <wp:simplePos x="0" y="0"/>
                <wp:positionH relativeFrom="column">
                  <wp:posOffset>273979</wp:posOffset>
                </wp:positionH>
                <wp:positionV relativeFrom="paragraph">
                  <wp:posOffset>2863139</wp:posOffset>
                </wp:positionV>
                <wp:extent cx="3427095" cy="2694305"/>
                <wp:effectExtent l="133350" t="228600" r="116205" b="22034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3427095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8E2D39" w:rsidRDefault="008E2D39" w:rsidP="008E2D39">
                            <w:pPr>
                              <w:rPr>
                                <w:rFonts w:ascii="Cooper Black" w:hAnsi="Cooper Black"/>
                                <w:color w:val="403152" w:themeColor="accent4" w:themeShade="80"/>
                                <w:sz w:val="360"/>
                                <w:szCs w:val="144"/>
                              </w:rPr>
                            </w:pPr>
                            <w:r w:rsidRPr="008E2D39">
                              <w:rPr>
                                <w:rFonts w:ascii="Cooper Black" w:hAnsi="Cooper Black" w:hint="eastAsia"/>
                                <w:color w:val="403152" w:themeColor="accent4" w:themeShade="80"/>
                                <w:sz w:val="360"/>
                                <w:szCs w:val="14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1" o:spid="_x0000_s1032" type="#_x0000_t202" style="position:absolute;left:0;text-align:left;margin-left:21.55pt;margin-top:225.45pt;width:269.85pt;height:212.15pt;rotation:-570707fd;z-index:2516500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" filled="f" stroked="f" strokeweight=".5pt">
                <v:textbox>
                  <w:txbxContent>
                    <w:p w:rsidR="008E2D39" w:rsidRPr="008E2D39" w:rsidRDefault="008E2D39" w:rsidP="008E2D39">
                      <w:pPr>
                        <w:rPr>
                          <w:rFonts w:ascii="Cooper Black" w:hAnsi="Cooper Black"/>
                          <w:color w:val="403152" w:themeColor="accent4" w:themeShade="80"/>
                          <w:sz w:val="360"/>
                          <w:szCs w:val="144"/>
                        </w:rPr>
                      </w:pPr>
                      <w:r w:rsidRPr="008E2D39">
                        <w:rPr>
                          <w:rFonts w:ascii="Cooper Black" w:hAnsi="Cooper Black" w:hint="eastAsia"/>
                          <w:color w:val="403152" w:themeColor="accent4" w:themeShade="80"/>
                          <w:sz w:val="360"/>
                          <w:szCs w:val="1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68" behindDoc="0" locked="0" layoutInCell="1" allowOverlap="1" wp14:anchorId="5241ECE5" wp14:editId="4629E30F">
                <wp:simplePos x="0" y="0"/>
                <wp:positionH relativeFrom="column">
                  <wp:posOffset>3312454</wp:posOffset>
                </wp:positionH>
                <wp:positionV relativeFrom="paragraph">
                  <wp:posOffset>3339389</wp:posOffset>
                </wp:positionV>
                <wp:extent cx="1359535" cy="1497330"/>
                <wp:effectExtent l="57150" t="76200" r="31115" b="8382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1359535" cy="149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8E2D39" w:rsidRDefault="008E2D39" w:rsidP="008E2D39">
                            <w:pPr>
                              <w:rPr>
                                <w:rFonts w:ascii="Cooper Black" w:hAnsi="Cooper Black"/>
                                <w:color w:val="403152" w:themeColor="accent4" w:themeShade="80"/>
                                <w:sz w:val="200"/>
                                <w:szCs w:val="144"/>
                              </w:rPr>
                            </w:pPr>
                            <w:r w:rsidRPr="008E2D39">
                              <w:rPr>
                                <w:rFonts w:ascii="Cooper Black" w:hAnsi="Cooper Black" w:hint="eastAsia"/>
                                <w:color w:val="403152" w:themeColor="accent4" w:themeShade="80"/>
                                <w:sz w:val="200"/>
                                <w:szCs w:val="144"/>
                              </w:rPr>
                              <w:t>%a</w:t>
                            </w:r>
                          </w:p>
                          <w:p w:rsidR="008E2D39" w:rsidRPr="008E2D39" w:rsidRDefault="008E2D39" w:rsidP="008E2D39">
                            <w:pPr>
                              <w:rPr>
                                <w:rFonts w:ascii="Cooper Black" w:hAnsi="Cooper Black"/>
                                <w:color w:val="403152" w:themeColor="accent4" w:themeShade="80"/>
                                <w:sz w:val="200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2" o:spid="_x0000_s1033" type="#_x0000_t202" style="position:absolute;left:0;text-align:left;margin-left:260.8pt;margin-top:262.95pt;width:107.05pt;height:117.9pt;rotation:-570707fd;z-index:2516510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" filled="f" stroked="f" strokeweight=".5pt">
                <v:textbox>
                  <w:txbxContent>
                    <w:p w:rsidR="008E2D39" w:rsidRPr="008E2D39" w:rsidRDefault="008E2D39" w:rsidP="008E2D39">
                      <w:pPr>
                        <w:rPr>
                          <w:rFonts w:ascii="Cooper Black" w:hAnsi="Cooper Black"/>
                          <w:color w:val="403152" w:themeColor="accent4" w:themeShade="80"/>
                          <w:sz w:val="200"/>
                          <w:szCs w:val="144"/>
                        </w:rPr>
                      </w:pPr>
                      <w:r w:rsidRPr="008E2D39">
                        <w:rPr>
                          <w:rFonts w:ascii="Cooper Black" w:hAnsi="Cooper Black" w:hint="eastAsia"/>
                          <w:color w:val="403152" w:themeColor="accent4" w:themeShade="80"/>
                          <w:sz w:val="200"/>
                          <w:szCs w:val="144"/>
                        </w:rPr>
                        <w:t>%a</w:t>
                      </w:r>
                    </w:p>
                    <w:p w:rsidR="008E2D39" w:rsidRPr="008E2D39" w:rsidRDefault="008E2D39" w:rsidP="008E2D39">
                      <w:pPr>
                        <w:rPr>
                          <w:rFonts w:ascii="Cooper Black" w:hAnsi="Cooper Black"/>
                          <w:color w:val="403152" w:themeColor="accent4" w:themeShade="80"/>
                          <w:sz w:val="200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72E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4" behindDoc="0" locked="0" layoutInCell="1" allowOverlap="1" wp14:anchorId="4FF8966F" wp14:editId="0EAFEDF4">
                <wp:simplePos x="0" y="0"/>
                <wp:positionH relativeFrom="column">
                  <wp:posOffset>2045629</wp:posOffset>
                </wp:positionH>
                <wp:positionV relativeFrom="paragraph">
                  <wp:posOffset>4444289</wp:posOffset>
                </wp:positionV>
                <wp:extent cx="2996565" cy="2009775"/>
                <wp:effectExtent l="0" t="0" r="0" b="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39" w:rsidRPr="008E2D39" w:rsidRDefault="008E2D39" w:rsidP="008E2D39">
                            <w:pPr>
                              <w:rPr>
                                <w:rFonts w:ascii="Cooper Black" w:hAnsi="Cooper Black"/>
                                <w:color w:val="403152" w:themeColor="accent4" w:themeShade="80"/>
                                <w:sz w:val="280"/>
                                <w:szCs w:val="144"/>
                              </w:rPr>
                            </w:pPr>
                            <w:r w:rsidRPr="008E2D39">
                              <w:rPr>
                                <w:rFonts w:ascii="Cooper Black" w:hAnsi="Cooper Black" w:hint="eastAsia"/>
                                <w:color w:val="403152" w:themeColor="accent4" w:themeShade="80"/>
                                <w:sz w:val="280"/>
                                <w:szCs w:val="1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3" o:spid="_x0000_s1034" type="#_x0000_t202" style="position:absolute;left:0;text-align:left;margin-left:161.05pt;margin-top:349.95pt;width:235.95pt;height:158.25pt;z-index:2516423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" filled="f" stroked="f" strokeweight=".5pt">
                <v:textbox>
                  <w:txbxContent>
                    <w:p w:rsidR="008E2D39" w:rsidRPr="008E2D39" w:rsidRDefault="008E2D39" w:rsidP="008E2D39">
                      <w:pPr>
                        <w:rPr>
                          <w:rFonts w:ascii="Cooper Black" w:hAnsi="Cooper Black"/>
                          <w:color w:val="403152" w:themeColor="accent4" w:themeShade="80"/>
                          <w:sz w:val="280"/>
                          <w:szCs w:val="144"/>
                        </w:rPr>
                      </w:pPr>
                      <w:r w:rsidRPr="008E2D39">
                        <w:rPr>
                          <w:rFonts w:ascii="Cooper Black" w:hAnsi="Cooper Black" w:hint="eastAsia"/>
                          <w:color w:val="403152" w:themeColor="accent4" w:themeShade="80"/>
                          <w:sz w:val="280"/>
                          <w:szCs w:val="1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8E2D3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67" behindDoc="0" locked="0" layoutInCell="1" allowOverlap="1" wp14:anchorId="0E486403" wp14:editId="0A318DAD">
                <wp:simplePos x="0" y="0"/>
                <wp:positionH relativeFrom="column">
                  <wp:posOffset>-51435</wp:posOffset>
                </wp:positionH>
                <wp:positionV relativeFrom="paragraph">
                  <wp:posOffset>225425</wp:posOffset>
                </wp:positionV>
                <wp:extent cx="1612900" cy="6525260"/>
                <wp:effectExtent l="0" t="0" r="6350" b="8890"/>
                <wp:wrapNone/>
                <wp:docPr id="4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left:0;text-align:left;margin-left:-4.05pt;margin-top:17.75pt;width:127pt;height:513.8pt;z-index:25163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" fillcolor="#b2a1c7 [1943]" stroked="f"/>
            </w:pict>
          </mc:Fallback>
        </mc:AlternateContent>
      </w:r>
      <w:r w:rsidR="008E2D3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1" behindDoc="0" locked="0" layoutInCell="1" allowOverlap="1" wp14:anchorId="2A14DD5F" wp14:editId="7D7D4FD6">
                <wp:simplePos x="0" y="0"/>
                <wp:positionH relativeFrom="column">
                  <wp:posOffset>1558290</wp:posOffset>
                </wp:positionH>
                <wp:positionV relativeFrom="paragraph">
                  <wp:posOffset>225425</wp:posOffset>
                </wp:positionV>
                <wp:extent cx="1612900" cy="6525260"/>
                <wp:effectExtent l="0" t="0" r="6350" b="8890"/>
                <wp:wrapNone/>
                <wp:docPr id="4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left:0;text-align:left;margin-left:122.7pt;margin-top:17.75pt;width:127pt;height:513.8pt;z-index:2516392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" fillcolor="#ccc0d9 [1303]" stroked="f"/>
            </w:pict>
          </mc:Fallback>
        </mc:AlternateContent>
      </w:r>
      <w:r w:rsidR="008E2D3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15" behindDoc="0" locked="0" layoutInCell="1" allowOverlap="1" wp14:anchorId="4B6CCC23" wp14:editId="27E03D3F">
                <wp:simplePos x="0" y="0"/>
                <wp:positionH relativeFrom="column">
                  <wp:posOffset>3168015</wp:posOffset>
                </wp:positionH>
                <wp:positionV relativeFrom="paragraph">
                  <wp:posOffset>225425</wp:posOffset>
                </wp:positionV>
                <wp:extent cx="1612900" cy="6525260"/>
                <wp:effectExtent l="0" t="0" r="6350" b="8890"/>
                <wp:wrapNone/>
                <wp:docPr id="4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left:0;text-align:left;margin-left:249.45pt;margin-top:17.75pt;width:127pt;height:513.8pt;z-index:251640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" fillcolor="#e5dfec [663]" stroked="f"/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5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aHuwIAAMI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56575D0" wp14:editId="606596E2">
                <wp:simplePos x="0" y="0"/>
                <wp:positionH relativeFrom="column">
                  <wp:posOffset>-460375</wp:posOffset>
                </wp:positionH>
                <wp:positionV relativeFrom="paragraph">
                  <wp:posOffset>281940</wp:posOffset>
                </wp:positionV>
                <wp:extent cx="6348095" cy="6355080"/>
                <wp:effectExtent l="19050" t="19050" r="14605" b="26670"/>
                <wp:wrapNone/>
                <wp:docPr id="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095" cy="6355080"/>
                          <a:chOff x="973" y="2429"/>
                          <a:chExt cx="9877" cy="9888"/>
                        </a:xfrm>
                        <a:noFill/>
                      </wpg:grpSpPr>
                      <wps:wsp>
                        <wps:cNvPr id="2" name="Line 48"/>
                        <wps:cNvCnPr/>
                        <wps:spPr bwMode="auto">
                          <a:xfrm flipH="1">
                            <a:off x="2627" y="12133"/>
                            <a:ext cx="2032" cy="16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g:grpSp>
                        <wpg:cNvPr id="3" name="Group 50"/>
                        <wpg:cNvGrpSpPr>
                          <a:grpSpLocks/>
                        </wpg:cNvGrpSpPr>
                        <wpg:grpSpPr bwMode="auto">
                          <a:xfrm>
                            <a:off x="4649" y="11709"/>
                            <a:ext cx="5092" cy="608"/>
                            <a:chOff x="4649" y="11709"/>
                            <a:chExt cx="5092" cy="608"/>
                          </a:xfrm>
                          <a:grpFill/>
                        </wpg:grpSpPr>
                        <wpg:grpSp>
                          <wpg:cNvPr id="4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705" y="11709"/>
                              <a:ext cx="3036" cy="608"/>
                              <a:chOff x="6705" y="11709"/>
                              <a:chExt cx="3036" cy="608"/>
                            </a:xfrm>
                            <a:grpFill/>
                          </wpg:grpSpPr>
                          <wps:wsp>
                            <wps:cNvPr id="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9255" y="11709"/>
                                <a:ext cx="486" cy="412"/>
                              </a:xfrm>
                              <a:custGeom>
                                <a:avLst/>
                                <a:gdLst>
                                  <a:gd name="T0" fmla="*/ 480 w 480"/>
                                  <a:gd name="T1" fmla="*/ 0 h 440"/>
                                  <a:gd name="T2" fmla="*/ 352 w 480"/>
                                  <a:gd name="T3" fmla="*/ 292 h 440"/>
                                  <a:gd name="T4" fmla="*/ 0 w 480"/>
                                  <a:gd name="T5" fmla="*/ 44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80" h="440">
                                    <a:moveTo>
                                      <a:pt x="480" y="0"/>
                                    </a:moveTo>
                                    <a:cubicBezTo>
                                      <a:pt x="456" y="109"/>
                                      <a:pt x="432" y="219"/>
                                      <a:pt x="352" y="292"/>
                                    </a:cubicBezTo>
                                    <a:cubicBezTo>
                                      <a:pt x="272" y="365"/>
                                      <a:pt x="136" y="402"/>
                                      <a:pt x="0" y="44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Line 39"/>
                            <wps:cNvCnPr/>
                            <wps:spPr bwMode="auto">
                              <a:xfrm flipH="1">
                                <a:off x="7275" y="12125"/>
                                <a:ext cx="1996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7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705" y="12121"/>
                                <a:ext cx="594" cy="196"/>
                              </a:xfrm>
                              <a:custGeom>
                                <a:avLst/>
                                <a:gdLst>
                                  <a:gd name="T0" fmla="*/ 594 w 594"/>
                                  <a:gd name="T1" fmla="*/ 0 h 196"/>
                                  <a:gd name="T2" fmla="*/ 256 w 594"/>
                                  <a:gd name="T3" fmla="*/ 52 h 196"/>
                                  <a:gd name="T4" fmla="*/ 0 w 594"/>
                                  <a:gd name="T5" fmla="*/ 196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94" h="196">
                                    <a:moveTo>
                                      <a:pt x="594" y="0"/>
                                    </a:moveTo>
                                    <a:cubicBezTo>
                                      <a:pt x="474" y="9"/>
                                      <a:pt x="355" y="19"/>
                                      <a:pt x="256" y="52"/>
                                    </a:cubicBezTo>
                                    <a:cubicBezTo>
                                      <a:pt x="157" y="85"/>
                                      <a:pt x="78" y="140"/>
                                      <a:pt x="0" y="196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Line 42"/>
                          <wps:cNvCnPr/>
                          <wps:spPr bwMode="auto">
                            <a:xfrm flipH="1">
                              <a:off x="5175" y="12309"/>
                              <a:ext cx="1544" cy="0"/>
                            </a:xfrm>
                            <a:prstGeom prst="line">
                              <a:avLst/>
                            </a:pr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/>
                        </wps:wsp>
                        <wps:wsp>
                          <wps:cNvPr id="9" name="Freeform 49"/>
                          <wps:cNvSpPr>
                            <a:spLocks/>
                          </wps:cNvSpPr>
                          <wps:spPr bwMode="auto">
                            <a:xfrm>
                              <a:off x="4649" y="12137"/>
                              <a:ext cx="534" cy="176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8 h 176"/>
                                <a:gd name="T2" fmla="*/ 48 w 516"/>
                                <a:gd name="T3" fmla="*/ 8 h 176"/>
                                <a:gd name="T4" fmla="*/ 234 w 516"/>
                                <a:gd name="T5" fmla="*/ 56 h 176"/>
                                <a:gd name="T6" fmla="*/ 516 w 516"/>
                                <a:gd name="T7" fmla="*/ 176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6" h="176">
                                  <a:moveTo>
                                    <a:pt x="0" y="8"/>
                                  </a:moveTo>
                                  <a:cubicBezTo>
                                    <a:pt x="4" y="4"/>
                                    <a:pt x="9" y="0"/>
                                    <a:pt x="48" y="8"/>
                                  </a:cubicBezTo>
                                  <a:cubicBezTo>
                                    <a:pt x="87" y="16"/>
                                    <a:pt x="156" y="28"/>
                                    <a:pt x="234" y="56"/>
                                  </a:cubicBezTo>
                                  <a:cubicBezTo>
                                    <a:pt x="312" y="84"/>
                                    <a:pt x="414" y="130"/>
                                    <a:pt x="516" y="176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51"/>
                        <wps:cNvSpPr>
                          <a:spLocks/>
                        </wps:cNvSpPr>
                        <wps:spPr bwMode="auto">
                          <a:xfrm>
                            <a:off x="2087" y="11713"/>
                            <a:ext cx="546" cy="436"/>
                          </a:xfrm>
                          <a:custGeom>
                            <a:avLst/>
                            <a:gdLst>
                              <a:gd name="T0" fmla="*/ 546 w 546"/>
                              <a:gd name="T1" fmla="*/ 436 h 436"/>
                              <a:gd name="T2" fmla="*/ 216 w 546"/>
                              <a:gd name="T3" fmla="*/ 316 h 436"/>
                              <a:gd name="T4" fmla="*/ 42 w 546"/>
                              <a:gd name="T5" fmla="*/ 132 h 436"/>
                              <a:gd name="T6" fmla="*/ 0 w 546"/>
                              <a:gd name="T7" fmla="*/ 0 h 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46" h="436">
                                <a:moveTo>
                                  <a:pt x="546" y="436"/>
                                </a:moveTo>
                                <a:cubicBezTo>
                                  <a:pt x="423" y="401"/>
                                  <a:pt x="300" y="367"/>
                                  <a:pt x="216" y="316"/>
                                </a:cubicBezTo>
                                <a:cubicBezTo>
                                  <a:pt x="132" y="265"/>
                                  <a:pt x="78" y="185"/>
                                  <a:pt x="42" y="132"/>
                                </a:cubicBezTo>
                                <a:cubicBezTo>
                                  <a:pt x="6" y="79"/>
                                  <a:pt x="3" y="39"/>
                                  <a:pt x="0" y="0"/>
                                </a:cubicBezTo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3"/>
                        <wps:cNvCnPr/>
                        <wps:spPr bwMode="auto">
                          <a:xfrm flipH="1" flipV="1">
                            <a:off x="1865" y="8985"/>
                            <a:ext cx="228" cy="2744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12" name="Line 54"/>
                        <wps:cNvCnPr/>
                        <wps:spPr bwMode="auto">
                          <a:xfrm flipH="1" flipV="1">
                            <a:off x="999" y="6333"/>
                            <a:ext cx="874" cy="2660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g:grpSp>
                        <wpg:cNvPr id="13" name="Group 57"/>
                        <wpg:cNvGrpSpPr>
                          <a:grpSpLocks/>
                        </wpg:cNvGrpSpPr>
                        <wpg:grpSpPr bwMode="auto">
                          <a:xfrm>
                            <a:off x="973" y="2429"/>
                            <a:ext cx="9877" cy="9280"/>
                            <a:chOff x="973" y="2429"/>
                            <a:chExt cx="9877" cy="9280"/>
                          </a:xfrm>
                          <a:grpFill/>
                        </wpg:grpSpPr>
                        <wpg:grpSp>
                          <wpg:cNvPr id="14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3511" y="2429"/>
                              <a:ext cx="7339" cy="9280"/>
                              <a:chOff x="3511" y="2429"/>
                              <a:chExt cx="7339" cy="9280"/>
                            </a:xfrm>
                            <a:grpFill/>
                          </wpg:grpSpPr>
                          <wpg:grpSp>
                            <wpg:cNvPr id="15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11" y="2429"/>
                                <a:ext cx="4754" cy="1832"/>
                                <a:chOff x="3511" y="2429"/>
                                <a:chExt cx="4754" cy="1832"/>
                              </a:xfrm>
                              <a:grpFill/>
                            </wpg:grpSpPr>
                            <wpg:grpSp>
                              <wpg:cNvPr id="16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11" y="2429"/>
                                  <a:ext cx="3262" cy="1832"/>
                                  <a:chOff x="3511" y="2429"/>
                                  <a:chExt cx="3262" cy="1832"/>
                                </a:xfrm>
                                <a:grpFill/>
                              </wpg:grpSpPr>
                              <wps:wsp>
                                <wps:cNvPr id="17" name="Line 8"/>
                                <wps:cNvCnPr/>
                                <wps:spPr bwMode="auto">
                                  <a:xfrm flipV="1">
                                    <a:off x="3511" y="2517"/>
                                    <a:ext cx="2188" cy="1744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18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85" y="2429"/>
                                    <a:ext cx="1088" cy="592"/>
                                  </a:xfrm>
                                  <a:custGeom>
                                    <a:avLst/>
                                    <a:gdLst>
                                      <a:gd name="T0" fmla="*/ 0 w 1088"/>
                                      <a:gd name="T1" fmla="*/ 104 h 592"/>
                                      <a:gd name="T2" fmla="*/ 218 w 1088"/>
                                      <a:gd name="T3" fmla="*/ 0 h 592"/>
                                      <a:gd name="T4" fmla="*/ 480 w 1088"/>
                                      <a:gd name="T5" fmla="*/ 104 h 592"/>
                                      <a:gd name="T6" fmla="*/ 1088 w 1088"/>
                                      <a:gd name="T7" fmla="*/ 592 h 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088" h="592">
                                        <a:moveTo>
                                          <a:pt x="0" y="104"/>
                                        </a:moveTo>
                                        <a:cubicBezTo>
                                          <a:pt x="69" y="52"/>
                                          <a:pt x="138" y="0"/>
                                          <a:pt x="218" y="0"/>
                                        </a:cubicBezTo>
                                        <a:cubicBezTo>
                                          <a:pt x="298" y="0"/>
                                          <a:pt x="335" y="5"/>
                                          <a:pt x="480" y="104"/>
                                        </a:cubicBezTo>
                                        <a:cubicBezTo>
                                          <a:pt x="625" y="203"/>
                                          <a:pt x="987" y="511"/>
                                          <a:pt x="1088" y="592"/>
                                        </a:cubicBezTo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" name="Line 20"/>
                              <wps:cNvCnPr/>
                              <wps:spPr bwMode="auto">
                                <a:xfrm>
                                  <a:off x="6773" y="3021"/>
                                  <a:ext cx="1492" cy="120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grpSp>
                          <wps:wsp>
                            <wps:cNvPr id="20" name="Line 21"/>
                            <wps:cNvCnPr/>
                            <wps:spPr bwMode="auto">
                              <a:xfrm>
                                <a:off x="8251" y="4213"/>
                                <a:ext cx="2332" cy="142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1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0561" y="5613"/>
                                <a:ext cx="289" cy="1160"/>
                              </a:xfrm>
                              <a:custGeom>
                                <a:avLst/>
                                <a:gdLst>
                                  <a:gd name="T0" fmla="*/ 0 w 289"/>
                                  <a:gd name="T1" fmla="*/ 0 h 1160"/>
                                  <a:gd name="T2" fmla="*/ 240 w 289"/>
                                  <a:gd name="T3" fmla="*/ 276 h 1160"/>
                                  <a:gd name="T4" fmla="*/ 270 w 289"/>
                                  <a:gd name="T5" fmla="*/ 720 h 1160"/>
                                  <a:gd name="T6" fmla="*/ 128 w 289"/>
                                  <a:gd name="T7" fmla="*/ 1160 h 1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89" h="1160">
                                    <a:moveTo>
                                      <a:pt x="0" y="0"/>
                                    </a:moveTo>
                                    <a:cubicBezTo>
                                      <a:pt x="97" y="78"/>
                                      <a:pt x="195" y="156"/>
                                      <a:pt x="240" y="276"/>
                                    </a:cubicBezTo>
                                    <a:cubicBezTo>
                                      <a:pt x="285" y="396"/>
                                      <a:pt x="289" y="573"/>
                                      <a:pt x="270" y="720"/>
                                    </a:cubicBezTo>
                                    <a:cubicBezTo>
                                      <a:pt x="251" y="867"/>
                                      <a:pt x="189" y="1013"/>
                                      <a:pt x="128" y="116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Line 31"/>
                            <wps:cNvCnPr/>
                            <wps:spPr bwMode="auto">
                              <a:xfrm flipH="1">
                                <a:off x="9981" y="6729"/>
                                <a:ext cx="722" cy="2224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3" name="Line 33"/>
                            <wps:cNvCnPr/>
                            <wps:spPr bwMode="auto">
                              <a:xfrm flipH="1">
                                <a:off x="9735" y="8949"/>
                                <a:ext cx="254" cy="276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wpg:grpSp>
                        <wps:wsp>
                          <wps:cNvPr id="24" name="Freeform 55"/>
                          <wps:cNvSpPr>
                            <a:spLocks/>
                          </wps:cNvSpPr>
                          <wps:spPr bwMode="auto">
                            <a:xfrm>
                              <a:off x="973" y="5657"/>
                              <a:ext cx="264" cy="680"/>
                            </a:xfrm>
                            <a:custGeom>
                              <a:avLst/>
                              <a:gdLst>
                                <a:gd name="T0" fmla="*/ 24 w 264"/>
                                <a:gd name="T1" fmla="*/ 680 h 680"/>
                                <a:gd name="T2" fmla="*/ 18 w 264"/>
                                <a:gd name="T3" fmla="*/ 360 h 680"/>
                                <a:gd name="T4" fmla="*/ 132 w 264"/>
                                <a:gd name="T5" fmla="*/ 116 h 680"/>
                                <a:gd name="T6" fmla="*/ 264 w 264"/>
                                <a:gd name="T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4" h="680">
                                  <a:moveTo>
                                    <a:pt x="24" y="680"/>
                                  </a:moveTo>
                                  <a:cubicBezTo>
                                    <a:pt x="12" y="567"/>
                                    <a:pt x="0" y="454"/>
                                    <a:pt x="18" y="360"/>
                                  </a:cubicBezTo>
                                  <a:cubicBezTo>
                                    <a:pt x="36" y="266"/>
                                    <a:pt x="91" y="176"/>
                                    <a:pt x="132" y="116"/>
                                  </a:cubicBezTo>
                                  <a:cubicBezTo>
                                    <a:pt x="173" y="56"/>
                                    <a:pt x="218" y="28"/>
                                    <a:pt x="264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56"/>
                          <wps:cNvCnPr/>
                          <wps:spPr bwMode="auto">
                            <a:xfrm flipV="1">
                              <a:off x="1231" y="4253"/>
                              <a:ext cx="2290" cy="1412"/>
                            </a:xfrm>
                            <a:prstGeom prst="line">
                              <a:avLst/>
                            </a:pr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left:0;text-align:left;margin-left:-36.25pt;margin-top:22.2pt;width:499.85pt;height:500.4pt;z-index:251656704" coordorigin="973,2429" coordsize="9877,9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">
                <v:line id="Line 48" o:spid="_x0000_s1027" style="position:absolute;flip:x;visibility:visible;mso-wrap-style:square" from="2627,12133" to="4659,1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glNMMAAADaAAAADwAAAGRycy9kb3ducmV2LnhtbESPQYvCMBSE7wv+h/AEL4umeuhKNYoo&#10;W7worApeH82zLTYvpclq6683guBxmJlvmPmyNZW4UeNKywrGowgEcWZ1ybmC0/F3OAXhPLLGyjIp&#10;6MjBctH7mmOi7Z3/6HbwuQgQdgkqKLyvEyldVpBBN7I1cfAutjHog2xyqRu8B7ip5CSKYmmw5LBQ&#10;YE3rgrLr4d8oSKv1fn/dpLtu+nPu4jR+ZN92o9Sg365mIDy1/hN+t7dawQReV8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oJTTDAAAA2gAAAA8AAAAAAAAAAAAA&#10;AAAAoQIAAGRycy9kb3ducmV2LnhtbFBLBQYAAAAABAAEAPkAAACRAwAAAAA=&#10;" strokecolor="red" strokeweight="3pt"/>
                <v:group id="Group 50" o:spid="_x0000_s1028" style="position:absolute;left:4649;top:11709;width:5092;height:608" coordorigin="4649,11709" coordsize="5092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1" o:spid="_x0000_s1029" style="position:absolute;left:6705;top:11709;width:3036;height:608" coordorigin="6705,11709" coordsize="3036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38" o:spid="_x0000_s1030" style="position:absolute;left:9255;top:11709;width:486;height:412;visibility:visible;mso-wrap-style:square;v-text-anchor:top" coordsize="48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/4FMIA&#10;AADaAAAADwAAAGRycy9kb3ducmV2LnhtbESPQYvCMBSE7wv+h/CEva2pK4pUo4iy0FNBK4q3Z/Ns&#10;i81LaWKt/36zsOBxmJlvmOW6N7XoqHWVZQXjUQSCOLe64kLBMfv5moNwHlljbZkUvMjBejX4WGKs&#10;7ZP31B18IQKEXYwKSu+bWEqXl2TQjWxDHLybbQ36INtC6hafAW5q+R1FM2mw4rBQYkPbkvL74WEU&#10;RNl9cuoul2I3Pl9ft8SneaZTpT6H/WYBwlPv3+H/dqIVTOHvSrg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7/gUwgAAANoAAAAPAAAAAAAAAAAAAAAAAJgCAABkcnMvZG93&#10;bnJldi54bWxQSwUGAAAAAAQABAD1AAAAhwMAAAAA&#10;" path="m480,c456,109,432,219,352,292,272,365,136,402,,440e" filled="f" strokecolor="red" strokeweight="3pt">
                      <v:path arrowok="t" o:connecttype="custom" o:connectlocs="486,0;356,273;0,412" o:connectangles="0,0,0"/>
                    </v:shape>
                    <v:line id="Line 39" o:spid="_x0000_s1031" style="position:absolute;flip:x;visibility:visible;mso-wrap-style:square" from="7275,12125" to="9271,1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MjN8QAAADaAAAADwAAAGRycy9kb3ducmV2LnhtbESPT2vCQBTE7wW/w/IEL0U39pBKdBVJ&#10;aPBSoVro9ZF9JsHs25Bd86efvlso9DjMzG+Y3WE0jeipc7VlBetVBIK4sLrmUsHn9W25AeE8ssbG&#10;MimYyMFhP3vaYaLtwB/UX3wpAoRdggoq79tESldUZNCtbEscvJvtDPogu1LqDocAN418iaJYGqw5&#10;LFTYUlpRcb88jIK8Sc/ne5a/T5vXrynO4+/i2WZKLebjcQvC0+j/w3/tk1YQw++VcAP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EyM3xAAAANoAAAAPAAAAAAAAAAAA&#10;AAAAAKECAABkcnMvZG93bnJldi54bWxQSwUGAAAAAAQABAD5AAAAkgMAAAAA&#10;" strokecolor="red" strokeweight="3pt"/>
                    <v:shape id="Freeform 40" o:spid="_x0000_s1032" style="position:absolute;left:6705;top:12121;width:594;height:196;visibility:visible;mso-wrap-style:square;v-text-anchor:top" coordsize="59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0acAA&#10;AADaAAAADwAAAGRycy9kb3ducmV2LnhtbESPS4vCMBSF94L/IVxhdjbVxSjVKCIILsTBx8bdpbm2&#10;xeamNmmt/vqJILg8nMfHmS87U4qWaldYVjCKYhDEqdUFZwrOp81wCsJ5ZI2lZVLwJAfLRb83x0Tb&#10;Bx+oPfpMhBF2CSrIva8SKV2ak0EX2Yo4eFdbG/RB1pnUNT7CuCnlOI5/pcGCAyHHitY5pbdjYwKk&#10;XfO1eTb7v+I1uXgy95153ZX6GXSrGQhPnf+GP+2tVjCB95Vw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U0acAAAADaAAAADwAAAAAAAAAAAAAAAACYAgAAZHJzL2Rvd25y&#10;ZXYueG1sUEsFBgAAAAAEAAQA9QAAAIUDAAAAAA==&#10;" path="m594,c474,9,355,19,256,52,157,85,78,140,,196e" filled="f" strokecolor="red" strokeweight="3pt">
                      <v:path arrowok="t" o:connecttype="custom" o:connectlocs="594,0;256,52;0,196" o:connectangles="0,0,0"/>
                    </v:shape>
                  </v:group>
                  <v:line id="Line 42" o:spid="_x0000_s1033" style="position:absolute;flip:x;visibility:visible;mso-wrap-style:square" from="5175,12309" to="6719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AS3sIAAADaAAAADwAAAGRycy9kb3ducmV2LnhtbERPy2qDQBTdB/IPwy10E+KYLkywTqQY&#10;Kt00kAdke3FuVeLcEWeaaL++swhkeTjvLB9NJ240uNayglUUgyCurG65VnA+fS43IJxH1thZJgUT&#10;Oci381mGqbZ3PtDt6GsRQtilqKDxvk+ldFVDBl1ke+LA/djBoA9wqKUe8B7CTSff4jiRBlsODQ32&#10;VDRUXY+/RkHZFfv9dVd+T5v1ZUrK5K9a2J1Sry/jxzsIT6N/ih/uL60gbA1Xwg2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MAS3sIAAADaAAAADwAAAAAAAAAAAAAA&#10;AAChAgAAZHJzL2Rvd25yZXYueG1sUEsFBgAAAAAEAAQA+QAAAJADAAAAAA==&#10;" strokecolor="red" strokeweight="3pt"/>
                  <v:shape id="Freeform 49" o:spid="_x0000_s1034" style="position:absolute;left:4649;top:12137;width:534;height:176;visibility:visible;mso-wrap-style:square;v-text-anchor:top" coordsize="51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6H38QA&#10;AADaAAAADwAAAGRycy9kb3ducmV2LnhtbESPT2sCMRTE74V+h/AKvRTNqii6GqUqggfBvwePj81z&#10;N3TzsmxSd/32Rij0OMzMb5jZorWluFPtjWMFvW4Cgjhz2nCu4HLedMYgfEDWWDomBQ/ysJi/v80w&#10;1a7hI91PIRcRwj5FBUUIVSqlzwqy6LuuIo7ezdUWQ5R1LnWNTYTbUvaTZCQtGo4LBVa0Kij7Of1a&#10;BaYZ4NH0x9fhbtCsD+5ruVnvl0p9frTfUxCB2vAf/mtvtYIJvK7EG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Oh9/EAAAA2gAAAA8AAAAAAAAAAAAAAAAAmAIAAGRycy9k&#10;b3ducmV2LnhtbFBLBQYAAAAABAAEAPUAAACJAwAAAAA=&#10;" path="m,8c4,4,9,,48,8v39,8,108,20,186,48c312,84,414,130,516,176e" filled="f" strokecolor="red" strokeweight="3pt">
                    <v:path arrowok="t" o:connecttype="custom" o:connectlocs="0,8;50,8;242,56;534,176" o:connectangles="0,0,0,0"/>
                  </v:shape>
                </v:group>
                <v:shape id="Freeform 51" o:spid="_x0000_s1035" style="position:absolute;left:2087;top:11713;width:546;height:436;visibility:visible;mso-wrap-style:square;v-text-anchor:top" coordsize="546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bXsYA&#10;AADbAAAADwAAAGRycy9kb3ducmV2LnhtbESPQWvCQBCF74X+h2UKvdWNlVpJXaWUCh4qUivocZod&#10;k2h2NuxuY+yv7xyE3mZ4b977ZjrvXaM6CrH2bGA4yEARF97WXBrYfi0eJqBiQrbYeCYDF4own93e&#10;TDG3/syf1G1SqSSEY44GqpTaXOtYVOQwDnxLLNrBB4dJ1lBqG/As4a7Rj1k21g5rloYKW3qrqDht&#10;fpyB4+H5t/gI4/C0z5br71W3e3enkTH3d/3rC6hEffo3X6+XVvCFXn6RA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bbXsYAAADbAAAADwAAAAAAAAAAAAAAAACYAgAAZHJz&#10;L2Rvd25yZXYueG1sUEsFBgAAAAAEAAQA9QAAAIsDAAAAAA==&#10;" path="m546,436c423,401,300,367,216,316,132,265,78,185,42,132,6,79,3,39,,e" filled="f" strokecolor="red" strokeweight="3pt">
                  <v:path arrowok="t" o:connecttype="custom" o:connectlocs="546,436;216,316;42,132;0,0" o:connectangles="0,0,0,0"/>
                </v:shape>
                <v:line id="Line 53" o:spid="_x0000_s1036" style="position:absolute;flip:x y;visibility:visible;mso-wrap-style:square" from="1865,8985" to="2093,11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3oNcAAAADbAAAADwAAAGRycy9kb3ducmV2LnhtbERPS2vCQBC+C/0PyxR6kbqxUC3RVYq0&#10;4MFLYi7ehuzkgdnZkB01/feuUPA2H99z1tvRdepKQ2g9G5jPElDEpbct1waK4+/7F6ggyBY7z2Tg&#10;jwJsNy+TNabW3zijay61iiEcUjTQiPSp1qFsyGGY+Z44cpUfHEqEQ63tgLcY7jr9kSQL7bDl2NBg&#10;T7uGynN+cQaqw2chF0lO0zYL1U9W5kLLnTFvr+P3CpTQKE/xv3tv4/w5PH6JB+jN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Ot6DXAAAAA2wAAAA8AAAAAAAAAAAAAAAAA&#10;oQIAAGRycy9kb3ducmV2LnhtbFBLBQYAAAAABAAEAPkAAACOAwAAAAA=&#10;" strokecolor="red" strokeweight="3pt"/>
                <v:line id="Line 54" o:spid="_x0000_s1037" style="position:absolute;flip:x y;visibility:visible;mso-wrap-style:square" from="999,6333" to="1873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92QsEAAADbAAAADwAAAGRycy9kb3ducmV2LnhtbERPS2vCQBC+F/oflin0UupGwbZEV5Gg&#10;4KGXRC+9DdnJA7OzITvR9N+7BaG3+fies95OrlNXGkLr2cB8loAiLr1tuTZwPh3ev0AFQbbYeSYD&#10;vxRgu3l+WmNq/Y1zuhZSqxjCIUUDjUifah3KhhyGme+JI1f5waFEONTaDniL4a7TiyT50A5bjg0N&#10;9pQ1VF6K0RmovpdnGSX5eWvzUO3zshD6zIx5fZl2K1BCk/yLH+6jjfMX8PdLPEBv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f3ZCwQAAANsAAAAPAAAAAAAAAAAAAAAA&#10;AKECAABkcnMvZG93bnJldi54bWxQSwUGAAAAAAQABAD5AAAAjwMAAAAA&#10;" strokecolor="red" strokeweight="3pt"/>
                <v:group id="Group 57" o:spid="_x0000_s1038" style="position:absolute;left:973;top:2429;width:9877;height:9280" coordorigin="973,2429" coordsize="9877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34" o:spid="_x0000_s1039" style="position:absolute;left:3511;top:2429;width:7339;height:9280" coordorigin="3511,2429" coordsize="7339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23" o:spid="_x0000_s1040" style="position:absolute;left:3511;top:2429;width:4754;height:1832" coordorigin="3511,2429" coordsize="4754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 17" o:spid="_x0000_s1041" style="position:absolute;left:3511;top:2429;width:3262;height:1832" coordorigin="3511,2429" coordsize="3262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Line 8" o:spid="_x0000_s1042" style="position:absolute;flip:y;visibility:visible;mso-wrap-style:square" from="3511,2517" to="5699,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vi0cIAAADbAAAADwAAAGRycy9kb3ducmV2LnhtbERPTYvCMBC9C/sfwizsRdZ091ClGmVR&#10;LF4UrMJeh2Zsi82kNFFbf70RBG/zeJ8zW3SmFldqXWVZwc8oAkGcW11xoeB4WH9PQDiPrLG2TAp6&#10;crCYfwxmmGh74z1dM1+IEMIuQQWl900ipctLMuhGtiEO3Mm2Bn2AbSF1i7cQbmr5G0WxNFhxaCix&#10;oWVJ+Tm7GAVpvdztzqt020/G/32cxvd8aFdKfX12f1MQnjr/Fr/cGx3mj+H5Szh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vi0cIAAADbAAAADwAAAAAAAAAAAAAA&#10;AAChAgAAZHJzL2Rvd25yZXYueG1sUEsFBgAAAAAEAAQA+QAAAJADAAAAAA==&#10;" strokecolor="red" strokeweight="3pt"/>
                        <v:shape id="Freeform 12" o:spid="_x0000_s1043" style="position:absolute;left:5685;top:2429;width:1088;height:592;visibility:visible;mso-wrap-style:square;v-text-anchor:top" coordsize="1088,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V5scA&#10;AADbAAAADwAAAGRycy9kb3ducmV2LnhtbESPT0/DMAzF75P4DpGRuG3pOAxWmk0bEn8kdhhbJcTN&#10;akxT1jhVE9by7fEBaTdb7/m9n4v16Ft1pj42gQ3MZxko4irYhmsD5fFpeg8qJmSLbWAy8EsR1qur&#10;SYG5DQO/0/mQaiUhHHM04FLqcq1j5chjnIWOWLSv0HtMsva1tj0OEu5bfZtlC+2xYWlw2NGjo+p0&#10;+PEGsqO7+3jeR/2yW2zLz+/dcli+JWNursfNA6hEY7qY/69freALrPwiA+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7lebHAAAA2wAAAA8AAAAAAAAAAAAAAAAAmAIAAGRy&#10;cy9kb3ducmV2LnhtbFBLBQYAAAAABAAEAPUAAACMAwAAAAA=&#10;" path="m,104c69,52,138,,218,v80,,117,5,262,104c625,203,987,511,1088,592e" filled="f" strokecolor="red" strokeweight="3pt">
                          <v:path arrowok="t" o:connecttype="custom" o:connectlocs="0,104;218,0;480,104;1088,592" o:connectangles="0,0,0,0"/>
                        </v:shape>
                      </v:group>
                      <v:line id="Line 20" o:spid="_x0000_s1044" style="position:absolute;visibility:visible;mso-wrap-style:square" from="6773,3021" to="8265,4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JOt8IAAADbAAAADwAAAGRycy9kb3ducmV2LnhtbERPTWvCQBC9C/6HZYTezCY9lJq6SigI&#10;QqFQK7bHaXZMQrOzMbsmm3/fLQje5vE+Z70NphUD9a6xrCBLUhDEpdUNVwqOn7vlMwjnkTW2lknB&#10;RA62m/lsjbm2I3/QcPCViCHsclRQe9/lUrqyJoMusR1x5M62N+gj7CupexxjuGnlY5o+SYMNx4Ya&#10;O3qtqfw9XI2Ct+5nP5z4PdPf4XoJQ3FOvyap1MMiFC8gPAV/F9/cex3nr+D/l3i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JOt8IAAADbAAAADwAAAAAAAAAAAAAA&#10;AAChAgAAZHJzL2Rvd25yZXYueG1sUEsFBgAAAAAEAAQA+QAAAJADAAAAAA==&#10;" strokecolor="red" strokeweight="3pt"/>
                    </v:group>
                    <v:line id="Line 21" o:spid="_x0000_s1045" style="position:absolute;visibility:visible;mso-wrap-style:square" from="8251,4213" to="10583,5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Qtl78AAADbAAAADwAAAGRycy9kb3ducmV2LnhtbERPy4rCMBTdD/gP4QruxlQXIrVRRBCE&#10;gQEfqMtrc22LzU1tYo1/bxaCy8N5Z4tgatFR6yrLCkbDBARxbnXFhYLDfv07BeE8ssbaMil4kYPF&#10;vPeTYartk7fU7XwhYgi7FBWU3jeplC4vyaAb2oY4clfbGvQRtoXULT5juKnlOEkm0mDFsaHEhlYl&#10;5bfdwyj4ay6b7sj/I30Oj3voltfk9JJKDfphOQPhKfiv+OPeaAXjuD5+iT9Az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qQtl78AAADbAAAADwAAAAAAAAAAAAAAAACh&#10;AgAAZHJzL2Rvd25yZXYueG1sUEsFBgAAAAAEAAQA+QAAAI0DAAAAAA==&#10;" strokecolor="red" strokeweight="3pt"/>
                    <v:shape id="Freeform 29" o:spid="_x0000_s1046" style="position:absolute;left:10561;top:5613;width:289;height:1160;visibility:visible;mso-wrap-style:square;v-text-anchor:top" coordsize="289,1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21/MQA&#10;AADbAAAADwAAAGRycy9kb3ducmV2LnhtbESPT4vCMBTE74LfITxhb5q2C7JUo6ggKKwH/xw8Pppn&#10;W21eahNrdz/9RljwOMzMb5jpvDOVaKlxpWUF8SgCQZxZXXKu4HRcD79AOI+ssbJMCn7IwXzW700x&#10;1fbJe2oPPhcBwi5FBYX3dSqlywoy6Ea2Jg7exTYGfZBNLnWDzwA3lUyiaCwNlhwWCqxpVVB2OzyM&#10;gm+7W0bunHy28fXXby+7cXm635X6GHSLCQhPnX+H/9sbrSCJ4fUl/A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tfzEAAAA2wAAAA8AAAAAAAAAAAAAAAAAmAIAAGRycy9k&#10;b3ducmV2LnhtbFBLBQYAAAAABAAEAPUAAACJAwAAAAA=&#10;" path="m,c97,78,195,156,240,276v45,120,49,297,30,444c251,867,189,1013,128,1160e" filled="f" strokecolor="red" strokeweight="3pt">
                      <v:path arrowok="t" o:connecttype="custom" o:connectlocs="0,0;240,276;270,720;128,1160" o:connectangles="0,0,0,0"/>
                    </v:shape>
                    <v:line id="Line 31" o:spid="_x0000_s1047" style="position:absolute;flip:x;visibility:visible;mso-wrap-style:square" from="9981,6729" to="10703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CL9MQAAADbAAAADwAAAGRycy9kb3ducmV2LnhtbESPT4vCMBTE7wt+h/AWvCya2kOVrlEW&#10;ZYsXBf+A10fzti02L6XJauunN4LgcZiZ3zDzZWdqcaXWVZYVTMYRCOLc6ooLBafj72gGwnlkjbVl&#10;UtCTg+Vi8DHHVNsb7+l68IUIEHYpKii9b1IpXV6SQTe2DXHw/mxr0AfZFlK3eAtwU8s4ihJpsOKw&#10;UGJDq5Lyy+HfKMjq1W53WWfbfjY990mW3PMvu1Zq+Nn9fIPw1Pl3+NXeaAVxDM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kIv0xAAAANsAAAAPAAAAAAAAAAAA&#10;AAAAAKECAABkcnMvZG93bnJldi54bWxQSwUGAAAAAAQABAD5AAAAkgMAAAAA&#10;" strokecolor="red" strokeweight="3pt"/>
                    <v:line id="Line 33" o:spid="_x0000_s1048" style="position:absolute;flip:x;visibility:visible;mso-wrap-style:square" from="9735,8949" to="9989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wub8QAAADbAAAADwAAAGRycy9kb3ducmV2LnhtbESPQYvCMBSE78L+h/CEvciaqtCVapRF&#10;2eJFQXfB66N5tsXmpTRRW3+9EQSPw8x8w8yXranElRpXWlYwGkYgiDOrS84V/P/9fk1BOI+ssbJM&#10;CjpysFx89OaYaHvjPV0PPhcBwi5BBYX3dSKlywoy6Ia2Jg7eyTYGfZBNLnWDtwA3lRxHUSwNlhwW&#10;CqxpVVB2PlyMgrRa7Xbndbrtpt/HLk7jezawa6U+++3PDISn1r/Dr/ZGKxhP4Pkl/A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3C5vxAAAANsAAAAPAAAAAAAAAAAA&#10;AAAAAKECAABkcnMvZG93bnJldi54bWxQSwUGAAAAAAQABAD5AAAAkgMAAAAA&#10;" strokecolor="red" strokeweight="3pt"/>
                  </v:group>
                  <v:shape id="Freeform 55" o:spid="_x0000_s1049" style="position:absolute;left:973;top:5657;width:264;height:680;visibility:visible;mso-wrap-style:square;v-text-anchor:top" coordsize="264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Fl8MA&#10;AADbAAAADwAAAGRycy9kb3ducmV2LnhtbESPzWrDMBCE74W+g9hCb42cEIpxophgYgihhubvvlgb&#10;2cRaGUtJ3LevCoUch5n5hlnmo+3EnQbfOlYwnSQgiGunWzYKTsfyIwXhA7LGzjEp+CEP+er1ZYmZ&#10;dg/e0/0QjIgQ9hkqaELoMyl93ZBFP3E9cfQubrAYohyM1AM+Itx2cpYkn9Jiy3GhwZ6Khurr4WYV&#10;XDbmdE6NKdu5Lb6w8tWu/A5Kvb+N6wWIQGN4hv/bW61gNoe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dFl8MAAADbAAAADwAAAAAAAAAAAAAAAACYAgAAZHJzL2Rv&#10;d25yZXYueG1sUEsFBgAAAAAEAAQA9QAAAIgDAAAAAA==&#10;" path="m24,680c12,567,,454,18,360,36,266,91,176,132,116,173,56,218,28,264,e" filled="f" strokecolor="red" strokeweight="3pt">
                    <v:path arrowok="t" o:connecttype="custom" o:connectlocs="24,680;18,360;132,116;264,0" o:connectangles="0,0,0,0"/>
                  </v:shape>
                  <v:line id="Line 56" o:spid="_x0000_s1050" style="position:absolute;flip:y;visibility:visible;mso-wrap-style:square" from="1231,4253" to="3521,5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kTgMQAAADbAAAADwAAAGRycy9kb3ducmV2LnhtbESPQYvCMBSE78L+h/CEvciaKtiVapRF&#10;2eJFQXfB66N5tsXmpTRRW3+9EQSPw8x8w8yXranElRpXWlYwGkYgiDOrS84V/P/9fk1BOI+ssbJM&#10;CjpysFx89OaYaHvjPV0PPhcBwi5BBYX3dSKlywoy6Ia2Jg7eyTYGfZBNLnWDtwA3lRxHUSwNlhwW&#10;CqxpVVB2PlyMgrRa7Xbndbrtpt/HLk7jezawa6U+++3PDISn1r/Dr/ZGKxhP4Pkl/A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eROAxAAAANsAAAAPAAAAAAAAAAAA&#10;AAAAAKECAABkcnMvZG93bnJldi54bWxQSwUGAAAAAAQABAD5AAAAkgMAAAAA&#10;" strokecolor="red" strokeweight="3pt"/>
                </v:group>
              </v:group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A2" w:rsidRDefault="007F67A2" w:rsidP="00692984">
      <w:r>
        <w:separator/>
      </w:r>
    </w:p>
  </w:endnote>
  <w:endnote w:type="continuationSeparator" w:id="0">
    <w:p w:rsidR="007F67A2" w:rsidRDefault="007F67A2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A2" w:rsidRDefault="007F67A2" w:rsidP="00692984">
      <w:r>
        <w:separator/>
      </w:r>
    </w:p>
  </w:footnote>
  <w:footnote w:type="continuationSeparator" w:id="0">
    <w:p w:rsidR="007F67A2" w:rsidRDefault="007F67A2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100B75"/>
    <w:rsid w:val="00133D7D"/>
    <w:rsid w:val="001F72EB"/>
    <w:rsid w:val="00692984"/>
    <w:rsid w:val="006B4A17"/>
    <w:rsid w:val="007070C6"/>
    <w:rsid w:val="007817E9"/>
    <w:rsid w:val="007F67A2"/>
    <w:rsid w:val="008E2D39"/>
    <w:rsid w:val="00C20BD0"/>
    <w:rsid w:val="00CF688E"/>
    <w:rsid w:val="00D04D8C"/>
    <w:rsid w:val="00E21083"/>
    <w:rsid w:val="00FD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6</cp:revision>
  <cp:lastPrinted>2016-12-09T04:29:00Z</cp:lastPrinted>
  <dcterms:created xsi:type="dcterms:W3CDTF">2016-12-09T04:17:00Z</dcterms:created>
  <dcterms:modified xsi:type="dcterms:W3CDTF">2016-12-16T02:52:00Z</dcterms:modified>
</cp:coreProperties>
</file>