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B75" w:rsidRDefault="00C70126">
      <w:bookmarkStart w:id="0" w:name="_GoBack"/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24DA927" wp14:editId="285F21B9">
                <wp:simplePos x="0" y="0"/>
                <wp:positionH relativeFrom="column">
                  <wp:posOffset>164465</wp:posOffset>
                </wp:positionH>
                <wp:positionV relativeFrom="paragraph">
                  <wp:posOffset>6228715</wp:posOffset>
                </wp:positionV>
                <wp:extent cx="6057900" cy="0"/>
                <wp:effectExtent l="0" t="0" r="0" b="1905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コネクタ 1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95pt,490.45pt" to="489.95pt,49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" strokecolor="red" strokeweight="2pt">
                <v:stroke dashstyle="1 1" endcap="round"/>
              </v:lin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C3E8C42" wp14:editId="3697A2CF">
                <wp:simplePos x="0" y="0"/>
                <wp:positionH relativeFrom="column">
                  <wp:posOffset>66675</wp:posOffset>
                </wp:positionH>
                <wp:positionV relativeFrom="paragraph">
                  <wp:posOffset>6228715</wp:posOffset>
                </wp:positionV>
                <wp:extent cx="1943100" cy="1559560"/>
                <wp:effectExtent l="0" t="0" r="0" b="254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55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126" w:rsidRDefault="00C70126" w:rsidP="00C70126">
                            <w:pPr>
                              <w:rPr>
                                <w:rFonts w:eastAsia="ＭＳ ゴシック"/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この線より下に画像や文字などを</w:t>
                            </w:r>
                          </w:p>
                          <w:p w:rsidR="00C70126" w:rsidRDefault="00C70126" w:rsidP="00C70126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レイアウトしないでください。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.25pt;margin-top:490.45pt;width:153pt;height:122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" filled="f" stroked="f">
                <v:textbox>
                  <w:txbxContent>
                    <w:p w:rsidR="00C70126" w:rsidRDefault="00C70126" w:rsidP="00C70126">
                      <w:pPr>
                        <w:rPr>
                          <w:rFonts w:eastAsia="ＭＳ ゴシック"/>
                          <w:color w:val="FF0000"/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この線より下に画像や文字などを</w:t>
                      </w:r>
                    </w:p>
                    <w:p w:rsidR="00C70126" w:rsidRDefault="00C70126" w:rsidP="00C70126">
                      <w:pPr>
                        <w:rPr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レイアウトしないでください。</w:t>
                      </w:r>
                    </w:p>
                  </w:txbxContent>
                </v:textbox>
              </v:shape>
            </w:pict>
          </mc:Fallback>
        </mc:AlternateContent>
      </w:r>
      <w:bookmarkEnd w:id="0"/>
      <w:r w:rsidR="006F1B2B">
        <w:rPr>
          <w:noProof/>
        </w:rPr>
        <w:drawing>
          <wp:anchor distT="0" distB="0" distL="114300" distR="114300" simplePos="0" relativeHeight="251660800" behindDoc="0" locked="0" layoutInCell="1" allowOverlap="1" wp14:anchorId="7A0981A8" wp14:editId="59C0043D">
            <wp:simplePos x="0" y="0"/>
            <wp:positionH relativeFrom="column">
              <wp:posOffset>1186815</wp:posOffset>
            </wp:positionH>
            <wp:positionV relativeFrom="paragraph">
              <wp:posOffset>2311400</wp:posOffset>
            </wp:positionV>
            <wp:extent cx="3019425" cy="2944740"/>
            <wp:effectExtent l="0" t="0" r="0" b="8255"/>
            <wp:wrapNone/>
            <wp:docPr id="11" name="図 11" descr="C:\Users\akihiro_kubo\AppData\Local\Microsoft\Windows\Temporary Internet Files\Content.IE5\F40WWDTZ\gatag-0001180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kihiro_kubo\AppData\Local\Microsoft\Windows\Temporary Internet Files\Content.IE5\F40WWDTZ\gatag-00011809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94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0BD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2584DF7" wp14:editId="00B3C172">
                <wp:simplePos x="0" y="0"/>
                <wp:positionH relativeFrom="column">
                  <wp:posOffset>-911860</wp:posOffset>
                </wp:positionH>
                <wp:positionV relativeFrom="paragraph">
                  <wp:posOffset>-1107440</wp:posOffset>
                </wp:positionV>
                <wp:extent cx="4870450" cy="988060"/>
                <wp:effectExtent l="2540" t="0" r="3810" b="0"/>
                <wp:wrapNone/>
                <wp:docPr id="27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0450" cy="988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4A17" w:rsidRDefault="006B4A17">
                            <w:pPr>
                              <w:rPr>
                                <w:rFonts w:eastAsia="ＭＳ ゴシック"/>
                                <w:sz w:val="2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【インクジェットバルーン　星型</w:t>
                            </w:r>
                            <w:r w:rsidR="00AB008F">
                              <w:rPr>
                                <w:rFonts w:eastAsia="ＭＳ ゴシック" w:hint="eastAsia"/>
                                <w:sz w:val="20"/>
                              </w:rPr>
                              <w:t>（裏面）</w:t>
                            </w: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】</w:t>
                            </w:r>
                          </w:p>
                          <w:p w:rsidR="00100B75" w:rsidRDefault="006B4A17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赤枠はインクジェットバルーンの型です。星型が表面、円型が裏面</w:t>
                            </w:r>
                            <w:r w:rsidR="00100B75">
                              <w:rPr>
                                <w:rFonts w:hint="eastAsia"/>
                              </w:rPr>
                              <w:t>で</w:t>
                            </w:r>
                            <w:r>
                              <w:rPr>
                                <w:rFonts w:hint="eastAsia"/>
                              </w:rPr>
                              <w:t>す。</w:t>
                            </w:r>
                          </w:p>
                          <w:p w:rsidR="006B4A17" w:rsidRDefault="006B4A17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レイアウト用のガイドとしてご活用ください。</w:t>
                            </w:r>
                          </w:p>
                          <w:p w:rsidR="006B4A17" w:rsidRDefault="006B4A17">
                            <w:pPr>
                              <w:pStyle w:val="3"/>
                            </w:pPr>
                            <w:r>
                              <w:rPr>
                                <w:rFonts w:hint="eastAsia"/>
                              </w:rPr>
                              <w:t>※ご注意：プリントする前に赤枠を必ず削除してください。</w:t>
                            </w:r>
                          </w:p>
                          <w:p w:rsidR="006B4A17" w:rsidRDefault="006B4A1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2" o:spid="_x0000_s1026" type="#_x0000_t202" style="position:absolute;left:0;text-align:left;margin-left:-71.8pt;margin-top:-87.2pt;width:383.5pt;height:77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+IXtgIAALs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" filled="f" stroked="f">
                <v:textbox>
                  <w:txbxContent>
                    <w:p w:rsidR="006B4A17" w:rsidRDefault="006B4A17">
                      <w:pPr>
                        <w:rPr>
                          <w:rFonts w:eastAsia="ＭＳ ゴシック"/>
                          <w:sz w:val="20"/>
                        </w:rPr>
                      </w:pPr>
                      <w:r>
                        <w:rPr>
                          <w:rFonts w:eastAsia="ＭＳ ゴシック" w:hint="eastAsia"/>
                          <w:sz w:val="20"/>
                        </w:rPr>
                        <w:t>【インクジェットバルーン　星型</w:t>
                      </w:r>
                      <w:r w:rsidR="00AB008F">
                        <w:rPr>
                          <w:rFonts w:eastAsia="ＭＳ ゴシック" w:hint="eastAsia"/>
                          <w:sz w:val="20"/>
                        </w:rPr>
                        <w:t>（裏面）</w:t>
                      </w:r>
                      <w:r>
                        <w:rPr>
                          <w:rFonts w:eastAsia="ＭＳ ゴシック" w:hint="eastAsia"/>
                          <w:sz w:val="20"/>
                        </w:rPr>
                        <w:t>】</w:t>
                      </w:r>
                    </w:p>
                    <w:p w:rsidR="00100B75" w:rsidRDefault="006B4A17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赤枠はインクジェットバルーンの型です。星型が表面、円型が裏面</w:t>
                      </w:r>
                      <w:r w:rsidR="00100B75">
                        <w:rPr>
                          <w:rFonts w:hint="eastAsia"/>
                        </w:rPr>
                        <w:t>で</w:t>
                      </w:r>
                      <w:r>
                        <w:rPr>
                          <w:rFonts w:hint="eastAsia"/>
                        </w:rPr>
                        <w:t>す。</w:t>
                      </w:r>
                    </w:p>
                    <w:p w:rsidR="006B4A17" w:rsidRDefault="006B4A17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レイアウト用のガイドとしてご活用ください。</w:t>
                      </w:r>
                    </w:p>
                    <w:p w:rsidR="006B4A17" w:rsidRDefault="006B4A17">
                      <w:pPr>
                        <w:pStyle w:val="3"/>
                      </w:pPr>
                      <w:r>
                        <w:rPr>
                          <w:rFonts w:hint="eastAsia"/>
                        </w:rPr>
                        <w:t>※ご注意：プリントする前に赤枠を必ず削除してください。</w:t>
                      </w:r>
                    </w:p>
                    <w:p w:rsidR="006B4A17" w:rsidRDefault="006B4A17"/>
                  </w:txbxContent>
                </v:textbox>
              </v:shape>
            </w:pict>
          </mc:Fallback>
        </mc:AlternateContent>
      </w:r>
      <w:r w:rsidR="00C20BD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10D52F" wp14:editId="1FCF2A58">
                <wp:simplePos x="0" y="0"/>
                <wp:positionH relativeFrom="column">
                  <wp:posOffset>553085</wp:posOffset>
                </wp:positionH>
                <wp:positionV relativeFrom="paragraph">
                  <wp:posOffset>1609725</wp:posOffset>
                </wp:positionV>
                <wp:extent cx="4286880" cy="4286880"/>
                <wp:effectExtent l="0" t="0" r="19050" b="19050"/>
                <wp:wrapNone/>
                <wp:docPr id="26" name="Oval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880" cy="42868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9" o:spid="_x0000_s1026" style="position:absolute;left:0;text-align:left;margin-left:43.55pt;margin-top:126.75pt;width:337.55pt;height:337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" strokecolor="red" strokeweight="2pt"/>
            </w:pict>
          </mc:Fallback>
        </mc:AlternateContent>
      </w:r>
    </w:p>
    <w:sectPr w:rsidR="00100B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576" w:rsidRDefault="008C1576" w:rsidP="00692984">
      <w:r>
        <w:separator/>
      </w:r>
    </w:p>
  </w:endnote>
  <w:endnote w:type="continuationSeparator" w:id="0">
    <w:p w:rsidR="008C1576" w:rsidRDefault="008C1576" w:rsidP="00692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576" w:rsidRDefault="008C1576" w:rsidP="00692984">
      <w:r>
        <w:separator/>
      </w:r>
    </w:p>
  </w:footnote>
  <w:footnote w:type="continuationSeparator" w:id="0">
    <w:p w:rsidR="008C1576" w:rsidRDefault="008C1576" w:rsidP="00692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BD0"/>
    <w:rsid w:val="000605F2"/>
    <w:rsid w:val="00077C64"/>
    <w:rsid w:val="00100B75"/>
    <w:rsid w:val="00692984"/>
    <w:rsid w:val="006B4A17"/>
    <w:rsid w:val="006F1B2B"/>
    <w:rsid w:val="008C1576"/>
    <w:rsid w:val="0093453C"/>
    <w:rsid w:val="00AB008F"/>
    <w:rsid w:val="00C20BD0"/>
    <w:rsid w:val="00C70126"/>
    <w:rsid w:val="00CD2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2984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2984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B00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B008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2984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2984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B00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B008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kihiro_kubo\Downloads\balloon_dot\bl3-star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bl3-star.dot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akihiro_kubo</dc:creator>
  <cp:lastModifiedBy>akihiro_kubo</cp:lastModifiedBy>
  <cp:revision>3</cp:revision>
  <cp:lastPrinted>2005-06-06T02:27:00Z</cp:lastPrinted>
  <dcterms:created xsi:type="dcterms:W3CDTF">2016-12-08T01:47:00Z</dcterms:created>
  <dcterms:modified xsi:type="dcterms:W3CDTF">2016-12-16T02:54:00Z</dcterms:modified>
</cp:coreProperties>
</file>