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957" w:rsidRDefault="003B27F2">
      <w:bookmarkStart w:id="0" w:name="_GoBack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21E4AAA" wp14:editId="0F235871">
                <wp:simplePos x="0" y="0"/>
                <wp:positionH relativeFrom="column">
                  <wp:posOffset>-238125</wp:posOffset>
                </wp:positionH>
                <wp:positionV relativeFrom="paragraph">
                  <wp:posOffset>6442710</wp:posOffset>
                </wp:positionV>
                <wp:extent cx="1943100" cy="1559560"/>
                <wp:effectExtent l="0" t="0" r="0" b="25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27F2" w:rsidRDefault="003B27F2" w:rsidP="003B27F2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3B27F2" w:rsidRDefault="003B27F2" w:rsidP="003B27F2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18.75pt;margin-top:507.3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" filled="f" stroked="f">
                <v:textbox>
                  <w:txbxContent>
                    <w:p w:rsidR="003B27F2" w:rsidRDefault="003B27F2" w:rsidP="003B27F2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3B27F2" w:rsidRDefault="003B27F2" w:rsidP="003B27F2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76F86D5" wp14:editId="4C9458C5">
                <wp:simplePos x="0" y="0"/>
                <wp:positionH relativeFrom="column">
                  <wp:posOffset>-235585</wp:posOffset>
                </wp:positionH>
                <wp:positionV relativeFrom="paragraph">
                  <wp:posOffset>6443032</wp:posOffset>
                </wp:positionV>
                <wp:extent cx="6057900" cy="0"/>
                <wp:effectExtent l="0" t="0" r="0" b="19050"/>
                <wp:wrapNone/>
                <wp:docPr id="4" name="直線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4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55pt,507.35pt" to="458.45pt,5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" strokecolor="red" strokeweight="2pt">
                <v:stroke dashstyle="1 1" endcap="round"/>
              </v:line>
            </w:pict>
          </mc:Fallback>
        </mc:AlternateContent>
      </w:r>
      <w:bookmarkEnd w:id="0"/>
      <w:r w:rsidR="00F150FC" w:rsidRPr="00F150FC">
        <w:rPr>
          <w:noProof/>
        </w:rPr>
        <mc:AlternateContent>
          <mc:Choice Requires="wps">
            <w:drawing>
              <wp:anchor distT="0" distB="0" distL="114300" distR="114300" simplePos="0" relativeHeight="251651582" behindDoc="0" locked="0" layoutInCell="1" allowOverlap="1" wp14:anchorId="4D0D7A40" wp14:editId="1917BB86">
                <wp:simplePos x="0" y="0"/>
                <wp:positionH relativeFrom="column">
                  <wp:posOffset>375285</wp:posOffset>
                </wp:positionH>
                <wp:positionV relativeFrom="paragraph">
                  <wp:posOffset>1801866</wp:posOffset>
                </wp:positionV>
                <wp:extent cx="4684143" cy="4537494"/>
                <wp:effectExtent l="0" t="0" r="2540" b="0"/>
                <wp:wrapNone/>
                <wp:docPr id="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4143" cy="4537494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29.55pt;margin-top:141.9pt;width:368.85pt;height:357.3pt;z-index:2516515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" fillcolor="#00b0f0" stroked="f"/>
            </w:pict>
          </mc:Fallback>
        </mc:AlternateContent>
      </w:r>
      <w:r w:rsidR="00F150FC" w:rsidRPr="00F150FC">
        <w:rPr>
          <w:noProof/>
        </w:rPr>
        <mc:AlternateContent>
          <mc:Choice Requires="wps">
            <w:drawing>
              <wp:anchor distT="0" distB="0" distL="114300" distR="114300" simplePos="0" relativeHeight="251654654" behindDoc="0" locked="0" layoutInCell="1" allowOverlap="1" wp14:anchorId="72D7F903" wp14:editId="6278D183">
                <wp:simplePos x="0" y="0"/>
                <wp:positionH relativeFrom="column">
                  <wp:posOffset>2435225</wp:posOffset>
                </wp:positionH>
                <wp:positionV relativeFrom="paragraph">
                  <wp:posOffset>3667125</wp:posOffset>
                </wp:positionV>
                <wp:extent cx="2156460" cy="1560830"/>
                <wp:effectExtent l="0" t="0" r="0" b="127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156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50FC" w:rsidRPr="00F150FC" w:rsidRDefault="00F150FC" w:rsidP="00F150FC">
                            <w:pPr>
                              <w:spacing w:after="240"/>
                              <w:jc w:val="left"/>
                              <w:rPr>
                                <w:rFonts w:ascii="HG創英角ｺﾞｼｯｸUB" w:eastAsia="HG創英角ｺﾞｼｯｸUB" w:hAnsi="HG創英角ｺﾞｼｯｸUB"/>
                                <w:color w:val="FFFF00"/>
                                <w:sz w:val="144"/>
                              </w:rPr>
                            </w:pPr>
                            <w:r w:rsidRPr="00F150FC">
                              <w:rPr>
                                <w:rFonts w:ascii="HG創英角ｺﾞｼｯｸUB" w:eastAsia="HG創英角ｺﾞｼｯｸUB" w:hAnsi="HG創英角ｺﾞｼｯｸUB" w:hint="eastAsia"/>
                                <w:color w:val="FFFF00"/>
                                <w:sz w:val="144"/>
                              </w:rPr>
                              <w:t>発売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91.75pt;margin-top:288.75pt;width:169.8pt;height:122.9pt;z-index:2516546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" filled="f" stroked="f" strokeweight=".5pt">
                <v:textbox>
                  <w:txbxContent>
                    <w:p w:rsidR="00F150FC" w:rsidRPr="00F150FC" w:rsidRDefault="00F150FC" w:rsidP="00F150FC">
                      <w:pPr>
                        <w:spacing w:after="240"/>
                        <w:jc w:val="left"/>
                        <w:rPr>
                          <w:rFonts w:ascii="HG創英角ｺﾞｼｯｸUB" w:eastAsia="HG創英角ｺﾞｼｯｸUB" w:hAnsi="HG創英角ｺﾞｼｯｸUB"/>
                          <w:color w:val="FFFF00"/>
                          <w:sz w:val="144"/>
                        </w:rPr>
                      </w:pPr>
                      <w:r w:rsidRPr="00F150FC">
                        <w:rPr>
                          <w:rFonts w:ascii="HG創英角ｺﾞｼｯｸUB" w:eastAsia="HG創英角ｺﾞｼｯｸUB" w:hAnsi="HG創英角ｺﾞｼｯｸUB" w:hint="eastAsia"/>
                          <w:color w:val="FFFF00"/>
                          <w:sz w:val="144"/>
                        </w:rPr>
                        <w:t>発売</w:t>
                      </w:r>
                    </w:p>
                  </w:txbxContent>
                </v:textbox>
              </v:shape>
            </w:pict>
          </mc:Fallback>
        </mc:AlternateContent>
      </w:r>
      <w:r w:rsidR="00F150FC" w:rsidRPr="00F150FC">
        <w:rPr>
          <w:noProof/>
        </w:rPr>
        <mc:AlternateContent>
          <mc:Choice Requires="wps">
            <w:drawing>
              <wp:anchor distT="0" distB="0" distL="114300" distR="114300" simplePos="0" relativeHeight="251652606" behindDoc="0" locked="0" layoutInCell="1" allowOverlap="1" wp14:anchorId="500A7E4F" wp14:editId="3D9C6FDF">
                <wp:simplePos x="0" y="0"/>
                <wp:positionH relativeFrom="column">
                  <wp:posOffset>2026920</wp:posOffset>
                </wp:positionH>
                <wp:positionV relativeFrom="paragraph">
                  <wp:posOffset>2919730</wp:posOffset>
                </wp:positionV>
                <wp:extent cx="2828925" cy="128460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50FC" w:rsidRPr="00F150FC" w:rsidRDefault="00F150FC" w:rsidP="00F150FC">
                            <w:pPr>
                              <w:spacing w:after="240"/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16"/>
                                <w:szCs w:val="116"/>
                              </w:rPr>
                            </w:pPr>
                            <w:r w:rsidRPr="00F150FC">
                              <w:rPr>
                                <w:rFonts w:ascii="Arial Black" w:hAnsi="Arial Black"/>
                                <w:color w:val="FFFFFF" w:themeColor="background1"/>
                                <w:sz w:val="116"/>
                                <w:szCs w:val="116"/>
                              </w:rPr>
                              <w:t>NEW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159.6pt;margin-top:229.9pt;width:222.75pt;height:101.15pt;z-index:2516526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" filled="f" stroked="f" strokeweight=".5pt">
                <v:textbox>
                  <w:txbxContent>
                    <w:p w:rsidR="00F150FC" w:rsidRPr="00F150FC" w:rsidRDefault="00F150FC" w:rsidP="00F150FC">
                      <w:pPr>
                        <w:spacing w:after="240"/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116"/>
                          <w:szCs w:val="116"/>
                        </w:rPr>
                      </w:pPr>
                      <w:r w:rsidRPr="00F150FC">
                        <w:rPr>
                          <w:rFonts w:ascii="Arial Black" w:hAnsi="Arial Black"/>
                          <w:color w:val="FFFFFF" w:themeColor="background1"/>
                          <w:sz w:val="116"/>
                          <w:szCs w:val="116"/>
                        </w:rPr>
                        <w:t>NEW</w:t>
                      </w:r>
                    </w:p>
                  </w:txbxContent>
                </v:textbox>
              </v:shape>
            </w:pict>
          </mc:Fallback>
        </mc:AlternateContent>
      </w:r>
      <w:r w:rsidR="00F150FC" w:rsidRPr="00F150FC">
        <w:rPr>
          <w:noProof/>
        </w:rPr>
        <mc:AlternateContent>
          <mc:Choice Requires="wps">
            <w:drawing>
              <wp:anchor distT="0" distB="0" distL="114300" distR="114300" simplePos="0" relativeHeight="251653630" behindDoc="0" locked="0" layoutInCell="1" allowOverlap="1" wp14:anchorId="357C8951" wp14:editId="05ACB0F6">
                <wp:simplePos x="0" y="0"/>
                <wp:positionH relativeFrom="column">
                  <wp:posOffset>633730</wp:posOffset>
                </wp:positionH>
                <wp:positionV relativeFrom="paragraph">
                  <wp:posOffset>2994289</wp:posOffset>
                </wp:positionV>
                <wp:extent cx="2147570" cy="1974850"/>
                <wp:effectExtent l="0" t="0" r="0" b="63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70" cy="197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50FC" w:rsidRPr="00F150FC" w:rsidRDefault="00F150FC" w:rsidP="00F150FC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FFFF00"/>
                                <w:sz w:val="240"/>
                              </w:rPr>
                            </w:pPr>
                            <w:r w:rsidRPr="00F150FC">
                              <w:rPr>
                                <w:rFonts w:ascii="HG創英角ｺﾞｼｯｸUB" w:eastAsia="HG創英角ｺﾞｼｯｸUB" w:hAnsi="HG創英角ｺﾞｼｯｸUB" w:hint="eastAsia"/>
                                <w:color w:val="FFFF00"/>
                                <w:sz w:val="240"/>
                              </w:rPr>
                              <w:t>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" o:spid="_x0000_s1028" type="#_x0000_t202" style="position:absolute;left:0;text-align:left;margin-left:49.9pt;margin-top:235.75pt;width:169.1pt;height:155.5pt;z-index:251653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" filled="f" stroked="f" strokeweight=".5pt">
                <v:textbox>
                  <w:txbxContent>
                    <w:p w:rsidR="00F150FC" w:rsidRPr="00F150FC" w:rsidRDefault="00F150FC" w:rsidP="00F150FC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FFFF00"/>
                          <w:sz w:val="240"/>
                        </w:rPr>
                      </w:pPr>
                      <w:r w:rsidRPr="00F150FC">
                        <w:rPr>
                          <w:rFonts w:ascii="HG創英角ｺﾞｼｯｸUB" w:eastAsia="HG創英角ｺﾞｼｯｸUB" w:hAnsi="HG創英角ｺﾞｼｯｸUB" w:hint="eastAsia"/>
                          <w:color w:val="FFFF00"/>
                          <w:sz w:val="240"/>
                        </w:rPr>
                        <w:t>新</w:t>
                      </w:r>
                    </w:p>
                  </w:txbxContent>
                </v:textbox>
              </v:shape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361305" cy="988060"/>
                <wp:effectExtent l="254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1305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3829" w:rsidRDefault="00E33829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丸型</w:t>
                            </w:r>
                            <w:r w:rsidR="00000356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F05957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赤枠はインクジェットバルーンの型です。大きい円が表面、小さい円が裏面</w:t>
                            </w:r>
                            <w:r w:rsidR="004A1ED9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E33829" w:rsidRDefault="00E33829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E33829" w:rsidRDefault="00E33829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-71.8pt;margin-top:-87.2pt;width:422.1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fg+uQIAAMA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" filled="f" stroked="f">
                <v:textbox>
                  <w:txbxContent>
                    <w:p w:rsidR="00E33829" w:rsidRDefault="00E33829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丸型</w:t>
                      </w:r>
                      <w:r w:rsidR="00000356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F05957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赤枠はインクジェットバルーンの型です。大きい円が表面、小さい円が裏面</w:t>
                      </w:r>
                      <w:r w:rsidR="004A1ED9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E33829" w:rsidRDefault="00E33829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E33829" w:rsidRDefault="00E33829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9797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1932305</wp:posOffset>
                </wp:positionV>
                <wp:extent cx="4251960" cy="4251960"/>
                <wp:effectExtent l="0" t="0" r="15240" b="1524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1960" cy="42519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45.95pt;margin-top:152.15pt;width:334.8pt;height:33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" filled="f" strokecolor="#c00000" strokeweight="2pt"/>
            </w:pict>
          </mc:Fallback>
        </mc:AlternateContent>
      </w:r>
    </w:p>
    <w:sectPr w:rsidR="00F059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546" w:rsidRDefault="00110546" w:rsidP="0078311C">
      <w:r>
        <w:separator/>
      </w:r>
    </w:p>
  </w:endnote>
  <w:endnote w:type="continuationSeparator" w:id="0">
    <w:p w:rsidR="00110546" w:rsidRDefault="00110546" w:rsidP="0078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546" w:rsidRDefault="00110546" w:rsidP="0078311C">
      <w:r>
        <w:separator/>
      </w:r>
    </w:p>
  </w:footnote>
  <w:footnote w:type="continuationSeparator" w:id="0">
    <w:p w:rsidR="00110546" w:rsidRDefault="00110546" w:rsidP="00783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77"/>
    <w:rsid w:val="00000356"/>
    <w:rsid w:val="00110546"/>
    <w:rsid w:val="003B27F2"/>
    <w:rsid w:val="004A1ED9"/>
    <w:rsid w:val="00723C77"/>
    <w:rsid w:val="0078311C"/>
    <w:rsid w:val="00872E3C"/>
    <w:rsid w:val="00875063"/>
    <w:rsid w:val="00A3551C"/>
    <w:rsid w:val="00E33829"/>
    <w:rsid w:val="00E90D6A"/>
    <w:rsid w:val="00E97977"/>
    <w:rsid w:val="00F05957"/>
    <w:rsid w:val="00F1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3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03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31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83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311C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3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035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2-roun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bl2-round.dot</Template>
  <TotalTime>29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4</cp:revision>
  <cp:lastPrinted>2005-06-06T01:13:00Z</cp:lastPrinted>
  <dcterms:created xsi:type="dcterms:W3CDTF">2016-12-13T08:29:00Z</dcterms:created>
  <dcterms:modified xsi:type="dcterms:W3CDTF">2016-12-15T08:18:00Z</dcterms:modified>
</cp:coreProperties>
</file>