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57" w:rsidRDefault="00991911">
      <w:bookmarkStart w:id="0" w:name="_GoBack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E684B1" wp14:editId="3A7D37E4">
                <wp:simplePos x="0" y="0"/>
                <wp:positionH relativeFrom="column">
                  <wp:posOffset>-238125</wp:posOffset>
                </wp:positionH>
                <wp:positionV relativeFrom="paragraph">
                  <wp:posOffset>6554470</wp:posOffset>
                </wp:positionV>
                <wp:extent cx="1943100" cy="1559560"/>
                <wp:effectExtent l="0" t="0" r="0" b="25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911" w:rsidRDefault="00991911" w:rsidP="00991911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991911" w:rsidRDefault="00991911" w:rsidP="0099191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18.75pt;margin-top:516.1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" filled="f" stroked="f">
                <v:textbox>
                  <w:txbxContent>
                    <w:p w:rsidR="00991911" w:rsidRDefault="00991911" w:rsidP="00991911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991911" w:rsidRDefault="00991911" w:rsidP="00991911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BD82140" wp14:editId="5D807A73">
                <wp:simplePos x="0" y="0"/>
                <wp:positionH relativeFrom="column">
                  <wp:posOffset>-235585</wp:posOffset>
                </wp:positionH>
                <wp:positionV relativeFrom="paragraph">
                  <wp:posOffset>6554792</wp:posOffset>
                </wp:positionV>
                <wp:extent cx="6057900" cy="0"/>
                <wp:effectExtent l="0" t="0" r="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55pt,516.15pt" to="458.45pt,5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" strokecolor="red" strokeweight="2pt">
                <v:stroke dashstyle="1 1" endcap="round"/>
              </v:line>
            </w:pict>
          </mc:Fallback>
        </mc:AlternateContent>
      </w:r>
      <w:bookmarkEnd w:id="0"/>
      <w:r w:rsidR="00801CCF">
        <w:rPr>
          <w:noProof/>
        </w:rPr>
        <mc:AlternateContent>
          <mc:Choice Requires="wpg">
            <w:drawing>
              <wp:anchor distT="0" distB="0" distL="114300" distR="114300" simplePos="0" relativeHeight="251652606" behindDoc="0" locked="0" layoutInCell="1" allowOverlap="1">
                <wp:simplePos x="0" y="0"/>
                <wp:positionH relativeFrom="column">
                  <wp:posOffset>783171</wp:posOffset>
                </wp:positionH>
                <wp:positionV relativeFrom="paragraph">
                  <wp:posOffset>2259102</wp:posOffset>
                </wp:positionV>
                <wp:extent cx="3800810" cy="3527605"/>
                <wp:effectExtent l="38100" t="247650" r="28575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810" cy="3527605"/>
                          <a:chOff x="0" y="0"/>
                          <a:chExt cx="3800810" cy="3527605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 rot="21077502">
                            <a:off x="0" y="0"/>
                            <a:ext cx="3704590" cy="14580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70BB" w:rsidRPr="00113C8B" w:rsidRDefault="000C70BB" w:rsidP="000C70B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18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/>
                                  <w:color w:val="FFFFFF" w:themeColor="background1"/>
                                  <w:sz w:val="180"/>
                                  <w:szCs w:val="144"/>
                                </w:rPr>
                                <w:t>SALE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 rot="21077502">
                            <a:off x="120769" y="845389"/>
                            <a:ext cx="2396490" cy="2261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70BB" w:rsidRPr="00113C8B" w:rsidRDefault="000C70BB" w:rsidP="000C70B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28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 w:hint="eastAsia"/>
                                  <w:color w:val="FFFFFF" w:themeColor="background1"/>
                                  <w:sz w:val="280"/>
                                  <w:szCs w:val="144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 rot="21077502">
                            <a:off x="2441275" y="1000665"/>
                            <a:ext cx="1359535" cy="149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70BB" w:rsidRPr="00113C8B" w:rsidRDefault="000C70BB" w:rsidP="000C70B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16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 w:hint="eastAsia"/>
                                  <w:color w:val="FFFFFF" w:themeColor="background1"/>
                                  <w:sz w:val="160"/>
                                  <w:szCs w:val="144"/>
                                </w:rPr>
                                <w:t>%</w:t>
                              </w:r>
                            </w:p>
                            <w:p w:rsidR="000C70BB" w:rsidRPr="00113C8B" w:rsidRDefault="000C70BB" w:rsidP="000C70B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160"/>
                                  <w:szCs w:val="1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431985" y="2009955"/>
                            <a:ext cx="2229485" cy="151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70BB" w:rsidRPr="00113C8B" w:rsidRDefault="000C70BB" w:rsidP="000C70B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20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 w:hint="eastAsia"/>
                                  <w:color w:val="FFFFFF" w:themeColor="background1"/>
                                  <w:sz w:val="200"/>
                                  <w:szCs w:val="144"/>
                                </w:rPr>
                                <w:t>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left:0;text-align:left;margin-left:61.65pt;margin-top:177.9pt;width:299.3pt;height:277.75pt;z-index:251652606" coordsize="38008,35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27" type="#_x0000_t202" style="position:absolute;width:37045;height:14580;rotation:-5707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I8cUA&#10;AADbAAAADwAAAGRycy9kb3ducmV2LnhtbESPQW/CMAyF75P2HyJP4jZShrahQkBoiIkdYUNwtBrT&#10;FBqnNAHKv58Pk3az9Z7f+zyZdb5WV2pjFdjAoJ+BIi6Crbg08PO9fB6BignZYh2YDNwpwmz6+DDB&#10;3IYbr+m6SaWSEI45GnApNbnWsXDkMfZDQyzaIbQek6xtqW2LNwn3tX7JsjftsWJpcNjQh6PitLl4&#10;A4fj4tOdl1/D9ao6b1/v7/vdYL43pvfUzcegEnXp3/x3vbKCL/Tyiwy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AjxxQAAANsAAAAPAAAAAAAAAAAAAAAAAJgCAABkcnMv&#10;ZG93bnJldi54bWxQSwUGAAAAAAQABAD1AAAAigMAAAAA&#10;" filled="f" stroked="f" strokeweight=".5pt">
                  <v:textbox>
                    <w:txbxContent>
                      <w:p w:rsidR="000C70BB" w:rsidRPr="00113C8B" w:rsidRDefault="000C70BB" w:rsidP="000C70BB">
                        <w:pPr>
                          <w:rPr>
                            <w:rFonts w:ascii="Cooper Black" w:hAnsi="Cooper Black"/>
                            <w:color w:val="FFFFFF" w:themeColor="background1"/>
                            <w:sz w:val="18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/>
                            <w:color w:val="FFFFFF" w:themeColor="background1"/>
                            <w:sz w:val="180"/>
                            <w:szCs w:val="144"/>
                          </w:rPr>
                          <w:t>SALE</w:t>
                        </w:r>
                      </w:p>
                    </w:txbxContent>
                  </v:textbox>
                </v:shape>
                <v:shape id="テキスト ボックス 11" o:spid="_x0000_s1028" type="#_x0000_t202" style="position:absolute;left:1207;top:8453;width:23965;height:22619;rotation:-5707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tasIA&#10;AADbAAAADwAAAGRycy9kb3ducmV2LnhtbERPTWsCMRC9C/6HMAVvNbuKVbZGEcWiR7VFj8Nm3Gy7&#10;maybVNd/3xQEb/N4nzOdt7YSV2p86VhB2k9AEOdOl1wo+DysXycgfEDWWDkmBXfyMJ91O1PMtLvx&#10;jq77UIgYwj5DBSaEOpPS54Ys+r6riSN3do3FEGFTSN3gLYbbSg6S5E1aLDk2GKxpaSj/2f9aBefv&#10;1Ye5rLfD3aa8fI3u49MxXZyU6r20i3cQgdrwFD/cGx3np/D/Szx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K1qwgAAANsAAAAPAAAAAAAAAAAAAAAAAJgCAABkcnMvZG93&#10;bnJldi54bWxQSwUGAAAAAAQABAD1AAAAhwMAAAAA&#10;" filled="f" stroked="f" strokeweight=".5pt">
                  <v:textbox>
                    <w:txbxContent>
                      <w:p w:rsidR="000C70BB" w:rsidRPr="00113C8B" w:rsidRDefault="000C70BB" w:rsidP="000C70BB">
                        <w:pPr>
                          <w:rPr>
                            <w:rFonts w:ascii="Cooper Black" w:hAnsi="Cooper Black"/>
                            <w:color w:val="FFFFFF" w:themeColor="background1"/>
                            <w:sz w:val="28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 w:hint="eastAsia"/>
                            <w:color w:val="FFFFFF" w:themeColor="background1"/>
                            <w:sz w:val="280"/>
                            <w:szCs w:val="144"/>
                          </w:rPr>
                          <w:t>50</w:t>
                        </w:r>
                      </w:p>
                    </w:txbxContent>
                  </v:textbox>
                </v:shape>
                <v:shape id="テキスト ボックス 12" o:spid="_x0000_s1029" type="#_x0000_t202" style="position:absolute;left:24412;top:10006;width:13596;height:14973;rotation:-5707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zHcIA&#10;AADbAAAADwAAAGRycy9kb3ducmV2LnhtbERPTWsCMRC9F/ofwhS8uVkVbdkaRVoUPaot9Thsxs3q&#10;ZrJuoq7/3ghCb/N4nzOetrYSF2p86VhBL0lBEOdOl1wo+NnOux8gfEDWWDkmBTfyMJ28vowx0+7K&#10;a7psQiFiCPsMFZgQ6kxKnxuy6BNXE0du7xqLIcKmkLrBawy3leyn6UhaLDk2GKzpy1B+3Jytgv3h&#10;e2FO89VgvSxPv8Pb++6vN9sp1XlrZ58gArXhX/x0L3Wc34fHL/EAO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mjMdwgAAANsAAAAPAAAAAAAAAAAAAAAAAJgCAABkcnMvZG93&#10;bnJldi54bWxQSwUGAAAAAAQABAD1AAAAhwMAAAAA&#10;" filled="f" stroked="f" strokeweight=".5pt">
                  <v:textbox>
                    <w:txbxContent>
                      <w:p w:rsidR="000C70BB" w:rsidRPr="00113C8B" w:rsidRDefault="000C70BB" w:rsidP="000C70BB">
                        <w:pPr>
                          <w:rPr>
                            <w:rFonts w:ascii="Cooper Black" w:hAnsi="Cooper Black"/>
                            <w:color w:val="FFFFFF" w:themeColor="background1"/>
                            <w:sz w:val="16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 w:hint="eastAsia"/>
                            <w:color w:val="FFFFFF" w:themeColor="background1"/>
                            <w:sz w:val="160"/>
                            <w:szCs w:val="144"/>
                          </w:rPr>
                          <w:t>%</w:t>
                        </w:r>
                      </w:p>
                      <w:p w:rsidR="000C70BB" w:rsidRPr="00113C8B" w:rsidRDefault="000C70BB" w:rsidP="000C70BB">
                        <w:pPr>
                          <w:rPr>
                            <w:rFonts w:ascii="Cooper Black" w:hAnsi="Cooper Black"/>
                            <w:color w:val="FFFFFF" w:themeColor="background1"/>
                            <w:sz w:val="160"/>
                            <w:szCs w:val="144"/>
                          </w:rPr>
                        </w:pPr>
                      </w:p>
                    </w:txbxContent>
                  </v:textbox>
                </v:shape>
                <v:shape id="テキスト ボックス 13" o:spid="_x0000_s1030" type="#_x0000_t202" style="position:absolute;left:14319;top:20099;width:22295;height:15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0C70BB" w:rsidRPr="00113C8B" w:rsidRDefault="000C70BB" w:rsidP="000C70BB">
                        <w:pPr>
                          <w:rPr>
                            <w:rFonts w:ascii="Cooper Black" w:hAnsi="Cooper Black"/>
                            <w:color w:val="FFFFFF" w:themeColor="background1"/>
                            <w:sz w:val="200"/>
                            <w:szCs w:val="144"/>
                          </w:rPr>
                        </w:pPr>
                        <w:proofErr w:type="gramStart"/>
                        <w:r w:rsidRPr="00113C8B">
                          <w:rPr>
                            <w:rFonts w:ascii="Cooper Black" w:hAnsi="Cooper Black" w:hint="eastAsia"/>
                            <w:color w:val="FFFFFF" w:themeColor="background1"/>
                            <w:sz w:val="200"/>
                            <w:szCs w:val="144"/>
                          </w:rPr>
                          <w:t>off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113C8B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46461" behindDoc="0" locked="0" layoutInCell="1" allowOverlap="1" wp14:anchorId="58FB382D" wp14:editId="38A6FE0D">
                <wp:simplePos x="0" y="0"/>
                <wp:positionH relativeFrom="column">
                  <wp:posOffset>472620</wp:posOffset>
                </wp:positionH>
                <wp:positionV relativeFrom="paragraph">
                  <wp:posOffset>1827782</wp:posOffset>
                </wp:positionV>
                <wp:extent cx="4554543" cy="4589252"/>
                <wp:effectExtent l="0" t="0" r="0" b="1905"/>
                <wp:wrapNone/>
                <wp:docPr id="2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4543" cy="4589252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37.2pt;margin-top:143.9pt;width:358.65pt;height:361.35pt;z-index:2516464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" fillcolor="#c00000" stroked="f"/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361305" cy="988060"/>
                <wp:effectExtent l="254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1305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829" w:rsidRDefault="00E33829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丸型</w:t>
                            </w:r>
                            <w:r w:rsidR="00113C8B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F05957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赤枠はインクジェットバルーンの型です。大きい円が表面、小さい円が裏面</w:t>
                            </w:r>
                            <w:r w:rsidR="004A1ED9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E33829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E33829" w:rsidRDefault="00E33829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-71.8pt;margin-top:-87.2pt;width:422.1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" filled="f" stroked="f">
                <v:textbox>
                  <w:txbxContent>
                    <w:p w:rsidR="00E33829" w:rsidRDefault="00E33829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丸型</w:t>
                      </w:r>
                      <w:r w:rsidR="00113C8B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F05957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赤枠はインクジェットバルーンの型です。大きい円が表面、小さい円が裏面</w:t>
                      </w:r>
                      <w:r w:rsidR="004A1ED9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E33829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E33829" w:rsidRDefault="00E33829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1932305</wp:posOffset>
                </wp:positionV>
                <wp:extent cx="4251960" cy="4251960"/>
                <wp:effectExtent l="0" t="0" r="15240" b="1524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1960" cy="42519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45.95pt;margin-top:152.15pt;width:334.8pt;height:33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" filled="f" strokecolor="red" strokeweight="2pt"/>
            </w:pict>
          </mc:Fallback>
        </mc:AlternateContent>
      </w:r>
    </w:p>
    <w:sectPr w:rsidR="00F059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B91" w:rsidRDefault="000C5B91" w:rsidP="0078311C">
      <w:r>
        <w:separator/>
      </w:r>
    </w:p>
  </w:endnote>
  <w:endnote w:type="continuationSeparator" w:id="0">
    <w:p w:rsidR="000C5B91" w:rsidRDefault="000C5B91" w:rsidP="0078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B91" w:rsidRDefault="000C5B91" w:rsidP="0078311C">
      <w:r>
        <w:separator/>
      </w:r>
    </w:p>
  </w:footnote>
  <w:footnote w:type="continuationSeparator" w:id="0">
    <w:p w:rsidR="000C5B91" w:rsidRDefault="000C5B91" w:rsidP="00783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77"/>
    <w:rsid w:val="000C5B91"/>
    <w:rsid w:val="000C70BB"/>
    <w:rsid w:val="00113C8B"/>
    <w:rsid w:val="002F5140"/>
    <w:rsid w:val="004A1ED9"/>
    <w:rsid w:val="00672C22"/>
    <w:rsid w:val="0078311C"/>
    <w:rsid w:val="00801CCF"/>
    <w:rsid w:val="00991911"/>
    <w:rsid w:val="00A3551C"/>
    <w:rsid w:val="00CB0E7C"/>
    <w:rsid w:val="00E33829"/>
    <w:rsid w:val="00E97977"/>
    <w:rsid w:val="00EE0E89"/>
    <w:rsid w:val="00F05957"/>
    <w:rsid w:val="00F26540"/>
    <w:rsid w:val="00F8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2-roun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bl2-round.dot</Template>
  <TotalTime>35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6</cp:revision>
  <cp:lastPrinted>2005-06-06T01:13:00Z</cp:lastPrinted>
  <dcterms:created xsi:type="dcterms:W3CDTF">2016-12-07T07:08:00Z</dcterms:created>
  <dcterms:modified xsi:type="dcterms:W3CDTF">2016-12-15T08:18:00Z</dcterms:modified>
</cp:coreProperties>
</file>