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57" w:rsidRDefault="00641B01">
      <w:bookmarkStart w:id="0" w:name="_GoBack"/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6542FF7" wp14:editId="46C0F943">
                <wp:simplePos x="0" y="0"/>
                <wp:positionH relativeFrom="column">
                  <wp:posOffset>-74930</wp:posOffset>
                </wp:positionH>
                <wp:positionV relativeFrom="paragraph">
                  <wp:posOffset>7299325</wp:posOffset>
                </wp:positionV>
                <wp:extent cx="1943100" cy="1559560"/>
                <wp:effectExtent l="0" t="0" r="0" b="2540"/>
                <wp:wrapNone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1B01" w:rsidRDefault="00641B01" w:rsidP="00641B01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641B01" w:rsidRDefault="00641B01" w:rsidP="00641B0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-5.9pt;margin-top:574.75pt;width:153pt;height:122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" filled="f" stroked="f">
                <v:textbox>
                  <w:txbxContent>
                    <w:p w:rsidR="00641B01" w:rsidRDefault="00641B01" w:rsidP="00641B01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641B01" w:rsidRDefault="00641B01" w:rsidP="00641B01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1027C93" wp14:editId="7771DDBA">
                <wp:simplePos x="0" y="0"/>
                <wp:positionH relativeFrom="column">
                  <wp:posOffset>-73660</wp:posOffset>
                </wp:positionH>
                <wp:positionV relativeFrom="paragraph">
                  <wp:posOffset>7299647</wp:posOffset>
                </wp:positionV>
                <wp:extent cx="2324100" cy="0"/>
                <wp:effectExtent l="0" t="0" r="0" b="1905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2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pt,574.8pt" to="177.2pt,5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" strokecolor="red" strokeweight="2pt">
                <v:stroke dashstyle="1 1" endcap="round"/>
              </v:line>
            </w:pict>
          </mc:Fallback>
        </mc:AlternateContent>
      </w:r>
      <w:bookmarkEnd w:id="0"/>
      <w:r w:rsidR="00672C22">
        <w:rPr>
          <w:noProof/>
        </w:rPr>
        <mc:AlternateContent>
          <mc:Choice Requires="wps">
            <w:drawing>
              <wp:anchor distT="0" distB="0" distL="114300" distR="114300" simplePos="0" relativeHeight="251649534" behindDoc="0" locked="0" layoutInCell="1" allowOverlap="1">
                <wp:simplePos x="0" y="0"/>
                <wp:positionH relativeFrom="column">
                  <wp:posOffset>101684</wp:posOffset>
                </wp:positionH>
                <wp:positionV relativeFrom="paragraph">
                  <wp:posOffset>1974431</wp:posOffset>
                </wp:positionV>
                <wp:extent cx="5520690" cy="2009775"/>
                <wp:effectExtent l="57150" t="381000" r="60960" b="39052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552069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70BB" w:rsidRPr="000C70BB" w:rsidRDefault="000C70BB" w:rsidP="000C70BB">
                            <w:pPr>
                              <w:rPr>
                                <w:rFonts w:ascii="Cooper Black" w:hAnsi="Cooper Black"/>
                                <w:color w:val="C00000"/>
                                <w:sz w:val="280"/>
                                <w:szCs w:val="144"/>
                              </w:rPr>
                            </w:pPr>
                            <w:r w:rsidRPr="000C70BB">
                              <w:rPr>
                                <w:rFonts w:ascii="Cooper Black" w:hAnsi="Cooper Black"/>
                                <w:color w:val="C00000"/>
                                <w:sz w:val="280"/>
                                <w:szCs w:val="144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0" o:spid="_x0000_s1027" type="#_x0000_t202" style="position:absolute;left:0;text-align:left;margin-left:8pt;margin-top:155.45pt;width:434.7pt;height:158.25pt;rotation:-570707fd;z-index:2516495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" filled="f" stroked="f" strokeweight=".5pt">
                <v:textbox>
                  <w:txbxContent>
                    <w:p w:rsidR="000C70BB" w:rsidRPr="000C70BB" w:rsidRDefault="000C70BB" w:rsidP="000C70BB">
                      <w:pPr>
                        <w:rPr>
                          <w:rFonts w:ascii="Cooper Black" w:hAnsi="Cooper Black"/>
                          <w:color w:val="C00000"/>
                          <w:sz w:val="280"/>
                          <w:szCs w:val="144"/>
                        </w:rPr>
                      </w:pPr>
                      <w:r w:rsidRPr="000C70BB">
                        <w:rPr>
                          <w:rFonts w:ascii="Cooper Black" w:hAnsi="Cooper Black"/>
                          <w:color w:val="C00000"/>
                          <w:sz w:val="280"/>
                          <w:szCs w:val="144"/>
                        </w:rPr>
                        <w:t>SALE</w:t>
                      </w:r>
                    </w:p>
                  </w:txbxContent>
                </v:textbox>
              </v:shape>
            </w:pict>
          </mc:Fallback>
        </mc:AlternateContent>
      </w:r>
      <w:r w:rsidR="00672C22">
        <w:rPr>
          <w:noProof/>
        </w:rPr>
        <mc:AlternateContent>
          <mc:Choice Requires="wps">
            <w:drawing>
              <wp:anchor distT="0" distB="0" distL="114300" distR="114300" simplePos="0" relativeHeight="251650558" behindDoc="0" locked="0" layoutInCell="1" allowOverlap="1">
                <wp:simplePos x="0" y="0"/>
                <wp:positionH relativeFrom="column">
                  <wp:posOffset>463993</wp:posOffset>
                </wp:positionH>
                <wp:positionV relativeFrom="paragraph">
                  <wp:posOffset>3147624</wp:posOffset>
                </wp:positionV>
                <wp:extent cx="3427478" cy="2694305"/>
                <wp:effectExtent l="133350" t="228600" r="116205" b="2203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3427478" cy="269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70BB" w:rsidRPr="000C70BB" w:rsidRDefault="000C70BB" w:rsidP="000C70BB">
                            <w:pPr>
                              <w:rPr>
                                <w:rFonts w:ascii="Cooper Black" w:hAnsi="Cooper Black"/>
                                <w:color w:val="C00000"/>
                                <w:sz w:val="360"/>
                                <w:szCs w:val="144"/>
                              </w:rPr>
                            </w:pPr>
                            <w:r w:rsidRPr="000C70BB">
                              <w:rPr>
                                <w:rFonts w:ascii="Cooper Black" w:hAnsi="Cooper Black" w:hint="eastAsia"/>
                                <w:color w:val="C00000"/>
                                <w:sz w:val="360"/>
                                <w:szCs w:val="144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28" type="#_x0000_t202" style="position:absolute;left:0;text-align:left;margin-left:36.55pt;margin-top:247.85pt;width:269.9pt;height:212.15pt;rotation:-570707fd;z-index:25165055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" filled="f" stroked="f" strokeweight=".5pt">
                <v:textbox>
                  <w:txbxContent>
                    <w:p w:rsidR="000C70BB" w:rsidRPr="000C70BB" w:rsidRDefault="000C70BB" w:rsidP="000C70BB">
                      <w:pPr>
                        <w:rPr>
                          <w:rFonts w:ascii="Cooper Black" w:hAnsi="Cooper Black"/>
                          <w:color w:val="C00000"/>
                          <w:sz w:val="360"/>
                          <w:szCs w:val="144"/>
                        </w:rPr>
                      </w:pPr>
                      <w:r w:rsidRPr="000C70BB">
                        <w:rPr>
                          <w:rFonts w:ascii="Cooper Black" w:hAnsi="Cooper Black" w:hint="eastAsia"/>
                          <w:color w:val="C00000"/>
                          <w:sz w:val="360"/>
                          <w:szCs w:val="14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672C22">
        <w:rPr>
          <w:noProof/>
        </w:rPr>
        <mc:AlternateContent>
          <mc:Choice Requires="wps">
            <w:drawing>
              <wp:anchor distT="0" distB="0" distL="114300" distR="114300" simplePos="0" relativeHeight="251651582" behindDoc="0" locked="0" layoutInCell="1" allowOverlap="1">
                <wp:simplePos x="0" y="0"/>
                <wp:positionH relativeFrom="column">
                  <wp:posOffset>3509118</wp:posOffset>
                </wp:positionH>
                <wp:positionV relativeFrom="paragraph">
                  <wp:posOffset>3622076</wp:posOffset>
                </wp:positionV>
                <wp:extent cx="1359535" cy="1497330"/>
                <wp:effectExtent l="57150" t="76200" r="31115" b="8382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1359535" cy="1497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70BB" w:rsidRPr="000C70BB" w:rsidRDefault="000C70BB" w:rsidP="000C70BB">
                            <w:pPr>
                              <w:rPr>
                                <w:rFonts w:ascii="Cooper Black" w:hAnsi="Cooper Black"/>
                                <w:color w:val="C00000"/>
                                <w:sz w:val="200"/>
                                <w:szCs w:val="144"/>
                              </w:rPr>
                            </w:pPr>
                            <w:r w:rsidRPr="000C70BB">
                              <w:rPr>
                                <w:rFonts w:ascii="Cooper Black" w:hAnsi="Cooper Black" w:hint="eastAsia"/>
                                <w:color w:val="C00000"/>
                                <w:sz w:val="200"/>
                                <w:szCs w:val="144"/>
                              </w:rPr>
                              <w:t>%</w:t>
                            </w:r>
                          </w:p>
                          <w:p w:rsidR="000C70BB" w:rsidRPr="000C70BB" w:rsidRDefault="000C70BB" w:rsidP="000C70BB">
                            <w:pPr>
                              <w:rPr>
                                <w:rFonts w:ascii="Cooper Black" w:hAnsi="Cooper Black"/>
                                <w:color w:val="C00000"/>
                                <w:sz w:val="200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29" type="#_x0000_t202" style="position:absolute;left:0;text-align:left;margin-left:276.3pt;margin-top:285.2pt;width:107.05pt;height:117.9pt;rotation:-570707fd;z-index:25165158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" filled="f" stroked="f" strokeweight=".5pt">
                <v:textbox>
                  <w:txbxContent>
                    <w:p w:rsidR="000C70BB" w:rsidRPr="000C70BB" w:rsidRDefault="000C70BB" w:rsidP="000C70BB">
                      <w:pPr>
                        <w:rPr>
                          <w:rFonts w:ascii="Cooper Black" w:hAnsi="Cooper Black"/>
                          <w:color w:val="C00000"/>
                          <w:sz w:val="200"/>
                          <w:szCs w:val="144"/>
                        </w:rPr>
                      </w:pPr>
                      <w:r w:rsidRPr="000C70BB">
                        <w:rPr>
                          <w:rFonts w:ascii="Cooper Black" w:hAnsi="Cooper Black" w:hint="eastAsia"/>
                          <w:color w:val="C00000"/>
                          <w:sz w:val="200"/>
                          <w:szCs w:val="144"/>
                        </w:rPr>
                        <w:t>%</w:t>
                      </w:r>
                    </w:p>
                    <w:p w:rsidR="000C70BB" w:rsidRPr="000C70BB" w:rsidRDefault="000C70BB" w:rsidP="000C70BB">
                      <w:pPr>
                        <w:rPr>
                          <w:rFonts w:ascii="Cooper Black" w:hAnsi="Cooper Black"/>
                          <w:color w:val="C00000"/>
                          <w:sz w:val="200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2C22">
        <w:rPr>
          <w:noProof/>
        </w:rPr>
        <mc:AlternateContent>
          <mc:Choice Requires="wps">
            <w:drawing>
              <wp:anchor distT="0" distB="0" distL="114300" distR="114300" simplePos="0" relativeHeight="251647484" behindDoc="0" locked="0" layoutInCell="1" allowOverlap="1">
                <wp:simplePos x="0" y="0"/>
                <wp:positionH relativeFrom="column">
                  <wp:posOffset>2241035</wp:posOffset>
                </wp:positionH>
                <wp:positionV relativeFrom="paragraph">
                  <wp:posOffset>4717631</wp:posOffset>
                </wp:positionV>
                <wp:extent cx="2996565" cy="200977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6565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70BB" w:rsidRPr="000C70BB" w:rsidRDefault="000C70BB" w:rsidP="000C70BB">
                            <w:pPr>
                              <w:rPr>
                                <w:rFonts w:ascii="Cooper Black" w:hAnsi="Cooper Black"/>
                                <w:color w:val="C00000"/>
                                <w:sz w:val="280"/>
                                <w:szCs w:val="144"/>
                              </w:rPr>
                            </w:pPr>
                            <w:r w:rsidRPr="000C70BB">
                              <w:rPr>
                                <w:rFonts w:ascii="Cooper Black" w:hAnsi="Cooper Black" w:hint="eastAsia"/>
                                <w:color w:val="C00000"/>
                                <w:sz w:val="280"/>
                                <w:szCs w:val="144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3" o:spid="_x0000_s1030" type="#_x0000_t202" style="position:absolute;left:0;text-align:left;margin-left:176.45pt;margin-top:371.45pt;width:235.95pt;height:158.25pt;z-index:2516474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" filled="f" stroked="f" strokeweight=".5pt">
                <v:textbox>
                  <w:txbxContent>
                    <w:p w:rsidR="000C70BB" w:rsidRPr="000C70BB" w:rsidRDefault="000C70BB" w:rsidP="000C70BB">
                      <w:pPr>
                        <w:rPr>
                          <w:rFonts w:ascii="Cooper Black" w:hAnsi="Cooper Black"/>
                          <w:color w:val="C00000"/>
                          <w:sz w:val="280"/>
                          <w:szCs w:val="144"/>
                        </w:rPr>
                      </w:pPr>
                      <w:r w:rsidRPr="000C70BB">
                        <w:rPr>
                          <w:rFonts w:ascii="Cooper Black" w:hAnsi="Cooper Black" w:hint="eastAsia"/>
                          <w:color w:val="C00000"/>
                          <w:sz w:val="280"/>
                          <w:szCs w:val="144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 w:rsidR="002F5140" w:rsidRPr="00E4229A">
        <w:rPr>
          <w:noProof/>
        </w:rPr>
        <mc:AlternateContent>
          <mc:Choice Requires="wps">
            <w:drawing>
              <wp:anchor distT="0" distB="0" distL="114300" distR="114300" simplePos="0" relativeHeight="251645436" behindDoc="0" locked="0" layoutInCell="1" allowOverlap="1" wp14:anchorId="78DC14A5" wp14:editId="2E110484">
                <wp:simplePos x="0" y="0"/>
                <wp:positionH relativeFrom="column">
                  <wp:posOffset>1678305</wp:posOffset>
                </wp:positionH>
                <wp:positionV relativeFrom="paragraph">
                  <wp:posOffset>749300</wp:posOffset>
                </wp:positionV>
                <wp:extent cx="1612900" cy="6525260"/>
                <wp:effectExtent l="0" t="0" r="6350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652526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132.15pt;margin-top:59pt;width:127pt;height:513.8pt;z-index:2516454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" fillcolor="#f90" stroked="f"/>
            </w:pict>
          </mc:Fallback>
        </mc:AlternateContent>
      </w:r>
      <w:r w:rsidR="002F5140" w:rsidRPr="00E4229A">
        <w:rPr>
          <w:noProof/>
        </w:rPr>
        <mc:AlternateContent>
          <mc:Choice Requires="wps">
            <w:drawing>
              <wp:anchor distT="0" distB="0" distL="114300" distR="114300" simplePos="0" relativeHeight="251646460" behindDoc="0" locked="0" layoutInCell="1" allowOverlap="1" wp14:anchorId="5DE6F81E" wp14:editId="00C991A3">
                <wp:simplePos x="0" y="0"/>
                <wp:positionH relativeFrom="column">
                  <wp:posOffset>3289935</wp:posOffset>
                </wp:positionH>
                <wp:positionV relativeFrom="paragraph">
                  <wp:posOffset>749300</wp:posOffset>
                </wp:positionV>
                <wp:extent cx="1612900" cy="6525260"/>
                <wp:effectExtent l="0" t="0" r="6350" b="8890"/>
                <wp:wrapNone/>
                <wp:docPr id="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65252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259.05pt;margin-top:59pt;width:127pt;height:513.8pt;z-index:2516464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" fillcolor="#fc0" stroked="f"/>
            </w:pict>
          </mc:Fallback>
        </mc:AlternateContent>
      </w:r>
      <w:r w:rsidR="000C70BB" w:rsidRPr="00E4229A">
        <w:rPr>
          <w:noProof/>
        </w:rPr>
        <mc:AlternateContent>
          <mc:Choice Requires="wps">
            <w:drawing>
              <wp:anchor distT="0" distB="0" distL="114300" distR="114300" simplePos="0" relativeHeight="251644412" behindDoc="0" locked="0" layoutInCell="1" allowOverlap="1" wp14:anchorId="77A03C5C" wp14:editId="593899D6">
                <wp:simplePos x="0" y="0"/>
                <wp:positionH relativeFrom="column">
                  <wp:posOffset>66675</wp:posOffset>
                </wp:positionH>
                <wp:positionV relativeFrom="paragraph">
                  <wp:posOffset>749671</wp:posOffset>
                </wp:positionV>
                <wp:extent cx="1612900" cy="6525260"/>
                <wp:effectExtent l="0" t="0" r="6350" b="8890"/>
                <wp:wrapNone/>
                <wp:docPr id="2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65252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5.25pt;margin-top:59.05pt;width:127pt;height:513.8pt;z-index:2516444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" fillcolor="red" stroked="f"/>
            </w:pict>
          </mc:Fallback>
        </mc:AlternateContent>
      </w:r>
      <w:r w:rsidR="000C70BB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3143BA0" wp14:editId="2A4042D1">
                <wp:simplePos x="0" y="0"/>
                <wp:positionH relativeFrom="column">
                  <wp:posOffset>3437255</wp:posOffset>
                </wp:positionH>
                <wp:positionV relativeFrom="paragraph">
                  <wp:posOffset>3519170</wp:posOffset>
                </wp:positionV>
                <wp:extent cx="1359535" cy="1497330"/>
                <wp:effectExtent l="57150" t="76200" r="31115" b="8382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1359535" cy="1497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70BB" w:rsidRPr="00A062C7" w:rsidRDefault="000C70BB" w:rsidP="000C70BB">
                            <w:pPr>
                              <w:rPr>
                                <w:rFonts w:ascii="Cooper Black" w:hAnsi="Cooper Black"/>
                                <w:color w:val="FFFF00"/>
                                <w:sz w:val="200"/>
                                <w:szCs w:val="144"/>
                              </w:rPr>
                            </w:pPr>
                            <w:r w:rsidRPr="00A062C7">
                              <w:rPr>
                                <w:rFonts w:ascii="Cooper Black" w:hAnsi="Cooper Black" w:hint="eastAsia"/>
                                <w:color w:val="FFFF00"/>
                                <w:sz w:val="200"/>
                                <w:szCs w:val="144"/>
                              </w:rPr>
                              <w:t>%</w:t>
                            </w:r>
                          </w:p>
                          <w:p w:rsidR="000C70BB" w:rsidRPr="00A062C7" w:rsidRDefault="000C70BB" w:rsidP="000C70BB">
                            <w:pPr>
                              <w:rPr>
                                <w:rFonts w:ascii="Cooper Black" w:hAnsi="Cooper Black"/>
                                <w:color w:val="FFFF00"/>
                                <w:sz w:val="200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1" type="#_x0000_t202" style="position:absolute;left:0;text-align:left;margin-left:270.65pt;margin-top:277.1pt;width:107.05pt;height:117.9pt;rotation:-570707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" filled="f" stroked="f" strokeweight=".5pt">
                <v:textbox>
                  <w:txbxContent>
                    <w:p w:rsidR="000C70BB" w:rsidRPr="00A062C7" w:rsidRDefault="000C70BB" w:rsidP="000C70BB">
                      <w:pPr>
                        <w:rPr>
                          <w:rFonts w:ascii="Cooper Black" w:hAnsi="Cooper Black"/>
                          <w:color w:val="FFFF00"/>
                          <w:sz w:val="200"/>
                          <w:szCs w:val="144"/>
                        </w:rPr>
                      </w:pPr>
                      <w:r w:rsidRPr="00A062C7">
                        <w:rPr>
                          <w:rFonts w:ascii="Cooper Black" w:hAnsi="Cooper Black" w:hint="eastAsia"/>
                          <w:color w:val="FFFF00"/>
                          <w:sz w:val="200"/>
                          <w:szCs w:val="144"/>
                        </w:rPr>
                        <w:t>%</w:t>
                      </w:r>
                    </w:p>
                    <w:p w:rsidR="000C70BB" w:rsidRPr="00A062C7" w:rsidRDefault="000C70BB" w:rsidP="000C70BB">
                      <w:pPr>
                        <w:rPr>
                          <w:rFonts w:ascii="Cooper Black" w:hAnsi="Cooper Black"/>
                          <w:color w:val="FFFF00"/>
                          <w:sz w:val="200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70BB">
        <w:rPr>
          <w:noProof/>
        </w:rPr>
        <mc:AlternateContent>
          <mc:Choice Requires="wps">
            <w:drawing>
              <wp:anchor distT="0" distB="0" distL="114300" distR="114300" simplePos="0" relativeHeight="251648509" behindDoc="0" locked="0" layoutInCell="1" allowOverlap="1" wp14:anchorId="7E500FA8" wp14:editId="6075A806">
                <wp:simplePos x="0" y="0"/>
                <wp:positionH relativeFrom="column">
                  <wp:posOffset>2175954</wp:posOffset>
                </wp:positionH>
                <wp:positionV relativeFrom="paragraph">
                  <wp:posOffset>4620643</wp:posOffset>
                </wp:positionV>
                <wp:extent cx="2996565" cy="200977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6565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70BB" w:rsidRPr="00A062C7" w:rsidRDefault="000C70BB" w:rsidP="000C70BB">
                            <w:pPr>
                              <w:rPr>
                                <w:rFonts w:ascii="Cooper Black" w:hAnsi="Cooper Black"/>
                                <w:color w:val="FFFF00"/>
                                <w:sz w:val="280"/>
                                <w:szCs w:val="144"/>
                              </w:rPr>
                            </w:pPr>
                            <w:r w:rsidRPr="00A062C7">
                              <w:rPr>
                                <w:rFonts w:ascii="Cooper Black" w:hAnsi="Cooper Black" w:hint="eastAsia"/>
                                <w:color w:val="FFFF00"/>
                                <w:sz w:val="280"/>
                                <w:szCs w:val="144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2" type="#_x0000_t202" style="position:absolute;left:0;text-align:left;margin-left:171.35pt;margin-top:363.85pt;width:235.95pt;height:158.25pt;z-index:2516485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" filled="f" stroked="f" strokeweight=".5pt">
                <v:textbox>
                  <w:txbxContent>
                    <w:p w:rsidR="000C70BB" w:rsidRPr="00A062C7" w:rsidRDefault="000C70BB" w:rsidP="000C70BB">
                      <w:pPr>
                        <w:rPr>
                          <w:rFonts w:ascii="Cooper Black" w:hAnsi="Cooper Black"/>
                          <w:color w:val="FFFF00"/>
                          <w:sz w:val="280"/>
                          <w:szCs w:val="144"/>
                        </w:rPr>
                      </w:pPr>
                      <w:r w:rsidRPr="00A062C7">
                        <w:rPr>
                          <w:rFonts w:ascii="Cooper Black" w:hAnsi="Cooper Black" w:hint="eastAsia"/>
                          <w:color w:val="FFFF00"/>
                          <w:sz w:val="280"/>
                          <w:szCs w:val="144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 w:rsidR="000C70BB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CBBE219" wp14:editId="6EDD8C7B">
                <wp:simplePos x="0" y="0"/>
                <wp:positionH relativeFrom="column">
                  <wp:posOffset>399128</wp:posOffset>
                </wp:positionH>
                <wp:positionV relativeFrom="paragraph">
                  <wp:posOffset>3045579</wp:posOffset>
                </wp:positionV>
                <wp:extent cx="3427478" cy="2694305"/>
                <wp:effectExtent l="133350" t="228600" r="116205" b="22034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3427478" cy="269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70BB" w:rsidRPr="00A062C7" w:rsidRDefault="000C70BB" w:rsidP="000C70BB">
                            <w:pPr>
                              <w:rPr>
                                <w:rFonts w:ascii="Cooper Black" w:hAnsi="Cooper Black"/>
                                <w:color w:val="FFFF00"/>
                                <w:sz w:val="360"/>
                                <w:szCs w:val="144"/>
                              </w:rPr>
                            </w:pPr>
                            <w:r w:rsidRPr="00A062C7">
                              <w:rPr>
                                <w:rFonts w:ascii="Cooper Black" w:hAnsi="Cooper Black" w:hint="eastAsia"/>
                                <w:color w:val="FFFF00"/>
                                <w:sz w:val="360"/>
                                <w:szCs w:val="144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3" type="#_x0000_t202" style="position:absolute;left:0;text-align:left;margin-left:31.45pt;margin-top:239.8pt;width:269.9pt;height:212.15pt;rotation:-570707fd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" filled="f" stroked="f" strokeweight=".5pt">
                <v:textbox>
                  <w:txbxContent>
                    <w:p w:rsidR="000C70BB" w:rsidRPr="00A062C7" w:rsidRDefault="000C70BB" w:rsidP="000C70BB">
                      <w:pPr>
                        <w:rPr>
                          <w:rFonts w:ascii="Cooper Black" w:hAnsi="Cooper Black"/>
                          <w:color w:val="FFFF00"/>
                          <w:sz w:val="360"/>
                          <w:szCs w:val="144"/>
                        </w:rPr>
                      </w:pPr>
                      <w:r w:rsidRPr="00A062C7">
                        <w:rPr>
                          <w:rFonts w:ascii="Cooper Black" w:hAnsi="Cooper Black" w:hint="eastAsia"/>
                          <w:color w:val="FFFF00"/>
                          <w:sz w:val="360"/>
                          <w:szCs w:val="14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0C70BB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633BC0" wp14:editId="2DF81256">
                <wp:simplePos x="0" y="0"/>
                <wp:positionH relativeFrom="column">
                  <wp:posOffset>32109</wp:posOffset>
                </wp:positionH>
                <wp:positionV relativeFrom="paragraph">
                  <wp:posOffset>1878054</wp:posOffset>
                </wp:positionV>
                <wp:extent cx="5520690" cy="2009775"/>
                <wp:effectExtent l="57150" t="381000" r="60960" b="390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552069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70BB" w:rsidRPr="00A062C7" w:rsidRDefault="000C70BB">
                            <w:pPr>
                              <w:rPr>
                                <w:rFonts w:ascii="Cooper Black" w:hAnsi="Cooper Black"/>
                                <w:color w:val="FFFF00"/>
                                <w:sz w:val="280"/>
                                <w:szCs w:val="144"/>
                              </w:rPr>
                            </w:pPr>
                            <w:r w:rsidRPr="00A062C7">
                              <w:rPr>
                                <w:rFonts w:ascii="Cooper Black" w:hAnsi="Cooper Black"/>
                                <w:color w:val="FFFF00"/>
                                <w:sz w:val="280"/>
                                <w:szCs w:val="144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4" type="#_x0000_t202" style="position:absolute;left:0;text-align:left;margin-left:2.55pt;margin-top:147.9pt;width:434.7pt;height:158.25pt;rotation:-570707fd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" filled="f" stroked="f" strokeweight=".5pt">
                <v:textbox>
                  <w:txbxContent>
                    <w:p w:rsidR="000C70BB" w:rsidRPr="00A062C7" w:rsidRDefault="000C70BB">
                      <w:pPr>
                        <w:rPr>
                          <w:rFonts w:ascii="Cooper Black" w:hAnsi="Cooper Black"/>
                          <w:color w:val="FFFF00"/>
                          <w:sz w:val="280"/>
                          <w:szCs w:val="144"/>
                        </w:rPr>
                      </w:pPr>
                      <w:r w:rsidRPr="00A062C7">
                        <w:rPr>
                          <w:rFonts w:ascii="Cooper Black" w:hAnsi="Cooper Black"/>
                          <w:color w:val="FFFF00"/>
                          <w:sz w:val="280"/>
                          <w:szCs w:val="144"/>
                        </w:rPr>
                        <w:t>SALE</w:t>
                      </w:r>
                    </w:p>
                  </w:txbxContent>
                </v:textbox>
              </v:shape>
            </w:pict>
          </mc:Fallback>
        </mc:AlternateContent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361305" cy="988060"/>
                <wp:effectExtent l="254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1305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3829" w:rsidRDefault="00E33829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丸型】</w:t>
                            </w:r>
                          </w:p>
                          <w:p w:rsidR="00F05957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赤枠はインクジェットバルーンの型です。大きい円が表面、小さい円が裏面</w:t>
                            </w:r>
                            <w:r w:rsidR="004A1ED9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E33829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E33829" w:rsidRDefault="00E33829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71.8pt;margin-top:-87.2pt;width:422.1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PC6tgIAALk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" filled="f" stroked="f">
                <v:textbox>
                  <w:txbxContent>
                    <w:p w:rsidR="00E33829" w:rsidRDefault="00E33829">
                      <w:pPr>
                        <w:rPr>
                          <w:rFonts w:eastAsia="ＭＳ ゴシック" w:hint="eastAsia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丸型】</w:t>
                      </w:r>
                    </w:p>
                    <w:p w:rsidR="00F05957" w:rsidRDefault="00E33829">
                      <w:pPr>
                        <w:pStyle w:val="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赤枠はインクジェットバルーンの型です。大きい円が表面、小さい円が裏面</w:t>
                      </w:r>
                      <w:r w:rsidR="004A1ED9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E33829" w:rsidRDefault="00E33829">
                      <w:pPr>
                        <w:pStyle w:val="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E33829" w:rsidRDefault="00E33829">
                      <w:pPr>
                        <w:pStyle w:val="3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-447040</wp:posOffset>
                </wp:positionH>
                <wp:positionV relativeFrom="paragraph">
                  <wp:posOffset>897890</wp:posOffset>
                </wp:positionV>
                <wp:extent cx="6320790" cy="6320790"/>
                <wp:effectExtent l="19050" t="19050" r="22860" b="2286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0790" cy="632079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left:0;text-align:left;margin-left:-35.2pt;margin-top:70.7pt;width:497.7pt;height:497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" filled="f" strokecolor="#c00000" strokeweight="3pt"/>
            </w:pict>
          </mc:Fallback>
        </mc:AlternateContent>
      </w:r>
    </w:p>
    <w:sectPr w:rsidR="00F059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4AD" w:rsidRDefault="007D74AD" w:rsidP="0078311C">
      <w:r>
        <w:separator/>
      </w:r>
    </w:p>
  </w:endnote>
  <w:endnote w:type="continuationSeparator" w:id="0">
    <w:p w:rsidR="007D74AD" w:rsidRDefault="007D74AD" w:rsidP="0078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4AD" w:rsidRDefault="007D74AD" w:rsidP="0078311C">
      <w:r>
        <w:separator/>
      </w:r>
    </w:p>
  </w:footnote>
  <w:footnote w:type="continuationSeparator" w:id="0">
    <w:p w:rsidR="007D74AD" w:rsidRDefault="007D74AD" w:rsidP="00783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77"/>
    <w:rsid w:val="000C70BB"/>
    <w:rsid w:val="00144332"/>
    <w:rsid w:val="00155261"/>
    <w:rsid w:val="002F5140"/>
    <w:rsid w:val="004A1ED9"/>
    <w:rsid w:val="00585217"/>
    <w:rsid w:val="00641B01"/>
    <w:rsid w:val="00672C22"/>
    <w:rsid w:val="0078311C"/>
    <w:rsid w:val="007D74AD"/>
    <w:rsid w:val="00925119"/>
    <w:rsid w:val="00A062C7"/>
    <w:rsid w:val="00A3551C"/>
    <w:rsid w:val="00AA4637"/>
    <w:rsid w:val="00D50041"/>
    <w:rsid w:val="00D81B9A"/>
    <w:rsid w:val="00E33829"/>
    <w:rsid w:val="00E97977"/>
    <w:rsid w:val="00EE0E89"/>
    <w:rsid w:val="00F05957"/>
    <w:rsid w:val="00F0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2-roun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bl2-round.dot</Template>
  <TotalTime>41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9</cp:revision>
  <cp:lastPrinted>2005-06-06T01:13:00Z</cp:lastPrinted>
  <dcterms:created xsi:type="dcterms:W3CDTF">2016-12-07T06:57:00Z</dcterms:created>
  <dcterms:modified xsi:type="dcterms:W3CDTF">2016-12-15T08:18:00Z</dcterms:modified>
</cp:coreProperties>
</file>