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57" w:rsidRDefault="00653117">
      <w:bookmarkStart w:id="0" w:name="_GoBack"/>
      <w:r w:rsidRPr="00653117"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F1E26A1" wp14:editId="42BCF98E">
                <wp:simplePos x="0" y="0"/>
                <wp:positionH relativeFrom="column">
                  <wp:posOffset>-390525</wp:posOffset>
                </wp:positionH>
                <wp:positionV relativeFrom="paragraph">
                  <wp:posOffset>6485890</wp:posOffset>
                </wp:positionV>
                <wp:extent cx="1943100" cy="1559560"/>
                <wp:effectExtent l="0" t="0" r="0" b="254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3117" w:rsidRDefault="00653117" w:rsidP="00653117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653117" w:rsidRDefault="00653117" w:rsidP="00653117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0.75pt;margin-top:510.7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Z/mtg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" filled="f" stroked="f">
                <v:textbox>
                  <w:txbxContent>
                    <w:p w:rsidR="00653117" w:rsidRDefault="00653117" w:rsidP="00653117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653117" w:rsidRDefault="00653117" w:rsidP="00653117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653117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1B48486" wp14:editId="554CD1EC">
                <wp:simplePos x="0" y="0"/>
                <wp:positionH relativeFrom="column">
                  <wp:posOffset>-388298</wp:posOffset>
                </wp:positionH>
                <wp:positionV relativeFrom="paragraph">
                  <wp:posOffset>6485890</wp:posOffset>
                </wp:positionV>
                <wp:extent cx="6057900" cy="0"/>
                <wp:effectExtent l="0" t="0" r="0" b="1905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55pt,510.7pt" to="446.45pt,5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" strokecolor="red" strokeweight="2pt">
                <v:stroke dashstyle="1 1" endcap="round"/>
              </v:line>
            </w:pict>
          </mc:Fallback>
        </mc:AlternateContent>
      </w:r>
      <w:bookmarkEnd w:id="0"/>
      <w:r w:rsidR="00CE403C">
        <w:rPr>
          <w:noProof/>
        </w:rPr>
        <w:drawing>
          <wp:anchor distT="0" distB="0" distL="114300" distR="114300" simplePos="0" relativeHeight="251655679" behindDoc="0" locked="0" layoutInCell="1" allowOverlap="1" wp14:anchorId="1B6E0B6E" wp14:editId="67B94BF5">
            <wp:simplePos x="0" y="0"/>
            <wp:positionH relativeFrom="column">
              <wp:posOffset>1250255</wp:posOffset>
            </wp:positionH>
            <wp:positionV relativeFrom="paragraph">
              <wp:posOffset>2594994</wp:posOffset>
            </wp:positionV>
            <wp:extent cx="3019425" cy="2944740"/>
            <wp:effectExtent l="0" t="0" r="0" b="8255"/>
            <wp:wrapNone/>
            <wp:docPr id="11" name="図 11" descr="C:\Users\akihiro_kubo\AppData\Local\Microsoft\Windows\Temporary Internet Files\Content.IE5\F40WWDTZ\gatag-0001180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kihiro_kubo\AppData\Local\Microsoft\Windows\Temporary Internet Files\Content.IE5\F40WWDTZ\gatag-0001180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94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361305" cy="988060"/>
                <wp:effectExtent l="254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829" w:rsidRDefault="00E33829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丸型</w:t>
                            </w:r>
                            <w:r w:rsidR="00CE403C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F05957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赤枠はインクジェットバルーンの型です。大きい円が表面、小さい円が裏面</w:t>
                            </w:r>
                            <w:r w:rsidR="004A1ED9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E33829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E33829" w:rsidRDefault="00E33829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1.8pt;margin-top:-87.2pt;width:422.1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C6tgIAALk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" filled="f" stroked="f">
                <v:textbox>
                  <w:txbxContent>
                    <w:p w:rsidR="00E33829" w:rsidRDefault="00E33829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丸型</w:t>
                      </w:r>
                      <w:r w:rsidR="00CE403C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F05957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赤枠はインクジェットバルーンの型です。大きい円が表面、小さい円が裏面</w:t>
                      </w:r>
                      <w:r w:rsidR="004A1ED9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E33829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E33829" w:rsidRDefault="00E33829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1932305</wp:posOffset>
                </wp:positionV>
                <wp:extent cx="4251960" cy="4251960"/>
                <wp:effectExtent l="0" t="0" r="15240" b="1524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1960" cy="42519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45.95pt;margin-top:152.15pt;width:334.8pt;height:3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" filled="f" strokecolor="red" strokeweight="2pt"/>
            </w:pict>
          </mc:Fallback>
        </mc:AlternateContent>
      </w:r>
    </w:p>
    <w:sectPr w:rsidR="00F05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2D7" w:rsidRDefault="006902D7" w:rsidP="0078311C">
      <w:r>
        <w:separator/>
      </w:r>
    </w:p>
  </w:endnote>
  <w:endnote w:type="continuationSeparator" w:id="0">
    <w:p w:rsidR="006902D7" w:rsidRDefault="006902D7" w:rsidP="007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2D7" w:rsidRDefault="006902D7" w:rsidP="0078311C">
      <w:r>
        <w:separator/>
      </w:r>
    </w:p>
  </w:footnote>
  <w:footnote w:type="continuationSeparator" w:id="0">
    <w:p w:rsidR="006902D7" w:rsidRDefault="006902D7" w:rsidP="00783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77"/>
    <w:rsid w:val="004A1ED9"/>
    <w:rsid w:val="00653117"/>
    <w:rsid w:val="006902D7"/>
    <w:rsid w:val="0078311C"/>
    <w:rsid w:val="008C4993"/>
    <w:rsid w:val="00A3551C"/>
    <w:rsid w:val="00CE403C"/>
    <w:rsid w:val="00E33829"/>
    <w:rsid w:val="00E97977"/>
    <w:rsid w:val="00F0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2-roun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bl2-round.dot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3</cp:revision>
  <cp:lastPrinted>2005-06-06T01:13:00Z</cp:lastPrinted>
  <dcterms:created xsi:type="dcterms:W3CDTF">2016-12-08T01:39:00Z</dcterms:created>
  <dcterms:modified xsi:type="dcterms:W3CDTF">2016-12-15T08:18:00Z</dcterms:modified>
</cp:coreProperties>
</file>