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155" w:rsidRDefault="00B658CF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1379855</wp:posOffset>
                </wp:positionH>
                <wp:positionV relativeFrom="paragraph">
                  <wp:posOffset>3886835</wp:posOffset>
                </wp:positionV>
                <wp:extent cx="2609850" cy="923925"/>
                <wp:effectExtent l="0" t="635" r="1270" b="0"/>
                <wp:wrapNone/>
                <wp:docPr id="7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445155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  <w:color w:val="FF0000"/>
                                <w:sz w:val="96"/>
                                <w:szCs w:val="18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  <w:color w:val="FF0000"/>
                                <w:sz w:val="96"/>
                                <w:szCs w:val="180"/>
                              </w:rPr>
                              <w:t>Day</w:t>
                            </w:r>
                          </w:p>
                          <w:p w:rsidR="00000000" w:rsidRDefault="00445155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  <w:color w:val="FF0000"/>
                                <w:sz w:val="96"/>
                                <w:szCs w:val="1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left:0;text-align:left;margin-left:108.65pt;margin-top:306.05pt;width:205.5pt;height:72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" filled="f" stroked="f">
                <v:textbox>
                  <w:txbxContent>
                    <w:p w:rsidR="00000000" w:rsidRDefault="00445155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iCs/>
                          <w:color w:val="FF0000"/>
                          <w:sz w:val="96"/>
                          <w:szCs w:val="18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i/>
                          <w:iCs/>
                          <w:color w:val="FF0000"/>
                          <w:sz w:val="96"/>
                          <w:szCs w:val="180"/>
                        </w:rPr>
                        <w:t>Day</w:t>
                      </w:r>
                    </w:p>
                    <w:p w:rsidR="00000000" w:rsidRDefault="00445155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iCs/>
                          <w:color w:val="FF0000"/>
                          <w:sz w:val="96"/>
                          <w:szCs w:val="1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1351280</wp:posOffset>
                </wp:positionH>
                <wp:positionV relativeFrom="paragraph">
                  <wp:posOffset>2795905</wp:posOffset>
                </wp:positionV>
                <wp:extent cx="2667000" cy="695325"/>
                <wp:effectExtent l="0" t="0" r="1270" b="4445"/>
                <wp:wrapNone/>
                <wp:docPr id="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445155">
                            <w:pPr>
                              <w:jc w:val="center"/>
                              <w:rPr>
                                <w:rFonts w:ascii="Times New Roman" w:hAnsi="Times New Roman" w:hint="eastAsia"/>
                                <w:b/>
                                <w:bCs/>
                                <w:i/>
                                <w:iCs/>
                                <w:color w:val="FF0000"/>
                                <w:sz w:val="72"/>
                                <w:szCs w:val="18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  <w:color w:val="FF0000"/>
                                <w:sz w:val="72"/>
                                <w:szCs w:val="180"/>
                              </w:rPr>
                              <w:t>2.14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27" type="#_x0000_t202" style="position:absolute;left:0;text-align:left;margin-left:106.4pt;margin-top:220.15pt;width:210pt;height:54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" filled="f" stroked="f">
                <v:textbox>
                  <w:txbxContent>
                    <w:p w:rsidR="00000000" w:rsidRDefault="00445155">
                      <w:pPr>
                        <w:jc w:val="center"/>
                        <w:rPr>
                          <w:rFonts w:ascii="Times New Roman" w:hAnsi="Times New Roman" w:hint="eastAsia"/>
                          <w:b/>
                          <w:bCs/>
                          <w:i/>
                          <w:iCs/>
                          <w:color w:val="FF0000"/>
                          <w:sz w:val="72"/>
                          <w:szCs w:val="18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i/>
                          <w:iCs/>
                          <w:color w:val="FF0000"/>
                          <w:sz w:val="72"/>
                          <w:szCs w:val="180"/>
                        </w:rPr>
                        <w:t>2.14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1151255</wp:posOffset>
                </wp:positionH>
                <wp:positionV relativeFrom="paragraph">
                  <wp:posOffset>3267710</wp:posOffset>
                </wp:positionV>
                <wp:extent cx="3067050" cy="866775"/>
                <wp:effectExtent l="0" t="635" r="1270" b="0"/>
                <wp:wrapNone/>
                <wp:docPr id="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445155">
                            <w:pPr>
                              <w:pStyle w:val="2"/>
                              <w:jc w:val="center"/>
                              <w:rPr>
                                <w:rFonts w:hint="eastAsia"/>
                                <w:i/>
                                <w:iCs/>
                                <w:color w:val="FF0000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0000"/>
                              </w:rPr>
                              <w:t>Valentine's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8" type="#_x0000_t202" style="position:absolute;left:0;text-align:left;margin-left:90.65pt;margin-top:257.3pt;width:241.5pt;height:6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" filled="f" stroked="f">
                <v:textbox>
                  <w:txbxContent>
                    <w:p w:rsidR="00000000" w:rsidRDefault="00445155">
                      <w:pPr>
                        <w:pStyle w:val="2"/>
                        <w:jc w:val="center"/>
                        <w:rPr>
                          <w:rFonts w:hint="eastAsia"/>
                          <w:i/>
                          <w:iCs/>
                          <w:color w:val="FF0000"/>
                        </w:rPr>
                      </w:pPr>
                      <w:r>
                        <w:rPr>
                          <w:i/>
                          <w:iCs/>
                          <w:color w:val="FF0000"/>
                        </w:rPr>
                        <w:t>Valentine's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6515100</wp:posOffset>
                </wp:positionV>
                <wp:extent cx="1943100" cy="1559560"/>
                <wp:effectExtent l="0" t="0" r="0" b="254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55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445155">
                            <w:pP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この線より下に画像や文字などを</w:t>
                            </w:r>
                          </w:p>
                          <w:p w:rsidR="00000000" w:rsidRDefault="00445155">
                            <w:pPr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レイアウトしないでください。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left:0;text-align:left;margin-left:-18pt;margin-top:513pt;width:153pt;height:122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hUTuQIAAME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" filled="f" stroked="f">
                <v:textbox>
                  <w:txbxContent>
                    <w:p w:rsidR="00000000" w:rsidRDefault="00445155">
                      <w:pPr>
                        <w:rPr>
                          <w:rFonts w:eastAsia="ＭＳ ゴシック" w:hint="eastAsia"/>
                          <w:color w:val="FF0000"/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この線より下に画像や文字などを</w:t>
                      </w:r>
                    </w:p>
                    <w:p w:rsidR="00000000" w:rsidRDefault="00445155">
                      <w:pPr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レイアウトしないでください。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6515100</wp:posOffset>
                </wp:positionV>
                <wp:extent cx="6057900" cy="0"/>
                <wp:effectExtent l="20955" t="19050" r="17145" b="19050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513pt" to="459.15pt,5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" strokecolor="red" strokeweight="2pt">
                <v:stroke dashstyle="1 1" endcap="round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-911860</wp:posOffset>
                </wp:positionH>
                <wp:positionV relativeFrom="paragraph">
                  <wp:posOffset>-1107440</wp:posOffset>
                </wp:positionV>
                <wp:extent cx="5585460" cy="988060"/>
                <wp:effectExtent l="2540" t="0" r="3175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5460" cy="988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445155">
                            <w:pPr>
                              <w:rPr>
                                <w:rFonts w:eastAsia="ＭＳ ゴシック" w:hint="eastAsia"/>
                                <w:sz w:val="2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0"/>
                              </w:rPr>
                              <w:t>【インクジェットバルーン　ハート型（裏面）】</w:t>
                            </w:r>
                          </w:p>
                          <w:p w:rsidR="00000000" w:rsidRDefault="00445155">
                            <w:pPr>
                              <w:pStyle w:val="2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赤枠は、インクジェットバルーンの型です。レイアウト用のガイドとして、ご活用ください。</w:t>
                            </w:r>
                          </w:p>
                          <w:p w:rsidR="00000000" w:rsidRDefault="00445155">
                            <w:pPr>
                              <w:pStyle w:val="3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</w:rPr>
                              <w:t>ご注意：印刷する前に、赤枠を削除してください。</w:t>
                            </w:r>
                          </w:p>
                          <w:p w:rsidR="00000000" w:rsidRDefault="00445155">
                            <w:pPr>
                              <w:pStyle w:val="3"/>
                              <w:rPr>
                                <w:rFonts w:hint="eastAsia"/>
                                <w:color w:val="auto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</w:rPr>
                              <w:t xml:space="preserve">　　　　　削除しないで印刷すると、赤枠も印刷されてしまいます。</w:t>
                            </w:r>
                          </w:p>
                          <w:p w:rsidR="00000000" w:rsidRDefault="00445155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-71.8pt;margin-top:-87.2pt;width:439.8pt;height:77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wEWtgIAAMA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" filled="f" stroked="f">
                <v:textbox>
                  <w:txbxContent>
                    <w:p w:rsidR="00000000" w:rsidRDefault="00445155">
                      <w:pPr>
                        <w:rPr>
                          <w:rFonts w:eastAsia="ＭＳ ゴシック" w:hint="eastAsia"/>
                          <w:sz w:val="20"/>
                        </w:rPr>
                      </w:pPr>
                      <w:r>
                        <w:rPr>
                          <w:rFonts w:eastAsia="ＭＳ ゴシック" w:hint="eastAsia"/>
                          <w:sz w:val="20"/>
                        </w:rPr>
                        <w:t>【インクジェットバルーン　ハート型（裏面）】</w:t>
                      </w:r>
                    </w:p>
                    <w:p w:rsidR="00000000" w:rsidRDefault="00445155">
                      <w:pPr>
                        <w:pStyle w:val="2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赤枠は、インクジェットバルーンの型です。レイアウト用のガイドとして、ご活用ください。</w:t>
                      </w:r>
                    </w:p>
                    <w:p w:rsidR="00000000" w:rsidRDefault="00445155">
                      <w:pPr>
                        <w:pStyle w:val="3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auto"/>
                        </w:rPr>
                        <w:t>※</w:t>
                      </w:r>
                      <w:r>
                        <w:rPr>
                          <w:rFonts w:hint="eastAsia"/>
                        </w:rPr>
                        <w:t>ご注意：印刷する前に、赤枠を削除してください。</w:t>
                      </w:r>
                    </w:p>
                    <w:p w:rsidR="00000000" w:rsidRDefault="00445155">
                      <w:pPr>
                        <w:pStyle w:val="3"/>
                        <w:rPr>
                          <w:rFonts w:hint="eastAsia"/>
                          <w:color w:val="auto"/>
                        </w:rPr>
                      </w:pPr>
                      <w:r>
                        <w:rPr>
                          <w:rFonts w:hint="eastAsia"/>
                          <w:color w:val="auto"/>
                        </w:rPr>
                        <w:t xml:space="preserve">　　　　　削除しないで印刷すると、赤枠も印刷されてしまいます。</w:t>
                      </w:r>
                    </w:p>
                    <w:p w:rsidR="00000000" w:rsidRDefault="00445155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506730</wp:posOffset>
                </wp:positionH>
                <wp:positionV relativeFrom="paragraph">
                  <wp:posOffset>1623060</wp:posOffset>
                </wp:positionV>
                <wp:extent cx="4356100" cy="4310380"/>
                <wp:effectExtent l="20955" t="13335" r="13970" b="19685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6100" cy="431038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66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left:0;text-align:left;margin-left:39.9pt;margin-top:127.8pt;width:343pt;height:339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" filled="f" strokecolor="#f60" strokeweight="2pt"/>
            </w:pict>
          </mc:Fallback>
        </mc:AlternateContent>
      </w:r>
    </w:p>
    <w:sectPr w:rsidR="004451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8CF"/>
    <w:rsid w:val="00445155"/>
    <w:rsid w:val="00B6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  <o:colormru v:ext="edit" colors="#cff,#9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 Black" w:hAnsi="Arial Black"/>
      <w:color w:val="FFFFFF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Times New Roman" w:eastAsia="HGP創英角ｺﾞｼｯｸUB" w:hAnsi="Times New Roman"/>
      <w:b/>
      <w:bCs/>
      <w:color w:val="FFFFFF"/>
      <w:sz w:val="9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 Black" w:hAnsi="Arial Black"/>
      <w:color w:val="FFFFFF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Times New Roman" w:eastAsia="HGP創英角ｺﾞｼｯｸUB" w:hAnsi="Times New Roman"/>
      <w:b/>
      <w:bCs/>
      <w:color w:val="FFFFFF"/>
      <w:sz w:val="9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ikaku2.NAKAGAWA\&#12487;&#12473;&#12463;&#12488;&#12483;&#12503;\bl1-tpop02-u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bl1-tpop02-u.dot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株式会社　中川製作所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kikaku2</dc:creator>
  <cp:lastModifiedBy>akihiro_kubo</cp:lastModifiedBy>
  <cp:revision>2</cp:revision>
  <cp:lastPrinted>2008-06-12T02:45:00Z</cp:lastPrinted>
  <dcterms:created xsi:type="dcterms:W3CDTF">2016-11-08T04:28:00Z</dcterms:created>
  <dcterms:modified xsi:type="dcterms:W3CDTF">2016-11-08T04:28:00Z</dcterms:modified>
</cp:coreProperties>
</file>