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4D" w:rsidRDefault="00603C6D">
      <w:bookmarkStart w:id="0" w:name="_GoBack"/>
      <w:bookmarkEnd w:id="0"/>
      <w:r w:rsidRPr="00603C6D"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C6F916B" wp14:editId="5F2AC2A9">
                <wp:simplePos x="0" y="0"/>
                <wp:positionH relativeFrom="column">
                  <wp:posOffset>-76200</wp:posOffset>
                </wp:positionH>
                <wp:positionV relativeFrom="paragraph">
                  <wp:posOffset>6667500</wp:posOffset>
                </wp:positionV>
                <wp:extent cx="1943100" cy="1559560"/>
                <wp:effectExtent l="0" t="0" r="0" b="25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C6D" w:rsidRDefault="00603C6D" w:rsidP="00603C6D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603C6D" w:rsidRDefault="00603C6D" w:rsidP="00603C6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525pt;width:153pt;height:122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EftQ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" filled="f" stroked="f">
                <v:textbox>
                  <w:txbxContent>
                    <w:p w:rsidR="00603C6D" w:rsidRDefault="00603C6D" w:rsidP="00603C6D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603C6D" w:rsidRDefault="00603C6D" w:rsidP="00603C6D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603C6D"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2EE64C" wp14:editId="1E45ADEE">
                <wp:simplePos x="0" y="0"/>
                <wp:positionH relativeFrom="column">
                  <wp:posOffset>-74295</wp:posOffset>
                </wp:positionH>
                <wp:positionV relativeFrom="paragraph">
                  <wp:posOffset>6667500</wp:posOffset>
                </wp:positionV>
                <wp:extent cx="6057900" cy="0"/>
                <wp:effectExtent l="20955" t="19050" r="17145" b="1905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25pt" to="471.15pt,5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iM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" strokecolor="red" strokeweight="2pt">
                <v:stroke dashstyle="1 1" endcap="round"/>
              </v:line>
            </w:pict>
          </mc:Fallback>
        </mc:AlternateContent>
      </w:r>
      <w:r w:rsidR="001D157B" w:rsidRPr="00C7767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2B3BBC" wp14:editId="1F9F5179">
                <wp:simplePos x="0" y="0"/>
                <wp:positionH relativeFrom="column">
                  <wp:posOffset>477520</wp:posOffset>
                </wp:positionH>
                <wp:positionV relativeFrom="paragraph">
                  <wp:posOffset>1758315</wp:posOffset>
                </wp:positionV>
                <wp:extent cx="4676775" cy="24574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4A5" w:rsidRPr="000334A5" w:rsidRDefault="000334A5" w:rsidP="000334A5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260"/>
                              </w:rPr>
                            </w:pPr>
                            <w:r w:rsidRPr="000334A5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260"/>
                              </w:rPr>
                              <w:t>現品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7.6pt;margin-top:138.45pt;width:368.25pt;height:19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" filled="f" stroked="f" strokeweight=".5pt">
                <v:textbox>
                  <w:txbxContent>
                    <w:p w:rsidR="000334A5" w:rsidRPr="000334A5" w:rsidRDefault="000334A5" w:rsidP="000334A5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60"/>
                        </w:rPr>
                      </w:pPr>
                      <w:r w:rsidRPr="000334A5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60"/>
                        </w:rPr>
                        <w:t>現品</w:t>
                      </w:r>
                    </w:p>
                  </w:txbxContent>
                </v:textbox>
              </v:shape>
            </w:pict>
          </mc:Fallback>
        </mc:AlternateContent>
      </w:r>
      <w:r w:rsidR="001D157B" w:rsidRPr="000334A5">
        <w:rPr>
          <w:noProof/>
        </w:rPr>
        <mc:AlternateContent>
          <mc:Choice Requires="wps">
            <w:drawing>
              <wp:anchor distT="0" distB="0" distL="114300" distR="114300" simplePos="0" relativeHeight="251655678" behindDoc="0" locked="0" layoutInCell="1" allowOverlap="1" wp14:anchorId="074B8745" wp14:editId="779109A0">
                <wp:simplePos x="0" y="0"/>
                <wp:positionH relativeFrom="column">
                  <wp:posOffset>534670</wp:posOffset>
                </wp:positionH>
                <wp:positionV relativeFrom="paragraph">
                  <wp:posOffset>3377565</wp:posOffset>
                </wp:positionV>
                <wp:extent cx="4562475" cy="24574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4A5" w:rsidRPr="000334A5" w:rsidRDefault="000334A5" w:rsidP="000334A5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260"/>
                              </w:rPr>
                            </w:pPr>
                            <w:r w:rsidRPr="000334A5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260"/>
                              </w:rPr>
                              <w:t>限り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42.1pt;margin-top:265.95pt;width:359.25pt;height:193.5pt;z-index:251655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" filled="f" stroked="f" strokeweight=".5pt">
                <v:textbox>
                  <w:txbxContent>
                    <w:p w:rsidR="000334A5" w:rsidRPr="000334A5" w:rsidRDefault="000334A5" w:rsidP="000334A5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60"/>
                        </w:rPr>
                      </w:pPr>
                      <w:r w:rsidRPr="000334A5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60"/>
                        </w:rPr>
                        <w:t>限り</w:t>
                      </w:r>
                    </w:p>
                  </w:txbxContent>
                </v:textbox>
              </v:shape>
            </w:pict>
          </mc:Fallback>
        </mc:AlternateContent>
      </w:r>
      <w:r w:rsidR="000334A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412D5331" wp14:editId="02DD4AA2">
                <wp:simplePos x="0" y="0"/>
                <wp:positionH relativeFrom="column">
                  <wp:posOffset>6496685</wp:posOffset>
                </wp:positionH>
                <wp:positionV relativeFrom="paragraph">
                  <wp:posOffset>1543050</wp:posOffset>
                </wp:positionV>
                <wp:extent cx="4679950" cy="4679950"/>
                <wp:effectExtent l="0" t="0" r="6350" b="6350"/>
                <wp:wrapNone/>
                <wp:docPr id="4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4679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511.55pt;margin-top:121.5pt;width:368.5pt;height:368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" fillcolor="red" stroked="f" strokeweight="2pt"/>
            </w:pict>
          </mc:Fallback>
        </mc:AlternateContent>
      </w:r>
      <w:r w:rsidR="000334A5" w:rsidRPr="000334A5">
        <w:rPr>
          <w:noProof/>
        </w:rPr>
        <mc:AlternateContent>
          <mc:Choice Requires="wps">
            <w:drawing>
              <wp:anchor distT="0" distB="0" distL="114300" distR="114300" simplePos="0" relativeHeight="251654654" behindDoc="0" locked="0" layoutInCell="1" allowOverlap="1" wp14:anchorId="548D0860" wp14:editId="41872730">
                <wp:simplePos x="0" y="0"/>
                <wp:positionH relativeFrom="column">
                  <wp:posOffset>296545</wp:posOffset>
                </wp:positionH>
                <wp:positionV relativeFrom="paragraph">
                  <wp:posOffset>1349375</wp:posOffset>
                </wp:positionV>
                <wp:extent cx="4809490" cy="4809490"/>
                <wp:effectExtent l="0" t="0" r="0" b="0"/>
                <wp:wrapNone/>
                <wp:docPr id="10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9490" cy="480949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 w="7620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23.35pt;margin-top:106.25pt;width:378.7pt;height:378.7pt;z-index:251654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" fillcolor="#002060" stroked="f" strokeweight="6pt"/>
            </w:pict>
          </mc:Fallback>
        </mc:AlternateContent>
      </w:r>
      <w:r w:rsidR="000334A5" w:rsidRPr="000334A5">
        <w:rPr>
          <w:noProof/>
        </w:rPr>
        <mc:AlternateContent>
          <mc:Choice Requires="wps">
            <w:drawing>
              <wp:anchor distT="0" distB="0" distL="114300" distR="114300" simplePos="0" relativeHeight="251653630" behindDoc="0" locked="0" layoutInCell="1" allowOverlap="1" wp14:anchorId="4681679D" wp14:editId="6D70C8CD">
                <wp:simplePos x="0" y="0"/>
                <wp:positionH relativeFrom="column">
                  <wp:posOffset>429895</wp:posOffset>
                </wp:positionH>
                <wp:positionV relativeFrom="paragraph">
                  <wp:posOffset>1377950</wp:posOffset>
                </wp:positionV>
                <wp:extent cx="4676775" cy="2457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4A5" w:rsidRPr="00C77670" w:rsidRDefault="000334A5" w:rsidP="000334A5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280"/>
                              </w:rPr>
                            </w:pPr>
                            <w:r w:rsidRPr="00C77670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280"/>
                              </w:rPr>
                              <w:t>現品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33.85pt;margin-top:108.5pt;width:368.25pt;height:193.5pt;z-index:251653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" filled="f" stroked="f" strokeweight=".5pt">
                <v:textbox>
                  <w:txbxContent>
                    <w:p w:rsidR="000334A5" w:rsidRPr="00C77670" w:rsidRDefault="000334A5" w:rsidP="000334A5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</w:pPr>
                      <w:r w:rsidRPr="00C77670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  <w:t>現品</w:t>
                      </w:r>
                    </w:p>
                  </w:txbxContent>
                </v:textbox>
              </v:shape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71119F" wp14:editId="6ABDE709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5615" cy="4285615"/>
                <wp:effectExtent l="0" t="0" r="19685" b="19685"/>
                <wp:wrapNone/>
                <wp:docPr id="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5615" cy="42856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43.55pt;margin-top:126.75pt;width:337.45pt;height:33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" filled="f" strokecolor="#c00000" strokeweight="2pt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EC4F63" wp14:editId="1CAE8E1D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D4D" w:rsidRDefault="00886D4D" w:rsidP="00886D4D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</w:t>
                            </w:r>
                            <w:r w:rsidR="00F90F24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F4DFA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赤枠はインクジェットバルーンの型です。ハート型が表面、円型が裏面</w:t>
                            </w:r>
                            <w:r w:rsidR="00E16AB4"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886D4D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886D4D" w:rsidRDefault="00886D4D" w:rsidP="00886D4D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121A4E" w:rsidRPr="00886D4D" w:rsidRDefault="00121A4E" w:rsidP="00886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ED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" filled="f" stroked="f">
                <v:textbox>
                  <w:txbxContent>
                    <w:p w:rsidR="00886D4D" w:rsidRDefault="00886D4D" w:rsidP="00886D4D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</w:t>
                      </w:r>
                      <w:r w:rsidR="00F90F24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bookmarkStart w:id="1" w:name="_GoBack"/>
                      <w:bookmarkEnd w:id="1"/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F4DFA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赤枠はインクジェットバルーンの型です。ハート型が表面、円型が裏面</w:t>
                      </w:r>
                      <w:r w:rsidR="00E16AB4"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886D4D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886D4D" w:rsidRDefault="00886D4D" w:rsidP="00886D4D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121A4E" w:rsidRPr="00886D4D" w:rsidRDefault="00121A4E" w:rsidP="00886D4D"/>
                  </w:txbxContent>
                </v:textbox>
              </v:shape>
            </w:pict>
          </mc:Fallback>
        </mc:AlternateContent>
      </w:r>
    </w:p>
    <w:sectPr w:rsidR="00886D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C09" w:rsidRDefault="00222C09" w:rsidP="00AC213E">
      <w:r>
        <w:separator/>
      </w:r>
    </w:p>
  </w:endnote>
  <w:endnote w:type="continuationSeparator" w:id="0">
    <w:p w:rsidR="00222C09" w:rsidRDefault="00222C09" w:rsidP="00AC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C09" w:rsidRDefault="00222C09" w:rsidP="00AC213E">
      <w:r>
        <w:separator/>
      </w:r>
    </w:p>
  </w:footnote>
  <w:footnote w:type="continuationSeparator" w:id="0">
    <w:p w:rsidR="00222C09" w:rsidRDefault="00222C09" w:rsidP="00AC2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fc,#9fc,#39f,#cff,#fcc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D"/>
    <w:rsid w:val="000334A5"/>
    <w:rsid w:val="00121A4E"/>
    <w:rsid w:val="001D157B"/>
    <w:rsid w:val="001F4DFA"/>
    <w:rsid w:val="00222C09"/>
    <w:rsid w:val="00603C6D"/>
    <w:rsid w:val="00886D4D"/>
    <w:rsid w:val="009D463D"/>
    <w:rsid w:val="00A6362B"/>
    <w:rsid w:val="00AC213E"/>
    <w:rsid w:val="00E16AB4"/>
    <w:rsid w:val="00EF2B97"/>
    <w:rsid w:val="00F90F24"/>
    <w:rsid w:val="00FA5CAD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6fc,#9fc,#39f,#cff,#fcc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1-hear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bl1-heart.dot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3</cp:revision>
  <cp:lastPrinted>2007-06-28T00:02:00Z</cp:lastPrinted>
  <dcterms:created xsi:type="dcterms:W3CDTF">2016-12-13T09:13:00Z</dcterms:created>
  <dcterms:modified xsi:type="dcterms:W3CDTF">2016-12-15T07:40:00Z</dcterms:modified>
</cp:coreProperties>
</file>