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4D" w:rsidRDefault="00705238">
      <w:bookmarkStart w:id="0" w:name="_GoBack"/>
      <w:bookmarkEnd w:id="0"/>
      <w:r w:rsidRPr="00705238"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5126F6" wp14:editId="76509C5B">
                <wp:simplePos x="0" y="0"/>
                <wp:positionH relativeFrom="column">
                  <wp:posOffset>-74295</wp:posOffset>
                </wp:positionH>
                <wp:positionV relativeFrom="paragraph">
                  <wp:posOffset>6846570</wp:posOffset>
                </wp:positionV>
                <wp:extent cx="2324100" cy="0"/>
                <wp:effectExtent l="0" t="0" r="0" b="19050"/>
                <wp:wrapNone/>
                <wp:docPr id="1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39.1pt" to="177.15pt,5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 w:rsidRPr="00705238"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19D82B3" wp14:editId="42ABF7E0">
                <wp:simplePos x="0" y="0"/>
                <wp:positionH relativeFrom="column">
                  <wp:posOffset>-76200</wp:posOffset>
                </wp:positionH>
                <wp:positionV relativeFrom="paragraph">
                  <wp:posOffset>6846892</wp:posOffset>
                </wp:positionV>
                <wp:extent cx="1943100" cy="1559560"/>
                <wp:effectExtent l="0" t="0" r="0" b="2540"/>
                <wp:wrapNone/>
                <wp:docPr id="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238" w:rsidRDefault="00705238" w:rsidP="00705238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705238" w:rsidRDefault="00705238" w:rsidP="0070523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6pt;margin-top:539.15pt;width:153pt;height:122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oeTtgIAALs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" filled="f" stroked="f">
                <v:textbox>
                  <w:txbxContent>
                    <w:p w:rsidR="00705238" w:rsidRDefault="00705238" w:rsidP="00705238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705238" w:rsidRDefault="00705238" w:rsidP="0070523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77670" w:rsidRPr="00C77670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1C99" wp14:editId="19A80C00">
                <wp:simplePos x="0" y="0"/>
                <wp:positionH relativeFrom="column">
                  <wp:posOffset>487045</wp:posOffset>
                </wp:positionH>
                <wp:positionV relativeFrom="paragraph">
                  <wp:posOffset>3044825</wp:posOffset>
                </wp:positionV>
                <wp:extent cx="4562475" cy="24574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670" w:rsidRPr="00C77670" w:rsidRDefault="00C77670" w:rsidP="00C77670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280"/>
                              </w:rPr>
                            </w:pPr>
                            <w:r w:rsidRPr="00C77670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280"/>
                              </w:rPr>
                              <w:t>限り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8.35pt;margin-top:239.75pt;width:359.25pt;height:193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" filled="f" stroked="f" strokeweight=".5pt">
                <v:textbox>
                  <w:txbxContent>
                    <w:p w:rsidR="00C77670" w:rsidRPr="00C77670" w:rsidRDefault="00C77670" w:rsidP="00C77670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</w:pPr>
                      <w:r w:rsidRPr="00C77670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  <w:t>限り</w:t>
                      </w:r>
                    </w:p>
                  </w:txbxContent>
                </v:textbox>
              </v:shape>
            </w:pict>
          </mc:Fallback>
        </mc:AlternateContent>
      </w:r>
      <w:r w:rsidR="00C77670" w:rsidRPr="00C77670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5F9D30F" wp14:editId="7C22B4AC">
                <wp:simplePos x="0" y="0"/>
                <wp:positionH relativeFrom="column">
                  <wp:posOffset>429895</wp:posOffset>
                </wp:positionH>
                <wp:positionV relativeFrom="paragraph">
                  <wp:posOffset>1225550</wp:posOffset>
                </wp:positionV>
                <wp:extent cx="4676775" cy="24574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45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670" w:rsidRPr="00C77670" w:rsidRDefault="00C77670" w:rsidP="00C77670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280"/>
                              </w:rPr>
                            </w:pPr>
                            <w:r w:rsidRPr="00C77670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280"/>
                              </w:rPr>
                              <w:t>現品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33.85pt;margin-top:96.5pt;width:368.25pt;height:19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" filled="f" stroked="f" strokeweight=".5pt">
                <v:textbox>
                  <w:txbxContent>
                    <w:p w:rsidR="00C77670" w:rsidRPr="00C77670" w:rsidRDefault="00C77670" w:rsidP="00C77670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</w:pPr>
                      <w:r w:rsidRPr="00C77670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280"/>
                        </w:rPr>
                        <w:t>現品</w:t>
                      </w:r>
                    </w:p>
                  </w:txbxContent>
                </v:textbox>
              </v:shape>
            </w:pict>
          </mc:Fallback>
        </mc:AlternateContent>
      </w:r>
      <w:r w:rsidR="00C7767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F55D54" wp14:editId="320A554E">
                <wp:simplePos x="0" y="0"/>
                <wp:positionH relativeFrom="column">
                  <wp:posOffset>229870</wp:posOffset>
                </wp:positionH>
                <wp:positionV relativeFrom="paragraph">
                  <wp:posOffset>1092200</wp:posOffset>
                </wp:positionV>
                <wp:extent cx="4809490" cy="4809490"/>
                <wp:effectExtent l="38100" t="38100" r="29210" b="29210"/>
                <wp:wrapNone/>
                <wp:docPr id="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9490" cy="480949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18.1pt;margin-top:86pt;width:378.7pt;height:378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" filled="f" strokecolor="white [3212]" strokeweight="6pt"/>
            </w:pict>
          </mc:Fallback>
        </mc:AlternateContent>
      </w:r>
      <w:r w:rsidR="00C7767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5177597E" wp14:editId="6AB10D8A">
                <wp:simplePos x="0" y="0"/>
                <wp:positionH relativeFrom="column">
                  <wp:posOffset>-809625</wp:posOffset>
                </wp:positionH>
                <wp:positionV relativeFrom="paragraph">
                  <wp:posOffset>234950</wp:posOffset>
                </wp:positionV>
                <wp:extent cx="6886575" cy="6525260"/>
                <wp:effectExtent l="0" t="0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6575" cy="65252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-63.75pt;margin-top:18.5pt;width:542.25pt;height:513.8pt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" fillcolor="#002060" stroked="f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47988D" wp14:editId="4DB44292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D4D" w:rsidRDefault="00886D4D" w:rsidP="00886D4D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ハート型】</w:t>
                            </w:r>
                          </w:p>
                          <w:p w:rsidR="001F4DFA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赤枠はインクジェットバルーンの型です。ハート型が表面、円型が裏面</w:t>
                            </w:r>
                            <w:r w:rsidR="00E16AB4"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886D4D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886D4D" w:rsidRDefault="00886D4D" w:rsidP="00886D4D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121A4E" w:rsidRPr="00886D4D" w:rsidRDefault="00121A4E" w:rsidP="00886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KN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" filled="f" stroked="f">
                <v:textbox>
                  <w:txbxContent>
                    <w:p w:rsidR="00886D4D" w:rsidRDefault="00886D4D" w:rsidP="00886D4D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ハート型】</w:t>
                      </w:r>
                    </w:p>
                    <w:p w:rsidR="001F4DFA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赤枠はインクジェットバルーンの型です。ハート型が表面、円型が裏面</w:t>
                      </w:r>
                      <w:r w:rsidR="00E16AB4"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886D4D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886D4D" w:rsidRDefault="00886D4D" w:rsidP="00886D4D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121A4E" w:rsidRPr="00886D4D" w:rsidRDefault="00121A4E" w:rsidP="00886D4D"/>
                  </w:txbxContent>
                </v:textbox>
              </v:shape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AB266D" wp14:editId="6AEDFDE3">
                <wp:simplePos x="0" y="0"/>
                <wp:positionH relativeFrom="column">
                  <wp:posOffset>-578485</wp:posOffset>
                </wp:positionH>
                <wp:positionV relativeFrom="paragraph">
                  <wp:posOffset>561975</wp:posOffset>
                </wp:positionV>
                <wp:extent cx="6541135" cy="6107430"/>
                <wp:effectExtent l="0" t="0" r="12065" b="2667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1135" cy="6107430"/>
                        </a:xfrm>
                        <a:custGeom>
                          <a:avLst/>
                          <a:gdLst>
                            <a:gd name="T0" fmla="*/ 3791 w 10172"/>
                            <a:gd name="T1" fmla="*/ 9364 h 9498"/>
                            <a:gd name="T2" fmla="*/ 2959 w 10172"/>
                            <a:gd name="T3" fmla="*/ 8834 h 9498"/>
                            <a:gd name="T4" fmla="*/ 1655 w 10172"/>
                            <a:gd name="T5" fmla="*/ 7634 h 9498"/>
                            <a:gd name="T6" fmla="*/ 591 w 10172"/>
                            <a:gd name="T7" fmla="*/ 5894 h 9498"/>
                            <a:gd name="T8" fmla="*/ 125 w 10172"/>
                            <a:gd name="T9" fmla="*/ 4122 h 9498"/>
                            <a:gd name="T10" fmla="*/ 95 w 10172"/>
                            <a:gd name="T11" fmla="*/ 2562 h 9498"/>
                            <a:gd name="T12" fmla="*/ 695 w 10172"/>
                            <a:gd name="T13" fmla="*/ 1302 h 9498"/>
                            <a:gd name="T14" fmla="*/ 1775 w 10172"/>
                            <a:gd name="T15" fmla="*/ 386 h 9498"/>
                            <a:gd name="T16" fmla="*/ 2959 w 10172"/>
                            <a:gd name="T17" fmla="*/ 42 h 9498"/>
                            <a:gd name="T18" fmla="*/ 3829 w 10172"/>
                            <a:gd name="T19" fmla="*/ 134 h 9498"/>
                            <a:gd name="T20" fmla="*/ 5135 w 10172"/>
                            <a:gd name="T21" fmla="*/ 282 h 9498"/>
                            <a:gd name="T22" fmla="*/ 6319 w 10172"/>
                            <a:gd name="T23" fmla="*/ 134 h 9498"/>
                            <a:gd name="T24" fmla="*/ 7175 w 10172"/>
                            <a:gd name="T25" fmla="*/ 26 h 9498"/>
                            <a:gd name="T26" fmla="*/ 8075 w 10172"/>
                            <a:gd name="T27" fmla="*/ 238 h 9498"/>
                            <a:gd name="T28" fmla="*/ 9109 w 10172"/>
                            <a:gd name="T29" fmla="*/ 914 h 9498"/>
                            <a:gd name="T30" fmla="*/ 9875 w 10172"/>
                            <a:gd name="T31" fmla="*/ 1934 h 9498"/>
                            <a:gd name="T32" fmla="*/ 10145 w 10172"/>
                            <a:gd name="T33" fmla="*/ 2894 h 9498"/>
                            <a:gd name="T34" fmla="*/ 10039 w 10172"/>
                            <a:gd name="T35" fmla="*/ 4406 h 9498"/>
                            <a:gd name="T36" fmla="*/ 9515 w 10172"/>
                            <a:gd name="T37" fmla="*/ 6014 h 9498"/>
                            <a:gd name="T38" fmla="*/ 8765 w 10172"/>
                            <a:gd name="T39" fmla="*/ 7274 h 9498"/>
                            <a:gd name="T40" fmla="*/ 7579 w 10172"/>
                            <a:gd name="T41" fmla="*/ 8518 h 9498"/>
                            <a:gd name="T42" fmla="*/ 6443 w 10172"/>
                            <a:gd name="T43" fmla="*/ 9340 h 9498"/>
                            <a:gd name="T44" fmla="*/ 6128 w 10172"/>
                            <a:gd name="T45" fmla="*/ 9466 h 9498"/>
                            <a:gd name="T46" fmla="*/ 5023 w 10172"/>
                            <a:gd name="T47" fmla="*/ 9475 h 9498"/>
                            <a:gd name="T48" fmla="*/ 4103 w 10172"/>
                            <a:gd name="T49" fmla="*/ 9463 h 9498"/>
                            <a:gd name="T50" fmla="*/ 3953 w 10172"/>
                            <a:gd name="T51" fmla="*/ 9457 h 9498"/>
                            <a:gd name="T52" fmla="*/ 3791 w 10172"/>
                            <a:gd name="T53" fmla="*/ 9364 h 9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0172" h="9498">
                              <a:moveTo>
                                <a:pt x="3791" y="9364"/>
                              </a:moveTo>
                              <a:cubicBezTo>
                                <a:pt x="3625" y="9264"/>
                                <a:pt x="3315" y="9122"/>
                                <a:pt x="2959" y="8834"/>
                              </a:cubicBezTo>
                              <a:cubicBezTo>
                                <a:pt x="2603" y="8546"/>
                                <a:pt x="2050" y="8124"/>
                                <a:pt x="1655" y="7634"/>
                              </a:cubicBezTo>
                              <a:cubicBezTo>
                                <a:pt x="1260" y="7144"/>
                                <a:pt x="846" y="6479"/>
                                <a:pt x="591" y="5894"/>
                              </a:cubicBezTo>
                              <a:cubicBezTo>
                                <a:pt x="336" y="5309"/>
                                <a:pt x="208" y="4677"/>
                                <a:pt x="125" y="4122"/>
                              </a:cubicBezTo>
                              <a:cubicBezTo>
                                <a:pt x="42" y="3567"/>
                                <a:pt x="0" y="3032"/>
                                <a:pt x="95" y="2562"/>
                              </a:cubicBezTo>
                              <a:cubicBezTo>
                                <a:pt x="190" y="2092"/>
                                <a:pt x="415" y="1665"/>
                                <a:pt x="695" y="1302"/>
                              </a:cubicBezTo>
                              <a:cubicBezTo>
                                <a:pt x="975" y="939"/>
                                <a:pt x="1398" y="596"/>
                                <a:pt x="1775" y="386"/>
                              </a:cubicBezTo>
                              <a:cubicBezTo>
                                <a:pt x="2152" y="176"/>
                                <a:pt x="2617" y="84"/>
                                <a:pt x="2959" y="42"/>
                              </a:cubicBezTo>
                              <a:cubicBezTo>
                                <a:pt x="3301" y="0"/>
                                <a:pt x="3466" y="94"/>
                                <a:pt x="3829" y="134"/>
                              </a:cubicBezTo>
                              <a:cubicBezTo>
                                <a:pt x="4192" y="174"/>
                                <a:pt x="4720" y="282"/>
                                <a:pt x="5135" y="282"/>
                              </a:cubicBezTo>
                              <a:cubicBezTo>
                                <a:pt x="5550" y="282"/>
                                <a:pt x="5979" y="177"/>
                                <a:pt x="6319" y="134"/>
                              </a:cubicBezTo>
                              <a:cubicBezTo>
                                <a:pt x="6659" y="91"/>
                                <a:pt x="6882" y="9"/>
                                <a:pt x="7175" y="26"/>
                              </a:cubicBezTo>
                              <a:cubicBezTo>
                                <a:pt x="7468" y="43"/>
                                <a:pt x="7753" y="90"/>
                                <a:pt x="8075" y="238"/>
                              </a:cubicBezTo>
                              <a:cubicBezTo>
                                <a:pt x="8397" y="386"/>
                                <a:pt x="8809" y="631"/>
                                <a:pt x="9109" y="914"/>
                              </a:cubicBezTo>
                              <a:cubicBezTo>
                                <a:pt x="9409" y="1197"/>
                                <a:pt x="9702" y="1604"/>
                                <a:pt x="9875" y="1934"/>
                              </a:cubicBezTo>
                              <a:cubicBezTo>
                                <a:pt x="10048" y="2264"/>
                                <a:pt x="10118" y="2482"/>
                                <a:pt x="10145" y="2894"/>
                              </a:cubicBezTo>
                              <a:cubicBezTo>
                                <a:pt x="10172" y="3306"/>
                                <a:pt x="10144" y="3886"/>
                                <a:pt x="10039" y="4406"/>
                              </a:cubicBezTo>
                              <a:cubicBezTo>
                                <a:pt x="9934" y="4926"/>
                                <a:pt x="9727" y="5536"/>
                                <a:pt x="9515" y="6014"/>
                              </a:cubicBezTo>
                              <a:cubicBezTo>
                                <a:pt x="9303" y="6492"/>
                                <a:pt x="9088" y="6857"/>
                                <a:pt x="8765" y="7274"/>
                              </a:cubicBezTo>
                              <a:cubicBezTo>
                                <a:pt x="8442" y="7691"/>
                                <a:pt x="7966" y="8174"/>
                                <a:pt x="7579" y="8518"/>
                              </a:cubicBezTo>
                              <a:cubicBezTo>
                                <a:pt x="7192" y="8862"/>
                                <a:pt x="6685" y="9182"/>
                                <a:pt x="6443" y="9340"/>
                              </a:cubicBezTo>
                              <a:cubicBezTo>
                                <a:pt x="6201" y="9498"/>
                                <a:pt x="6365" y="9444"/>
                                <a:pt x="6128" y="9466"/>
                              </a:cubicBezTo>
                              <a:cubicBezTo>
                                <a:pt x="5891" y="9488"/>
                                <a:pt x="5360" y="9475"/>
                                <a:pt x="5023" y="9475"/>
                              </a:cubicBezTo>
                              <a:cubicBezTo>
                                <a:pt x="4686" y="9475"/>
                                <a:pt x="4281" y="9466"/>
                                <a:pt x="4103" y="9463"/>
                              </a:cubicBezTo>
                              <a:cubicBezTo>
                                <a:pt x="3925" y="9460"/>
                                <a:pt x="4005" y="9474"/>
                                <a:pt x="3953" y="9457"/>
                              </a:cubicBezTo>
                              <a:cubicBezTo>
                                <a:pt x="3901" y="9440"/>
                                <a:pt x="3825" y="9383"/>
                                <a:pt x="3791" y="9364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left:0;text-align:left;margin-left:-45.55pt;margin-top:44.25pt;width:515.05pt;height:48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72,9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" path="m3791,9364c3625,9264,3315,9122,2959,8834,2603,8546,2050,8124,1655,7634,1260,7144,846,6479,591,5894,336,5309,208,4677,125,4122,42,3567,,3032,95,2562,190,2092,415,1665,695,1302,975,939,1398,596,1775,386,2152,176,2617,84,2959,42v342,-42,507,52,870,92c4192,174,4720,282,5135,282v415,,844,-105,1184,-148c6659,91,6882,9,7175,26v293,17,578,64,900,212c8397,386,8809,631,9109,914v300,283,593,690,766,1020c10048,2264,10118,2482,10145,2894v27,412,-1,992,-106,1512c9934,4926,9727,5536,9515,6014v-212,478,-427,843,-750,1260c8442,7691,7966,8174,7579,8518v-387,344,-894,664,-1136,822c6201,9498,6365,9444,6128,9466v-237,22,-768,9,-1105,9c4686,9475,4281,9466,4103,9463v-178,-3,-98,11,-150,-6c3901,9440,3825,9383,3791,9364xe" filled="f" strokecolor="#c00000" strokeweight="2pt">
                <v:path arrowok="t" o:connecttype="custom" o:connectlocs="2437814,6021265;1902794,5680463;1064253,4908836;380044,3789976;80382,2650540;61090,1647424;446922,837216;1141419,248207;1902794,27007;2462250,86165;3302077,181332;4063452,86165;4613905,16719;5192653,153039;5857570,587723;6350148,1243606;6523773,1860908;6455609,2833158;6118649,3867139;5636359,4677347;4873699,5477268;4143190,6005832;3940629,6086853;3230055,6092640;2638446,6084924;2541988,6081066;2437814,6021265" o:connectangles="0,0,0,0,0,0,0,0,0,0,0,0,0,0,0,0,0,0,0,0,0,0,0,0,0,0,0"/>
              </v:shape>
            </w:pict>
          </mc:Fallback>
        </mc:AlternateContent>
      </w:r>
    </w:p>
    <w:sectPr w:rsidR="00886D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20" w:rsidRDefault="007A2D20" w:rsidP="00AC213E">
      <w:r>
        <w:separator/>
      </w:r>
    </w:p>
  </w:endnote>
  <w:endnote w:type="continuationSeparator" w:id="0">
    <w:p w:rsidR="007A2D20" w:rsidRDefault="007A2D20" w:rsidP="00AC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20" w:rsidRDefault="007A2D20" w:rsidP="00AC213E">
      <w:r>
        <w:separator/>
      </w:r>
    </w:p>
  </w:footnote>
  <w:footnote w:type="continuationSeparator" w:id="0">
    <w:p w:rsidR="007A2D20" w:rsidRDefault="007A2D20" w:rsidP="00AC2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fc,#9fc,#39f,#cff,#fcc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D"/>
    <w:rsid w:val="00095CB5"/>
    <w:rsid w:val="00121A4E"/>
    <w:rsid w:val="001F4DFA"/>
    <w:rsid w:val="00705238"/>
    <w:rsid w:val="007A2D20"/>
    <w:rsid w:val="00886D4D"/>
    <w:rsid w:val="009D463D"/>
    <w:rsid w:val="00AC213E"/>
    <w:rsid w:val="00C77670"/>
    <w:rsid w:val="00E16AB4"/>
    <w:rsid w:val="00E221FB"/>
    <w:rsid w:val="00F62D24"/>
    <w:rsid w:val="00F640A6"/>
    <w:rsid w:val="00FA5CAD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6fc,#9fc,#39f,#cff,#fcc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D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2D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D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2D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1-hear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bl1-heart.dot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3</cp:revision>
  <cp:lastPrinted>2007-06-28T00:02:00Z</cp:lastPrinted>
  <dcterms:created xsi:type="dcterms:W3CDTF">2016-12-13T09:08:00Z</dcterms:created>
  <dcterms:modified xsi:type="dcterms:W3CDTF">2016-12-15T07:39:00Z</dcterms:modified>
</cp:coreProperties>
</file>