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4D" w:rsidRDefault="002F584A">
      <w:bookmarkStart w:id="0" w:name="_GoBack"/>
      <w:bookmarkEnd w:id="0"/>
      <w:r w:rsidRPr="002F584A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521749" wp14:editId="56542DAD">
                <wp:simplePos x="0" y="0"/>
                <wp:positionH relativeFrom="column">
                  <wp:posOffset>-76200</wp:posOffset>
                </wp:positionH>
                <wp:positionV relativeFrom="paragraph">
                  <wp:posOffset>6388100</wp:posOffset>
                </wp:positionV>
                <wp:extent cx="1943100" cy="1559560"/>
                <wp:effectExtent l="0" t="0" r="0" b="25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84A" w:rsidRDefault="002F584A" w:rsidP="002F584A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2F584A" w:rsidRDefault="002F584A" w:rsidP="002F584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503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EftQ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" filled="f" stroked="f">
                <v:textbox>
                  <w:txbxContent>
                    <w:p w:rsidR="002F584A" w:rsidRDefault="002F584A" w:rsidP="002F584A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2F584A" w:rsidRDefault="002F584A" w:rsidP="002F584A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584A"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0A347B" wp14:editId="5E8C4579">
                <wp:simplePos x="0" y="0"/>
                <wp:positionH relativeFrom="column">
                  <wp:posOffset>-74295</wp:posOffset>
                </wp:positionH>
                <wp:positionV relativeFrom="paragraph">
                  <wp:posOffset>6388422</wp:posOffset>
                </wp:positionV>
                <wp:extent cx="6057900" cy="0"/>
                <wp:effectExtent l="0" t="0" r="0" b="19050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03.05pt" to="471.15pt,5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5f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" strokecolor="red" strokeweight="2pt">
                <v:stroke dashstyle="1 1" endcap="round"/>
              </v:line>
            </w:pict>
          </mc:Fallback>
        </mc:AlternateContent>
      </w:r>
      <w:r w:rsidR="000C00FB" w:rsidRPr="000C00FB">
        <w:rPr>
          <w:noProof/>
        </w:rPr>
        <mc:AlternateContent>
          <mc:Choice Requires="wpg">
            <w:drawing>
              <wp:anchor distT="0" distB="0" distL="114300" distR="114300" simplePos="0" relativeHeight="251655679" behindDoc="0" locked="0" layoutInCell="1" allowOverlap="1" wp14:anchorId="0F7128D5" wp14:editId="03381FE4">
                <wp:simplePos x="0" y="0"/>
                <wp:positionH relativeFrom="column">
                  <wp:posOffset>793115</wp:posOffset>
                </wp:positionH>
                <wp:positionV relativeFrom="paragraph">
                  <wp:posOffset>1953895</wp:posOffset>
                </wp:positionV>
                <wp:extent cx="3800475" cy="3527425"/>
                <wp:effectExtent l="38100" t="247650" r="28575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0475" cy="3527425"/>
                          <a:chOff x="0" y="0"/>
                          <a:chExt cx="3800810" cy="3527605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 rot="21077502">
                            <a:off x="0" y="0"/>
                            <a:ext cx="3704590" cy="14580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00FB" w:rsidRPr="00113C8B" w:rsidRDefault="000C00FB" w:rsidP="000C00F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/>
                                  <w:color w:val="FFFFFF" w:themeColor="background1"/>
                                  <w:sz w:val="180"/>
                                  <w:szCs w:val="144"/>
                                </w:rPr>
                                <w:t>SALE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 rot="21077502">
                            <a:off x="120769" y="845389"/>
                            <a:ext cx="2396490" cy="2261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00FB" w:rsidRPr="00113C8B" w:rsidRDefault="000C00FB" w:rsidP="000C00F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8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80"/>
                                  <w:szCs w:val="14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 rot="21077502">
                            <a:off x="2441275" y="1000665"/>
                            <a:ext cx="1359535" cy="1497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00FB" w:rsidRPr="00113C8B" w:rsidRDefault="000C00FB" w:rsidP="000C00F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160"/>
                                  <w:szCs w:val="144"/>
                                </w:rPr>
                                <w:t>%</w:t>
                              </w:r>
                            </w:p>
                            <w:p w:rsidR="000C00FB" w:rsidRPr="00113C8B" w:rsidRDefault="000C00FB" w:rsidP="000C00F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160"/>
                                  <w:szCs w:val="1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431985" y="2009955"/>
                            <a:ext cx="2229484" cy="151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00FB" w:rsidRPr="00113C8B" w:rsidRDefault="000C00FB" w:rsidP="000C00FB">
                              <w:pPr>
                                <w:rPr>
                                  <w:rFonts w:ascii="Cooper Black" w:hAnsi="Cooper Black"/>
                                  <w:color w:val="FFFFFF" w:themeColor="background1"/>
                                  <w:sz w:val="200"/>
                                  <w:szCs w:val="144"/>
                                </w:rPr>
                              </w:pPr>
                              <w:r w:rsidRPr="00113C8B">
                                <w:rPr>
                                  <w:rFonts w:ascii="Cooper Black" w:hAnsi="Cooper Black" w:hint="eastAsia"/>
                                  <w:color w:val="FFFFFF" w:themeColor="background1"/>
                                  <w:sz w:val="200"/>
                                  <w:szCs w:val="144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5" o:spid="_x0000_s1027" style="position:absolute;left:0;text-align:left;margin-left:62.45pt;margin-top:153.85pt;width:299.25pt;height:277.75pt;z-index:251655679;mso-width-relative:margin" coordsize="38008,35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">
                <v:shape id="テキスト ボックス 10" o:spid="_x0000_s1028" type="#_x0000_t202" style="position:absolute;width:37045;height:14580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I8cUA&#10;AADbAAAADwAAAGRycy9kb3ducmV2LnhtbESPQW/CMAyF75P2HyJP4jZShrahQkBoiIkdYUNwtBrT&#10;FBqnNAHKv58Pk3az9Z7f+zyZdb5WV2pjFdjAoJ+BIi6Crbg08PO9fB6BignZYh2YDNwpwmz6+DDB&#10;3IYbr+m6SaWSEI45GnApNbnWsXDkMfZDQyzaIbQek6xtqW2LNwn3tX7JsjftsWJpcNjQh6PitLl4&#10;A4fj4tOdl1/D9ao6b1/v7/vdYL43pvfUzcegEnXp3/x3vbKCL/Tyiwy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AjxxQAAANsAAAAPAAAAAAAAAAAAAAAAAJgCAABkcnMv&#10;ZG93bnJldi54bWxQSwUGAAAAAAQABAD1AAAAigMAAAAA&#10;" filled="f" stroked="f" strokeweight=".5pt">
                  <v:textbox>
                    <w:txbxContent>
                      <w:p w:rsidR="000C00FB" w:rsidRPr="00113C8B" w:rsidRDefault="000C00FB" w:rsidP="000C00FB">
                        <w:pPr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/>
                            <w:color w:val="FFFFFF" w:themeColor="background1"/>
                            <w:sz w:val="180"/>
                            <w:szCs w:val="144"/>
                          </w:rPr>
                          <w:t>SALE</w:t>
                        </w:r>
                      </w:p>
                    </w:txbxContent>
                  </v:textbox>
                </v:shape>
                <v:shape id="テキスト ボックス 11" o:spid="_x0000_s1029" type="#_x0000_t202" style="position:absolute;left:1207;top:8453;width:23965;height:22619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asIA&#10;AADbAAAADwAAAGRycy9kb3ducmV2LnhtbERPTWsCMRC9C/6HMAVvNbuKVbZGEcWiR7VFj8Nm3Gy7&#10;maybVNd/3xQEb/N4nzOdt7YSV2p86VhB2k9AEOdOl1wo+DysXycgfEDWWDkmBXfyMJ91O1PMtLvx&#10;jq77UIgYwj5DBSaEOpPS54Ys+r6riSN3do3FEGFTSN3gLYbbSg6S5E1aLDk2GKxpaSj/2f9aBefv&#10;1Ye5rLfD3aa8fI3u49MxXZyU6r20i3cQgdrwFD/cGx3np/D/Szx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K1qwgAAANsAAAAPAAAAAAAAAAAAAAAAAJgCAABkcnMvZG93&#10;bnJldi54bWxQSwUGAAAAAAQABAD1AAAAhwMAAAAA&#10;" filled="f" stroked="f" strokeweight=".5pt">
                  <v:textbox>
                    <w:txbxContent>
                      <w:p w:rsidR="000C00FB" w:rsidRPr="00113C8B" w:rsidRDefault="000C00FB" w:rsidP="000C00FB">
                        <w:pPr>
                          <w:rPr>
                            <w:rFonts w:ascii="Cooper Black" w:hAnsi="Cooper Black"/>
                            <w:color w:val="FFFFFF" w:themeColor="background1"/>
                            <w:sz w:val="28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80"/>
                            <w:szCs w:val="144"/>
                          </w:rPr>
                          <w:t>50</w:t>
                        </w:r>
                      </w:p>
                    </w:txbxContent>
                  </v:textbox>
                </v:shape>
                <v:shape id="テキスト ボックス 12" o:spid="_x0000_s1030" type="#_x0000_t202" style="position:absolute;left:24412;top:10006;width:13596;height:14973;rotation:-5707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zHcIA&#10;AADbAAAADwAAAGRycy9kb3ducmV2LnhtbERPTWsCMRC9F/ofwhS8uVkVbdkaRVoUPaot9Thsxs3q&#10;ZrJuoq7/3ghCb/N4nzOetrYSF2p86VhBL0lBEOdOl1wo+NnOux8gfEDWWDkmBTfyMJ28vowx0+7K&#10;a7psQiFiCPsMFZgQ6kxKnxuy6BNXE0du7xqLIcKmkLrBawy3leyn6UhaLDk2GKzpy1B+3Jytgv3h&#10;e2FO89VgvSxPv8Pb++6vN9sp1XlrZ58gArXhX/x0L3Wc34fHL/EAO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mjMdwgAAANsAAAAPAAAAAAAAAAAAAAAAAJgCAABkcnMvZG93&#10;bnJldi54bWxQSwUGAAAAAAQABAD1AAAAhwMAAAAA&#10;" filled="f" stroked="f" strokeweight=".5pt">
                  <v:textbox>
                    <w:txbxContent>
                      <w:p w:rsidR="000C00FB" w:rsidRPr="00113C8B" w:rsidRDefault="000C00FB" w:rsidP="000C00FB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160"/>
                            <w:szCs w:val="144"/>
                          </w:rPr>
                          <w:t>%</w:t>
                        </w:r>
                      </w:p>
                      <w:p w:rsidR="000C00FB" w:rsidRPr="00113C8B" w:rsidRDefault="000C00FB" w:rsidP="000C00FB">
                        <w:pPr>
                          <w:rPr>
                            <w:rFonts w:ascii="Cooper Black" w:hAnsi="Cooper Black"/>
                            <w:color w:val="FFFFFF" w:themeColor="background1"/>
                            <w:sz w:val="160"/>
                            <w:szCs w:val="144"/>
                          </w:rPr>
                        </w:pPr>
                      </w:p>
                    </w:txbxContent>
                  </v:textbox>
                </v:shape>
                <v:shape id="テキスト ボックス 13" o:spid="_x0000_s1031" type="#_x0000_t202" style="position:absolute;left:14319;top:20099;width:22295;height:15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0C00FB" w:rsidRPr="00113C8B" w:rsidRDefault="000C00FB" w:rsidP="000C00FB">
                        <w:pPr>
                          <w:rPr>
                            <w:rFonts w:ascii="Cooper Black" w:hAnsi="Cooper Black"/>
                            <w:color w:val="FFFFFF" w:themeColor="background1"/>
                            <w:sz w:val="200"/>
                            <w:szCs w:val="144"/>
                          </w:rPr>
                        </w:pPr>
                        <w:r w:rsidRPr="00113C8B">
                          <w:rPr>
                            <w:rFonts w:ascii="Cooper Black" w:hAnsi="Cooper Black" w:hint="eastAsia"/>
                            <w:color w:val="FFFFFF" w:themeColor="background1"/>
                            <w:sz w:val="200"/>
                            <w:szCs w:val="144"/>
                          </w:rPr>
                          <w:t>off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00FB" w:rsidRPr="000C00FB">
        <w:rPr>
          <w:noProof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37C130C0" wp14:editId="0977F9B7">
                <wp:simplePos x="0" y="0"/>
                <wp:positionH relativeFrom="column">
                  <wp:posOffset>424815</wp:posOffset>
                </wp:positionH>
                <wp:positionV relativeFrom="paragraph">
                  <wp:posOffset>1456055</wp:posOffset>
                </wp:positionV>
                <wp:extent cx="4554220" cy="4589145"/>
                <wp:effectExtent l="0" t="0" r="0" b="1905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4220" cy="45891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3.45pt;margin-top:114.65pt;width:358.6pt;height:361.35pt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" fillcolor="#0f243e [1615]" stroked="f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160" cy="4286160"/>
                <wp:effectExtent l="0" t="0" r="19685" b="19685"/>
                <wp:wrapNone/>
                <wp:docPr id="3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160" cy="42861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left:0;text-align:left;margin-left:43.55pt;margin-top:126.75pt;width:337.5pt;height:3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" filled="f" strokecolor="red" strokeweight="2pt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D4D" w:rsidRDefault="00886D4D" w:rsidP="00886D4D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</w:t>
                            </w:r>
                            <w:r w:rsidR="000C00FB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F4DFA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赤枠はインクジェットバルーンの型です。ハート型が表面、円型が裏面</w:t>
                            </w:r>
                            <w:r w:rsidR="00E16AB4"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886D4D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886D4D" w:rsidRDefault="00886D4D" w:rsidP="00886D4D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121A4E" w:rsidRPr="00886D4D" w:rsidRDefault="00121A4E" w:rsidP="00886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6K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" filled="f" stroked="f">
                <v:textbox>
                  <w:txbxContent>
                    <w:p w:rsidR="00886D4D" w:rsidRDefault="00886D4D" w:rsidP="00886D4D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</w:t>
                      </w:r>
                      <w:r w:rsidR="000C00FB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F4DFA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赤枠はインクジェットバルーンの型です。ハート型が表面、円型が裏面</w:t>
                      </w:r>
                      <w:r w:rsidR="00E16AB4"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886D4D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886D4D" w:rsidRDefault="00886D4D" w:rsidP="00886D4D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121A4E" w:rsidRPr="00886D4D" w:rsidRDefault="00121A4E" w:rsidP="00886D4D"/>
                  </w:txbxContent>
                </v:textbox>
              </v:shape>
            </w:pict>
          </mc:Fallback>
        </mc:AlternateContent>
      </w:r>
    </w:p>
    <w:sectPr w:rsidR="00886D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30" w:rsidRDefault="00900F30" w:rsidP="00AC213E">
      <w:r>
        <w:separator/>
      </w:r>
    </w:p>
  </w:endnote>
  <w:endnote w:type="continuationSeparator" w:id="0">
    <w:p w:rsidR="00900F30" w:rsidRDefault="00900F30" w:rsidP="00AC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30" w:rsidRDefault="00900F30" w:rsidP="00AC213E">
      <w:r>
        <w:separator/>
      </w:r>
    </w:p>
  </w:footnote>
  <w:footnote w:type="continuationSeparator" w:id="0">
    <w:p w:rsidR="00900F30" w:rsidRDefault="00900F30" w:rsidP="00AC2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fc,#9fc,#39f,#cff,#fcc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D"/>
    <w:rsid w:val="00067DD7"/>
    <w:rsid w:val="000C00FB"/>
    <w:rsid w:val="00121A4E"/>
    <w:rsid w:val="001F4DFA"/>
    <w:rsid w:val="002F584A"/>
    <w:rsid w:val="00576373"/>
    <w:rsid w:val="00886D4D"/>
    <w:rsid w:val="00900F30"/>
    <w:rsid w:val="009D463D"/>
    <w:rsid w:val="00AC213E"/>
    <w:rsid w:val="00B313FA"/>
    <w:rsid w:val="00BE360C"/>
    <w:rsid w:val="00E16AB4"/>
    <w:rsid w:val="00FA5CAD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6fc,#9fc,#39f,#cff,#fcc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1-hear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bl1-heart.dot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2007-06-28T00:02:00Z</cp:lastPrinted>
  <dcterms:created xsi:type="dcterms:W3CDTF">2016-12-09T04:24:00Z</dcterms:created>
  <dcterms:modified xsi:type="dcterms:W3CDTF">2016-12-15T07:39:00Z</dcterms:modified>
</cp:coreProperties>
</file>