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D4D" w:rsidRDefault="00E41FAC">
      <w:bookmarkStart w:id="0" w:name="_GoBack"/>
      <w:bookmarkEnd w:id="0"/>
      <w:r w:rsidRPr="00E41FAC"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3C6F06D" wp14:editId="42024BF5">
                <wp:simplePos x="0" y="0"/>
                <wp:positionH relativeFrom="column">
                  <wp:posOffset>-74295</wp:posOffset>
                </wp:positionH>
                <wp:positionV relativeFrom="paragraph">
                  <wp:posOffset>6818630</wp:posOffset>
                </wp:positionV>
                <wp:extent cx="2324100" cy="0"/>
                <wp:effectExtent l="0" t="0" r="0" b="19050"/>
                <wp:wrapNone/>
                <wp:docPr id="10" name="Lin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  <a:noFill/>
                        <a:ln w="25400" cap="rnd">
                          <a:solidFill>
                            <a:srgbClr val="FF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6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85pt,536.9pt" to="177.15pt,53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" strokecolor="red" strokeweight="2pt">
                <v:stroke dashstyle="1 1" endcap="round"/>
              </v:line>
            </w:pict>
          </mc:Fallback>
        </mc:AlternateContent>
      </w:r>
      <w:r w:rsidRPr="00E41FAC"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1D40427" wp14:editId="5DAFFE98">
                <wp:simplePos x="0" y="0"/>
                <wp:positionH relativeFrom="column">
                  <wp:posOffset>-76200</wp:posOffset>
                </wp:positionH>
                <wp:positionV relativeFrom="paragraph">
                  <wp:posOffset>6818952</wp:posOffset>
                </wp:positionV>
                <wp:extent cx="1943100" cy="1559560"/>
                <wp:effectExtent l="0" t="0" r="0" b="2540"/>
                <wp:wrapNone/>
                <wp:docPr id="3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1559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1FAC" w:rsidRDefault="00E41FAC" w:rsidP="00E41FAC">
                            <w:pPr>
                              <w:rPr>
                                <w:rFonts w:eastAsia="ＭＳ ゴシック"/>
                                <w:color w:val="FF0000"/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この線より下に画像や文字などを</w:t>
                            </w:r>
                          </w:p>
                          <w:p w:rsidR="00E41FAC" w:rsidRDefault="00E41FAC" w:rsidP="00E41FAC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  <w:sz w:val="16"/>
                              </w:rPr>
                              <w:t>レイアウトしないでください。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-6pt;margin-top:536.95pt;width:153pt;height:122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" filled="f" stroked="f">
                <v:textbox>
                  <w:txbxContent>
                    <w:p w:rsidR="00E41FAC" w:rsidRDefault="00E41FAC" w:rsidP="00E41FAC">
                      <w:pPr>
                        <w:rPr>
                          <w:rFonts w:eastAsia="ＭＳ ゴシック"/>
                          <w:color w:val="FF0000"/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この線より下に画像や文字などを</w:t>
                      </w:r>
                    </w:p>
                    <w:p w:rsidR="00E41FAC" w:rsidRDefault="00E41FAC" w:rsidP="00E41FAC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  <w:sz w:val="16"/>
                        </w:rPr>
                        <w:t>レイアウトしないでください。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1E22C8">
        <w:rPr>
          <w:noProof/>
        </w:rPr>
        <mc:AlternateContent>
          <mc:Choice Requires="wps">
            <w:drawing>
              <wp:anchor distT="0" distB="0" distL="114300" distR="114300" simplePos="0" relativeHeight="251635194" behindDoc="0" locked="0" layoutInCell="1" allowOverlap="1">
                <wp:simplePos x="0" y="0"/>
                <wp:positionH relativeFrom="column">
                  <wp:posOffset>-124792</wp:posOffset>
                </wp:positionH>
                <wp:positionV relativeFrom="paragraph">
                  <wp:posOffset>1510021</wp:posOffset>
                </wp:positionV>
                <wp:extent cx="5520690" cy="2009775"/>
                <wp:effectExtent l="57150" t="381000" r="60960" b="390525"/>
                <wp:wrapNone/>
                <wp:docPr id="26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77502">
                          <a:off x="0" y="0"/>
                          <a:ext cx="5520690" cy="2009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424C" w:rsidRPr="00B57C99" w:rsidRDefault="00E3424C" w:rsidP="00E3424C">
                            <w:pPr>
                              <w:rPr>
                                <w:rFonts w:ascii="Cooper Black" w:hAnsi="Cooper Black"/>
                                <w:color w:val="C6D9F1" w:themeColor="text2" w:themeTint="33"/>
                                <w:sz w:val="280"/>
                                <w:szCs w:val="144"/>
                              </w:rPr>
                            </w:pPr>
                            <w:r w:rsidRPr="00B57C99">
                              <w:rPr>
                                <w:rFonts w:ascii="Cooper Black" w:hAnsi="Cooper Black"/>
                                <w:color w:val="C6D9F1" w:themeColor="text2" w:themeTint="33"/>
                                <w:sz w:val="280"/>
                                <w:szCs w:val="144"/>
                              </w:rPr>
                              <w:t>SALE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6" o:spid="_x0000_s1027" type="#_x0000_t202" style="position:absolute;left:0;text-align:left;margin-left:-9.85pt;margin-top:118.9pt;width:434.7pt;height:158.25pt;rotation:-570707fd;z-index:25163519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" filled="f" stroked="f" strokeweight=".5pt">
                <v:textbox>
                  <w:txbxContent>
                    <w:p w:rsidR="00E3424C" w:rsidRPr="00B57C99" w:rsidRDefault="00E3424C" w:rsidP="00E3424C">
                      <w:pPr>
                        <w:rPr>
                          <w:rFonts w:ascii="Cooper Black" w:hAnsi="Cooper Black"/>
                          <w:color w:val="C6D9F1" w:themeColor="text2" w:themeTint="33"/>
                          <w:sz w:val="280"/>
                          <w:szCs w:val="144"/>
                        </w:rPr>
                      </w:pPr>
                      <w:r w:rsidRPr="00B57C99">
                        <w:rPr>
                          <w:rFonts w:ascii="Cooper Black" w:hAnsi="Cooper Black"/>
                          <w:color w:val="C6D9F1" w:themeColor="text2" w:themeTint="33"/>
                          <w:sz w:val="280"/>
                          <w:szCs w:val="144"/>
                        </w:rPr>
                        <w:t>SALE</w:t>
                      </w:r>
                    </w:p>
                  </w:txbxContent>
                </v:textbox>
              </v:shape>
            </w:pict>
          </mc:Fallback>
        </mc:AlternateContent>
      </w:r>
      <w:r w:rsidR="001E22C8">
        <w:rPr>
          <w:noProof/>
        </w:rPr>
        <mc:AlternateContent>
          <mc:Choice Requires="wps">
            <w:drawing>
              <wp:anchor distT="0" distB="0" distL="114300" distR="114300" simplePos="0" relativeHeight="251636218" behindDoc="0" locked="0" layoutInCell="1" allowOverlap="1">
                <wp:simplePos x="0" y="0"/>
                <wp:positionH relativeFrom="column">
                  <wp:posOffset>246683</wp:posOffset>
                </wp:positionH>
                <wp:positionV relativeFrom="paragraph">
                  <wp:posOffset>2672071</wp:posOffset>
                </wp:positionV>
                <wp:extent cx="3427095" cy="2694305"/>
                <wp:effectExtent l="133350" t="228600" r="116205" b="220345"/>
                <wp:wrapNone/>
                <wp:docPr id="27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77502">
                          <a:off x="0" y="0"/>
                          <a:ext cx="3427095" cy="2694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424C" w:rsidRPr="00B57C99" w:rsidRDefault="00E3424C" w:rsidP="00E3424C">
                            <w:pPr>
                              <w:rPr>
                                <w:rFonts w:ascii="Cooper Black" w:hAnsi="Cooper Black"/>
                                <w:color w:val="C6D9F1" w:themeColor="text2" w:themeTint="33"/>
                                <w:sz w:val="360"/>
                                <w:szCs w:val="144"/>
                              </w:rPr>
                            </w:pPr>
                            <w:r w:rsidRPr="00B57C99">
                              <w:rPr>
                                <w:rFonts w:ascii="Cooper Black" w:hAnsi="Cooper Black" w:hint="eastAsia"/>
                                <w:color w:val="C6D9F1" w:themeColor="text2" w:themeTint="33"/>
                                <w:sz w:val="360"/>
                                <w:szCs w:val="144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7" o:spid="_x0000_s1028" type="#_x0000_t202" style="position:absolute;left:0;text-align:left;margin-left:19.4pt;margin-top:210.4pt;width:269.85pt;height:212.15pt;rotation:-570707fd;z-index:25163621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" filled="f" stroked="f" strokeweight=".5pt">
                <v:textbox>
                  <w:txbxContent>
                    <w:p w:rsidR="00E3424C" w:rsidRPr="00B57C99" w:rsidRDefault="00E3424C" w:rsidP="00E3424C">
                      <w:pPr>
                        <w:rPr>
                          <w:rFonts w:ascii="Cooper Black" w:hAnsi="Cooper Black"/>
                          <w:color w:val="C6D9F1" w:themeColor="text2" w:themeTint="33"/>
                          <w:sz w:val="360"/>
                          <w:szCs w:val="144"/>
                        </w:rPr>
                      </w:pPr>
                      <w:r w:rsidRPr="00B57C99">
                        <w:rPr>
                          <w:rFonts w:ascii="Cooper Black" w:hAnsi="Cooper Black" w:hint="eastAsia"/>
                          <w:color w:val="C6D9F1" w:themeColor="text2" w:themeTint="33"/>
                          <w:sz w:val="360"/>
                          <w:szCs w:val="144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="001E22C8">
        <w:rPr>
          <w:noProof/>
        </w:rPr>
        <mc:AlternateContent>
          <mc:Choice Requires="wps">
            <w:drawing>
              <wp:anchor distT="0" distB="0" distL="114300" distR="114300" simplePos="0" relativeHeight="251637242" behindDoc="0" locked="0" layoutInCell="1" allowOverlap="1">
                <wp:simplePos x="0" y="0"/>
                <wp:positionH relativeFrom="column">
                  <wp:posOffset>3285158</wp:posOffset>
                </wp:positionH>
                <wp:positionV relativeFrom="paragraph">
                  <wp:posOffset>3148321</wp:posOffset>
                </wp:positionV>
                <wp:extent cx="1359535" cy="1497330"/>
                <wp:effectExtent l="57150" t="76200" r="31115" b="83820"/>
                <wp:wrapNone/>
                <wp:docPr id="28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77502">
                          <a:off x="0" y="0"/>
                          <a:ext cx="1359535" cy="1497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424C" w:rsidRPr="00B57C99" w:rsidRDefault="00E3424C" w:rsidP="00E3424C">
                            <w:pPr>
                              <w:rPr>
                                <w:rFonts w:ascii="Cooper Black" w:hAnsi="Cooper Black"/>
                                <w:color w:val="C6D9F1" w:themeColor="text2" w:themeTint="33"/>
                                <w:sz w:val="200"/>
                                <w:szCs w:val="144"/>
                              </w:rPr>
                            </w:pPr>
                            <w:r w:rsidRPr="00B57C99">
                              <w:rPr>
                                <w:rFonts w:ascii="Cooper Black" w:hAnsi="Cooper Black" w:hint="eastAsia"/>
                                <w:color w:val="C6D9F1" w:themeColor="text2" w:themeTint="33"/>
                                <w:sz w:val="200"/>
                                <w:szCs w:val="144"/>
                              </w:rPr>
                              <w:t>%</w:t>
                            </w:r>
                          </w:p>
                          <w:p w:rsidR="00E3424C" w:rsidRPr="00B57C99" w:rsidRDefault="00E3424C" w:rsidP="00E3424C">
                            <w:pPr>
                              <w:rPr>
                                <w:rFonts w:ascii="Cooper Black" w:hAnsi="Cooper Black"/>
                                <w:color w:val="C6D9F1" w:themeColor="text2" w:themeTint="33"/>
                                <w:sz w:val="200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8" o:spid="_x0000_s1029" type="#_x0000_t202" style="position:absolute;left:0;text-align:left;margin-left:258.65pt;margin-top:247.9pt;width:107.05pt;height:117.9pt;rotation:-570707fd;z-index:251637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" filled="f" stroked="f" strokeweight=".5pt">
                <v:textbox>
                  <w:txbxContent>
                    <w:p w:rsidR="00E3424C" w:rsidRPr="00B57C99" w:rsidRDefault="00E3424C" w:rsidP="00E3424C">
                      <w:pPr>
                        <w:rPr>
                          <w:rFonts w:ascii="Cooper Black" w:hAnsi="Cooper Black"/>
                          <w:color w:val="C6D9F1" w:themeColor="text2" w:themeTint="33"/>
                          <w:sz w:val="200"/>
                          <w:szCs w:val="144"/>
                        </w:rPr>
                      </w:pPr>
                      <w:r w:rsidRPr="00B57C99">
                        <w:rPr>
                          <w:rFonts w:ascii="Cooper Black" w:hAnsi="Cooper Black" w:hint="eastAsia"/>
                          <w:color w:val="C6D9F1" w:themeColor="text2" w:themeTint="33"/>
                          <w:sz w:val="200"/>
                          <w:szCs w:val="144"/>
                        </w:rPr>
                        <w:t>%</w:t>
                      </w:r>
                    </w:p>
                    <w:p w:rsidR="00E3424C" w:rsidRPr="00B57C99" w:rsidRDefault="00E3424C" w:rsidP="00E3424C">
                      <w:pPr>
                        <w:rPr>
                          <w:rFonts w:ascii="Cooper Black" w:hAnsi="Cooper Black"/>
                          <w:color w:val="C6D9F1" w:themeColor="text2" w:themeTint="33"/>
                          <w:sz w:val="200"/>
                          <w:szCs w:val="1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22C8">
        <w:rPr>
          <w:noProof/>
        </w:rPr>
        <mc:AlternateContent>
          <mc:Choice Requires="wps">
            <w:drawing>
              <wp:anchor distT="0" distB="0" distL="114300" distR="114300" simplePos="0" relativeHeight="251630072" behindDoc="0" locked="0" layoutInCell="1" allowOverlap="1">
                <wp:simplePos x="0" y="0"/>
                <wp:positionH relativeFrom="column">
                  <wp:posOffset>2018333</wp:posOffset>
                </wp:positionH>
                <wp:positionV relativeFrom="paragraph">
                  <wp:posOffset>4253221</wp:posOffset>
                </wp:positionV>
                <wp:extent cx="2996565" cy="2009775"/>
                <wp:effectExtent l="0" t="0" r="0" b="0"/>
                <wp:wrapNone/>
                <wp:docPr id="29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6565" cy="2009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424C" w:rsidRPr="00B57C99" w:rsidRDefault="00E3424C" w:rsidP="00E3424C">
                            <w:pPr>
                              <w:rPr>
                                <w:rFonts w:ascii="Cooper Black" w:hAnsi="Cooper Black"/>
                                <w:color w:val="C6D9F1" w:themeColor="text2" w:themeTint="33"/>
                                <w:sz w:val="280"/>
                                <w:szCs w:val="144"/>
                              </w:rPr>
                            </w:pPr>
                            <w:r w:rsidRPr="00B57C99">
                              <w:rPr>
                                <w:rFonts w:ascii="Cooper Black" w:hAnsi="Cooper Black" w:hint="eastAsia"/>
                                <w:color w:val="C6D9F1" w:themeColor="text2" w:themeTint="33"/>
                                <w:sz w:val="280"/>
                                <w:szCs w:val="144"/>
                              </w:rPr>
                              <w:t>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9" o:spid="_x0000_s1030" type="#_x0000_t202" style="position:absolute;left:0;text-align:left;margin-left:158.9pt;margin-top:334.9pt;width:235.95pt;height:158.25pt;z-index:251630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" filled="f" stroked="f" strokeweight=".5pt">
                <v:textbox>
                  <w:txbxContent>
                    <w:p w:rsidR="00E3424C" w:rsidRPr="00B57C99" w:rsidRDefault="00E3424C" w:rsidP="00E3424C">
                      <w:pPr>
                        <w:rPr>
                          <w:rFonts w:ascii="Cooper Black" w:hAnsi="Cooper Black"/>
                          <w:color w:val="C6D9F1" w:themeColor="text2" w:themeTint="33"/>
                          <w:sz w:val="280"/>
                          <w:szCs w:val="144"/>
                        </w:rPr>
                      </w:pPr>
                      <w:r w:rsidRPr="00B57C99">
                        <w:rPr>
                          <w:rFonts w:ascii="Cooper Black" w:hAnsi="Cooper Black" w:hint="eastAsia"/>
                          <w:color w:val="C6D9F1" w:themeColor="text2" w:themeTint="33"/>
                          <w:sz w:val="280"/>
                          <w:szCs w:val="144"/>
                        </w:rPr>
                        <w:t>off</w:t>
                      </w:r>
                    </w:p>
                  </w:txbxContent>
                </v:textbox>
              </v:shape>
            </w:pict>
          </mc:Fallback>
        </mc:AlternateContent>
      </w:r>
      <w:r w:rsidR="001E22C8">
        <w:rPr>
          <w:noProof/>
        </w:rPr>
        <mc:AlternateContent>
          <mc:Choice Requires="wps">
            <w:drawing>
              <wp:anchor distT="0" distB="0" distL="114300" distR="114300" simplePos="0" relativeHeight="251639291" behindDoc="0" locked="0" layoutInCell="1" allowOverlap="1" wp14:anchorId="32672F8D" wp14:editId="3B980ED0">
                <wp:simplePos x="0" y="0"/>
                <wp:positionH relativeFrom="column">
                  <wp:posOffset>-206678</wp:posOffset>
                </wp:positionH>
                <wp:positionV relativeFrom="paragraph">
                  <wp:posOffset>1400838</wp:posOffset>
                </wp:positionV>
                <wp:extent cx="5520690" cy="2009775"/>
                <wp:effectExtent l="57150" t="381000" r="60960" b="39052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77502">
                          <a:off x="0" y="0"/>
                          <a:ext cx="5520690" cy="2009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424C" w:rsidRPr="00B57C99" w:rsidRDefault="00E3424C" w:rsidP="00E3424C">
                            <w:pPr>
                              <w:rPr>
                                <w:rFonts w:ascii="Cooper Black" w:hAnsi="Cooper Black"/>
                                <w:color w:val="0F243E" w:themeColor="text2" w:themeShade="80"/>
                                <w:sz w:val="280"/>
                                <w:szCs w:val="144"/>
                              </w:rPr>
                            </w:pPr>
                            <w:r w:rsidRPr="00B57C99">
                              <w:rPr>
                                <w:rFonts w:ascii="Cooper Black" w:hAnsi="Cooper Black"/>
                                <w:color w:val="0F243E" w:themeColor="text2" w:themeShade="80"/>
                                <w:sz w:val="280"/>
                                <w:szCs w:val="144"/>
                              </w:rPr>
                              <w:t>SALE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6" o:spid="_x0000_s1031" type="#_x0000_t202" style="position:absolute;left:0;text-align:left;margin-left:-16.25pt;margin-top:110.3pt;width:434.7pt;height:158.25pt;rotation:-570707fd;z-index:2516392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" filled="f" stroked="f" strokeweight=".5pt">
                <v:textbox>
                  <w:txbxContent>
                    <w:p w:rsidR="00E3424C" w:rsidRPr="00B57C99" w:rsidRDefault="00E3424C" w:rsidP="00E3424C">
                      <w:pPr>
                        <w:rPr>
                          <w:rFonts w:ascii="Cooper Black" w:hAnsi="Cooper Black"/>
                          <w:color w:val="0F243E" w:themeColor="text2" w:themeShade="80"/>
                          <w:sz w:val="280"/>
                          <w:szCs w:val="144"/>
                        </w:rPr>
                      </w:pPr>
                      <w:r w:rsidRPr="00B57C99">
                        <w:rPr>
                          <w:rFonts w:ascii="Cooper Black" w:hAnsi="Cooper Black"/>
                          <w:color w:val="0F243E" w:themeColor="text2" w:themeShade="80"/>
                          <w:sz w:val="280"/>
                          <w:szCs w:val="144"/>
                        </w:rPr>
                        <w:t>SALE</w:t>
                      </w:r>
                    </w:p>
                  </w:txbxContent>
                </v:textbox>
              </v:shape>
            </w:pict>
          </mc:Fallback>
        </mc:AlternateContent>
      </w:r>
      <w:r w:rsidR="001E22C8">
        <w:rPr>
          <w:noProof/>
        </w:rPr>
        <mc:AlternateContent>
          <mc:Choice Requires="wps">
            <w:drawing>
              <wp:anchor distT="0" distB="0" distL="114300" distR="114300" simplePos="0" relativeHeight="251640315" behindDoc="0" locked="0" layoutInCell="1" allowOverlap="1" wp14:anchorId="537D0C31" wp14:editId="7F498A57">
                <wp:simplePos x="0" y="0"/>
                <wp:positionH relativeFrom="column">
                  <wp:posOffset>164797</wp:posOffset>
                </wp:positionH>
                <wp:positionV relativeFrom="paragraph">
                  <wp:posOffset>2562888</wp:posOffset>
                </wp:positionV>
                <wp:extent cx="3427095" cy="2694305"/>
                <wp:effectExtent l="133350" t="228600" r="116205" b="22034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77502">
                          <a:off x="0" y="0"/>
                          <a:ext cx="3427095" cy="26943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424C" w:rsidRPr="00B57C99" w:rsidRDefault="00E3424C" w:rsidP="00E3424C">
                            <w:pPr>
                              <w:rPr>
                                <w:rFonts w:ascii="Cooper Black" w:hAnsi="Cooper Black"/>
                                <w:color w:val="0F243E" w:themeColor="text2" w:themeShade="80"/>
                                <w:sz w:val="360"/>
                                <w:szCs w:val="144"/>
                              </w:rPr>
                            </w:pPr>
                            <w:r w:rsidRPr="00B57C99">
                              <w:rPr>
                                <w:rFonts w:ascii="Cooper Black" w:hAnsi="Cooper Black" w:hint="eastAsia"/>
                                <w:color w:val="0F243E" w:themeColor="text2" w:themeShade="80"/>
                                <w:sz w:val="360"/>
                                <w:szCs w:val="144"/>
                              </w:rPr>
                              <w:t>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7" o:spid="_x0000_s1032" type="#_x0000_t202" style="position:absolute;left:0;text-align:left;margin-left:13pt;margin-top:201.8pt;width:269.85pt;height:212.15pt;rotation:-570707fd;z-index:25164031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" filled="f" stroked="f" strokeweight=".5pt">
                <v:textbox>
                  <w:txbxContent>
                    <w:p w:rsidR="00E3424C" w:rsidRPr="00B57C99" w:rsidRDefault="00E3424C" w:rsidP="00E3424C">
                      <w:pPr>
                        <w:rPr>
                          <w:rFonts w:ascii="Cooper Black" w:hAnsi="Cooper Black"/>
                          <w:color w:val="0F243E" w:themeColor="text2" w:themeShade="80"/>
                          <w:sz w:val="360"/>
                          <w:szCs w:val="144"/>
                        </w:rPr>
                      </w:pPr>
                      <w:r w:rsidRPr="00B57C99">
                        <w:rPr>
                          <w:rFonts w:ascii="Cooper Black" w:hAnsi="Cooper Black" w:hint="eastAsia"/>
                          <w:color w:val="0F243E" w:themeColor="text2" w:themeShade="80"/>
                          <w:sz w:val="360"/>
                          <w:szCs w:val="144"/>
                        </w:rPr>
                        <w:t>50</w:t>
                      </w:r>
                    </w:p>
                  </w:txbxContent>
                </v:textbox>
              </v:shape>
            </w:pict>
          </mc:Fallback>
        </mc:AlternateContent>
      </w:r>
      <w:r w:rsidR="001E22C8">
        <w:rPr>
          <w:noProof/>
        </w:rPr>
        <mc:AlternateContent>
          <mc:Choice Requires="wps">
            <w:drawing>
              <wp:anchor distT="0" distB="0" distL="114300" distR="114300" simplePos="0" relativeHeight="251641339" behindDoc="0" locked="0" layoutInCell="1" allowOverlap="1" wp14:anchorId="434D23F1" wp14:editId="0168A374">
                <wp:simplePos x="0" y="0"/>
                <wp:positionH relativeFrom="column">
                  <wp:posOffset>3203272</wp:posOffset>
                </wp:positionH>
                <wp:positionV relativeFrom="paragraph">
                  <wp:posOffset>3039138</wp:posOffset>
                </wp:positionV>
                <wp:extent cx="1359535" cy="1497330"/>
                <wp:effectExtent l="57150" t="76200" r="31115" b="8382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077502">
                          <a:off x="0" y="0"/>
                          <a:ext cx="1359535" cy="14973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424C" w:rsidRPr="00A062C7" w:rsidRDefault="00E3424C" w:rsidP="00E3424C">
                            <w:pPr>
                              <w:rPr>
                                <w:rFonts w:ascii="Cooper Black" w:hAnsi="Cooper Black"/>
                                <w:color w:val="FFFF00"/>
                                <w:sz w:val="200"/>
                                <w:szCs w:val="144"/>
                              </w:rPr>
                            </w:pPr>
                            <w:r w:rsidRPr="00B57C99">
                              <w:rPr>
                                <w:rFonts w:ascii="Cooper Black" w:hAnsi="Cooper Black" w:hint="eastAsia"/>
                                <w:color w:val="0F243E" w:themeColor="text2" w:themeShade="80"/>
                                <w:sz w:val="200"/>
                                <w:szCs w:val="144"/>
                              </w:rPr>
                              <w:t>%</w:t>
                            </w:r>
                            <w:r w:rsidR="00B57C99">
                              <w:rPr>
                                <w:rFonts w:ascii="Cooper Black" w:hAnsi="Cooper Black" w:hint="eastAsia"/>
                                <w:color w:val="FFFF00"/>
                                <w:sz w:val="200"/>
                                <w:szCs w:val="144"/>
                              </w:rPr>
                              <w:t>a</w:t>
                            </w:r>
                          </w:p>
                          <w:p w:rsidR="00E3424C" w:rsidRPr="00A062C7" w:rsidRDefault="00E3424C" w:rsidP="00E3424C">
                            <w:pPr>
                              <w:rPr>
                                <w:rFonts w:ascii="Cooper Black" w:hAnsi="Cooper Black"/>
                                <w:color w:val="FFFF00"/>
                                <w:sz w:val="200"/>
                                <w:szCs w:val="14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8" o:spid="_x0000_s1033" type="#_x0000_t202" style="position:absolute;left:0;text-align:left;margin-left:252.25pt;margin-top:239.3pt;width:107.05pt;height:117.9pt;rotation:-570707fd;z-index:2516413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" filled="f" stroked="f" strokeweight=".5pt">
                <v:textbox>
                  <w:txbxContent>
                    <w:p w:rsidR="00E3424C" w:rsidRPr="00A062C7" w:rsidRDefault="00E3424C" w:rsidP="00E3424C">
                      <w:pPr>
                        <w:rPr>
                          <w:rFonts w:ascii="Cooper Black" w:hAnsi="Cooper Black"/>
                          <w:color w:val="FFFF00"/>
                          <w:sz w:val="200"/>
                          <w:szCs w:val="144"/>
                        </w:rPr>
                      </w:pPr>
                      <w:r w:rsidRPr="00B57C99">
                        <w:rPr>
                          <w:rFonts w:ascii="Cooper Black" w:hAnsi="Cooper Black" w:hint="eastAsia"/>
                          <w:color w:val="0F243E" w:themeColor="text2" w:themeShade="80"/>
                          <w:sz w:val="200"/>
                          <w:szCs w:val="144"/>
                        </w:rPr>
                        <w:t>%</w:t>
                      </w:r>
                      <w:r w:rsidR="00B57C99">
                        <w:rPr>
                          <w:rFonts w:ascii="Cooper Black" w:hAnsi="Cooper Black" w:hint="eastAsia"/>
                          <w:color w:val="FFFF00"/>
                          <w:sz w:val="200"/>
                          <w:szCs w:val="144"/>
                        </w:rPr>
                        <w:t>a</w:t>
                      </w:r>
                    </w:p>
                    <w:p w:rsidR="00E3424C" w:rsidRPr="00A062C7" w:rsidRDefault="00E3424C" w:rsidP="00E3424C">
                      <w:pPr>
                        <w:rPr>
                          <w:rFonts w:ascii="Cooper Black" w:hAnsi="Cooper Black"/>
                          <w:color w:val="FFFF00"/>
                          <w:sz w:val="200"/>
                          <w:szCs w:val="1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E22C8">
        <w:rPr>
          <w:noProof/>
        </w:rPr>
        <mc:AlternateContent>
          <mc:Choice Requires="wps">
            <w:drawing>
              <wp:anchor distT="0" distB="0" distL="114300" distR="114300" simplePos="0" relativeHeight="251631097" behindDoc="0" locked="0" layoutInCell="1" allowOverlap="1" wp14:anchorId="265356E2" wp14:editId="6638E95A">
                <wp:simplePos x="0" y="0"/>
                <wp:positionH relativeFrom="column">
                  <wp:posOffset>1936447</wp:posOffset>
                </wp:positionH>
                <wp:positionV relativeFrom="paragraph">
                  <wp:posOffset>4144038</wp:posOffset>
                </wp:positionV>
                <wp:extent cx="2996565" cy="2009775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96565" cy="2009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424C" w:rsidRPr="00B57C99" w:rsidRDefault="00E3424C" w:rsidP="00E3424C">
                            <w:pPr>
                              <w:rPr>
                                <w:rFonts w:ascii="Cooper Black" w:hAnsi="Cooper Black"/>
                                <w:color w:val="0F243E" w:themeColor="text2" w:themeShade="80"/>
                                <w:sz w:val="280"/>
                                <w:szCs w:val="144"/>
                              </w:rPr>
                            </w:pPr>
                            <w:r w:rsidRPr="00B57C99">
                              <w:rPr>
                                <w:rFonts w:ascii="Cooper Black" w:hAnsi="Cooper Black" w:hint="eastAsia"/>
                                <w:color w:val="0F243E" w:themeColor="text2" w:themeShade="80"/>
                                <w:sz w:val="280"/>
                                <w:szCs w:val="144"/>
                              </w:rPr>
                              <w:t>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9" o:spid="_x0000_s1034" type="#_x0000_t202" style="position:absolute;left:0;text-align:left;margin-left:152.5pt;margin-top:326.3pt;width:235.95pt;height:158.25pt;z-index:25163109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" filled="f" stroked="f" strokeweight=".5pt">
                <v:textbox>
                  <w:txbxContent>
                    <w:p w:rsidR="00E3424C" w:rsidRPr="00B57C99" w:rsidRDefault="00E3424C" w:rsidP="00E3424C">
                      <w:pPr>
                        <w:rPr>
                          <w:rFonts w:ascii="Cooper Black" w:hAnsi="Cooper Black"/>
                          <w:color w:val="0F243E" w:themeColor="text2" w:themeShade="80"/>
                          <w:sz w:val="280"/>
                          <w:szCs w:val="144"/>
                        </w:rPr>
                      </w:pPr>
                      <w:r w:rsidRPr="00B57C99">
                        <w:rPr>
                          <w:rFonts w:ascii="Cooper Black" w:hAnsi="Cooper Black" w:hint="eastAsia"/>
                          <w:color w:val="0F243E" w:themeColor="text2" w:themeShade="80"/>
                          <w:sz w:val="280"/>
                          <w:szCs w:val="144"/>
                        </w:rPr>
                        <w:t>off</w:t>
                      </w:r>
                    </w:p>
                  </w:txbxContent>
                </v:textbox>
              </v:shape>
            </w:pict>
          </mc:Fallback>
        </mc:AlternateContent>
      </w:r>
      <w:r w:rsidR="00E3424C" w:rsidRPr="00E3424C">
        <w:rPr>
          <w:noProof/>
        </w:rPr>
        <mc:AlternateContent>
          <mc:Choice Requires="wps">
            <w:drawing>
              <wp:anchor distT="0" distB="0" distL="114300" distR="114300" simplePos="0" relativeHeight="251629048" behindDoc="0" locked="0" layoutInCell="1" allowOverlap="1" wp14:anchorId="664F59DC" wp14:editId="0D373F7E">
                <wp:simplePos x="0" y="0"/>
                <wp:positionH relativeFrom="column">
                  <wp:posOffset>3055620</wp:posOffset>
                </wp:positionH>
                <wp:positionV relativeFrom="paragraph">
                  <wp:posOffset>264795</wp:posOffset>
                </wp:positionV>
                <wp:extent cx="1612900" cy="6525260"/>
                <wp:effectExtent l="0" t="0" r="6350" b="8890"/>
                <wp:wrapNone/>
                <wp:docPr id="5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900" cy="652526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left:0;text-align:left;margin-left:240.6pt;margin-top:20.85pt;width:127pt;height:513.8pt;z-index:251629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" fillcolor="#8db3e2 [1311]" stroked="f"/>
            </w:pict>
          </mc:Fallback>
        </mc:AlternateContent>
      </w:r>
      <w:r w:rsidR="00E3424C" w:rsidRPr="00E3424C">
        <w:rPr>
          <w:noProof/>
        </w:rPr>
        <mc:AlternateContent>
          <mc:Choice Requires="wps">
            <w:drawing>
              <wp:anchor distT="0" distB="0" distL="114300" distR="114300" simplePos="0" relativeHeight="251628024" behindDoc="0" locked="0" layoutInCell="1" allowOverlap="1" wp14:anchorId="17B8605A" wp14:editId="17552DEC">
                <wp:simplePos x="0" y="0"/>
                <wp:positionH relativeFrom="column">
                  <wp:posOffset>1443990</wp:posOffset>
                </wp:positionH>
                <wp:positionV relativeFrom="paragraph">
                  <wp:posOffset>264795</wp:posOffset>
                </wp:positionV>
                <wp:extent cx="1612900" cy="6525260"/>
                <wp:effectExtent l="0" t="0" r="6350" b="8890"/>
                <wp:wrapNone/>
                <wp:docPr id="4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900" cy="652526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left:0;text-align:left;margin-left:113.7pt;margin-top:20.85pt;width:127pt;height:513.8pt;z-index:251628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" fillcolor="#548dd4 [1951]" stroked="f"/>
            </w:pict>
          </mc:Fallback>
        </mc:AlternateContent>
      </w:r>
      <w:r w:rsidR="00E3424C" w:rsidRPr="00E3424C">
        <w:rPr>
          <w:noProof/>
        </w:rPr>
        <mc:AlternateContent>
          <mc:Choice Requires="wps">
            <w:drawing>
              <wp:anchor distT="0" distB="0" distL="114300" distR="114300" simplePos="0" relativeHeight="251627000" behindDoc="0" locked="0" layoutInCell="1" allowOverlap="1" wp14:anchorId="4B958723" wp14:editId="426E2CC5">
                <wp:simplePos x="0" y="0"/>
                <wp:positionH relativeFrom="column">
                  <wp:posOffset>-167005</wp:posOffset>
                </wp:positionH>
                <wp:positionV relativeFrom="paragraph">
                  <wp:posOffset>264795</wp:posOffset>
                </wp:positionV>
                <wp:extent cx="1612900" cy="6525260"/>
                <wp:effectExtent l="0" t="0" r="6350" b="8890"/>
                <wp:wrapNone/>
                <wp:docPr id="22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2900" cy="6525260"/>
                        </a:xfrm>
                        <a:prstGeom prst="rect">
                          <a:avLst/>
                        </a:prstGeom>
                        <a:solidFill>
                          <a:srgbClr val="0070C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4" o:spid="_x0000_s1026" style="position:absolute;left:0;text-align:left;margin-left:-13.15pt;margin-top:20.85pt;width:127pt;height:513.8pt;z-index:251627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" fillcolor="#0070c0" stroked="f"/>
            </w:pict>
          </mc:Fallback>
        </mc:AlternateContent>
      </w:r>
      <w:r w:rsidR="009D463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-911860</wp:posOffset>
                </wp:positionH>
                <wp:positionV relativeFrom="paragraph">
                  <wp:posOffset>-1107440</wp:posOffset>
                </wp:positionV>
                <wp:extent cx="5585460" cy="988060"/>
                <wp:effectExtent l="2540" t="0" r="317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5460" cy="988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6D4D" w:rsidRDefault="00886D4D" w:rsidP="00886D4D">
                            <w:pPr>
                              <w:rPr>
                                <w:rFonts w:eastAsia="ＭＳ ゴシック"/>
                                <w:sz w:val="2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20"/>
                              </w:rPr>
                              <w:t>【インクジェットバルーン　ハート型】</w:t>
                            </w:r>
                          </w:p>
                          <w:p w:rsidR="001F4DFA" w:rsidRDefault="00886D4D" w:rsidP="00886D4D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赤枠はインクジェットバルーンの型です。ハート型が表面、円型が裏面</w:t>
                            </w:r>
                            <w:r w:rsidR="00E16AB4">
                              <w:rPr>
                                <w:rFonts w:hint="eastAsia"/>
                              </w:rPr>
                              <w:t>です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:rsidR="00886D4D" w:rsidRDefault="00886D4D" w:rsidP="00886D4D">
                            <w:pPr>
                              <w:pStyle w:val="2"/>
                            </w:pPr>
                            <w:r>
                              <w:rPr>
                                <w:rFonts w:hint="eastAsia"/>
                              </w:rPr>
                              <w:t>レイアウト用のガイドとしてご活用ください。</w:t>
                            </w:r>
                          </w:p>
                          <w:p w:rsidR="00886D4D" w:rsidRDefault="00886D4D" w:rsidP="00886D4D">
                            <w:pPr>
                              <w:pStyle w:val="3"/>
                            </w:pPr>
                            <w:r>
                              <w:rPr>
                                <w:rFonts w:hint="eastAsia"/>
                              </w:rPr>
                              <w:t>※ご注意：プリントする前に赤枠を必ず削除してください。</w:t>
                            </w:r>
                          </w:p>
                          <w:p w:rsidR="00121A4E" w:rsidRPr="00886D4D" w:rsidRDefault="00121A4E" w:rsidP="00886D4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6" type="#_x0000_t202" style="position:absolute;left:0;text-align:left;margin-left:-71.8pt;margin-top:-87.2pt;width:439.8pt;height:77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VeFtw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" filled="f" stroked="f">
                <v:textbox>
                  <w:txbxContent>
                    <w:p w:rsidR="00886D4D" w:rsidRDefault="00886D4D" w:rsidP="00886D4D">
                      <w:pPr>
                        <w:rPr>
                          <w:rFonts w:eastAsia="ＭＳ ゴシック"/>
                          <w:sz w:val="20"/>
                        </w:rPr>
                      </w:pPr>
                      <w:r>
                        <w:rPr>
                          <w:rFonts w:eastAsia="ＭＳ ゴシック" w:hint="eastAsia"/>
                          <w:sz w:val="20"/>
                        </w:rPr>
                        <w:t>【インクジェットバルーン　ハート型】</w:t>
                      </w:r>
                    </w:p>
                    <w:p w:rsidR="001F4DFA" w:rsidRDefault="00886D4D" w:rsidP="00886D4D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赤枠はインクジェットバルーンの型です。ハート型が表面、円型が裏面</w:t>
                      </w:r>
                      <w:r w:rsidR="00E16AB4">
                        <w:rPr>
                          <w:rFonts w:hint="eastAsia"/>
                        </w:rPr>
                        <w:t>です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:rsidR="00886D4D" w:rsidRDefault="00886D4D" w:rsidP="00886D4D">
                      <w:pPr>
                        <w:pStyle w:val="2"/>
                      </w:pPr>
                      <w:r>
                        <w:rPr>
                          <w:rFonts w:hint="eastAsia"/>
                        </w:rPr>
                        <w:t>レイアウト用のガイドとしてご活用ください。</w:t>
                      </w:r>
                    </w:p>
                    <w:p w:rsidR="00886D4D" w:rsidRDefault="00886D4D" w:rsidP="00886D4D">
                      <w:pPr>
                        <w:pStyle w:val="3"/>
                      </w:pPr>
                      <w:r>
                        <w:rPr>
                          <w:rFonts w:hint="eastAsia"/>
                        </w:rPr>
                        <w:t>※ご注意：プリントする前に赤枠を必ず削除してください。</w:t>
                      </w:r>
                    </w:p>
                    <w:p w:rsidR="00121A4E" w:rsidRPr="00886D4D" w:rsidRDefault="00121A4E" w:rsidP="00886D4D"/>
                  </w:txbxContent>
                </v:textbox>
              </v:shape>
            </w:pict>
          </mc:Fallback>
        </mc:AlternateContent>
      </w:r>
      <w:r w:rsidR="009D463D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-578485</wp:posOffset>
                </wp:positionH>
                <wp:positionV relativeFrom="paragraph">
                  <wp:posOffset>561975</wp:posOffset>
                </wp:positionV>
                <wp:extent cx="6541135" cy="6107430"/>
                <wp:effectExtent l="0" t="0" r="12065" b="26670"/>
                <wp:wrapNone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41135" cy="6107430"/>
                        </a:xfrm>
                        <a:custGeom>
                          <a:avLst/>
                          <a:gdLst>
                            <a:gd name="T0" fmla="*/ 3791 w 10172"/>
                            <a:gd name="T1" fmla="*/ 9364 h 9498"/>
                            <a:gd name="T2" fmla="*/ 2959 w 10172"/>
                            <a:gd name="T3" fmla="*/ 8834 h 9498"/>
                            <a:gd name="T4" fmla="*/ 1655 w 10172"/>
                            <a:gd name="T5" fmla="*/ 7634 h 9498"/>
                            <a:gd name="T6" fmla="*/ 591 w 10172"/>
                            <a:gd name="T7" fmla="*/ 5894 h 9498"/>
                            <a:gd name="T8" fmla="*/ 125 w 10172"/>
                            <a:gd name="T9" fmla="*/ 4122 h 9498"/>
                            <a:gd name="T10" fmla="*/ 95 w 10172"/>
                            <a:gd name="T11" fmla="*/ 2562 h 9498"/>
                            <a:gd name="T12" fmla="*/ 695 w 10172"/>
                            <a:gd name="T13" fmla="*/ 1302 h 9498"/>
                            <a:gd name="T14" fmla="*/ 1775 w 10172"/>
                            <a:gd name="T15" fmla="*/ 386 h 9498"/>
                            <a:gd name="T16" fmla="*/ 2959 w 10172"/>
                            <a:gd name="T17" fmla="*/ 42 h 9498"/>
                            <a:gd name="T18" fmla="*/ 3829 w 10172"/>
                            <a:gd name="T19" fmla="*/ 134 h 9498"/>
                            <a:gd name="T20" fmla="*/ 5135 w 10172"/>
                            <a:gd name="T21" fmla="*/ 282 h 9498"/>
                            <a:gd name="T22" fmla="*/ 6319 w 10172"/>
                            <a:gd name="T23" fmla="*/ 134 h 9498"/>
                            <a:gd name="T24" fmla="*/ 7175 w 10172"/>
                            <a:gd name="T25" fmla="*/ 26 h 9498"/>
                            <a:gd name="T26" fmla="*/ 8075 w 10172"/>
                            <a:gd name="T27" fmla="*/ 238 h 9498"/>
                            <a:gd name="T28" fmla="*/ 9109 w 10172"/>
                            <a:gd name="T29" fmla="*/ 914 h 9498"/>
                            <a:gd name="T30" fmla="*/ 9875 w 10172"/>
                            <a:gd name="T31" fmla="*/ 1934 h 9498"/>
                            <a:gd name="T32" fmla="*/ 10145 w 10172"/>
                            <a:gd name="T33" fmla="*/ 2894 h 9498"/>
                            <a:gd name="T34" fmla="*/ 10039 w 10172"/>
                            <a:gd name="T35" fmla="*/ 4406 h 9498"/>
                            <a:gd name="T36" fmla="*/ 9515 w 10172"/>
                            <a:gd name="T37" fmla="*/ 6014 h 9498"/>
                            <a:gd name="T38" fmla="*/ 8765 w 10172"/>
                            <a:gd name="T39" fmla="*/ 7274 h 9498"/>
                            <a:gd name="T40" fmla="*/ 7579 w 10172"/>
                            <a:gd name="T41" fmla="*/ 8518 h 9498"/>
                            <a:gd name="T42" fmla="*/ 6443 w 10172"/>
                            <a:gd name="T43" fmla="*/ 9340 h 9498"/>
                            <a:gd name="T44" fmla="*/ 6128 w 10172"/>
                            <a:gd name="T45" fmla="*/ 9466 h 9498"/>
                            <a:gd name="T46" fmla="*/ 5023 w 10172"/>
                            <a:gd name="T47" fmla="*/ 9475 h 9498"/>
                            <a:gd name="T48" fmla="*/ 4103 w 10172"/>
                            <a:gd name="T49" fmla="*/ 9463 h 9498"/>
                            <a:gd name="T50" fmla="*/ 3953 w 10172"/>
                            <a:gd name="T51" fmla="*/ 9457 h 9498"/>
                            <a:gd name="T52" fmla="*/ 3791 w 10172"/>
                            <a:gd name="T53" fmla="*/ 9364 h 94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0172" h="9498">
                              <a:moveTo>
                                <a:pt x="3791" y="9364"/>
                              </a:moveTo>
                              <a:cubicBezTo>
                                <a:pt x="3625" y="9264"/>
                                <a:pt x="3315" y="9122"/>
                                <a:pt x="2959" y="8834"/>
                              </a:cubicBezTo>
                              <a:cubicBezTo>
                                <a:pt x="2603" y="8546"/>
                                <a:pt x="2050" y="8124"/>
                                <a:pt x="1655" y="7634"/>
                              </a:cubicBezTo>
                              <a:cubicBezTo>
                                <a:pt x="1260" y="7144"/>
                                <a:pt x="846" y="6479"/>
                                <a:pt x="591" y="5894"/>
                              </a:cubicBezTo>
                              <a:cubicBezTo>
                                <a:pt x="336" y="5309"/>
                                <a:pt x="208" y="4677"/>
                                <a:pt x="125" y="4122"/>
                              </a:cubicBezTo>
                              <a:cubicBezTo>
                                <a:pt x="42" y="3567"/>
                                <a:pt x="0" y="3032"/>
                                <a:pt x="95" y="2562"/>
                              </a:cubicBezTo>
                              <a:cubicBezTo>
                                <a:pt x="190" y="2092"/>
                                <a:pt x="415" y="1665"/>
                                <a:pt x="695" y="1302"/>
                              </a:cubicBezTo>
                              <a:cubicBezTo>
                                <a:pt x="975" y="939"/>
                                <a:pt x="1398" y="596"/>
                                <a:pt x="1775" y="386"/>
                              </a:cubicBezTo>
                              <a:cubicBezTo>
                                <a:pt x="2152" y="176"/>
                                <a:pt x="2617" y="84"/>
                                <a:pt x="2959" y="42"/>
                              </a:cubicBezTo>
                              <a:cubicBezTo>
                                <a:pt x="3301" y="0"/>
                                <a:pt x="3466" y="94"/>
                                <a:pt x="3829" y="134"/>
                              </a:cubicBezTo>
                              <a:cubicBezTo>
                                <a:pt x="4192" y="174"/>
                                <a:pt x="4720" y="282"/>
                                <a:pt x="5135" y="282"/>
                              </a:cubicBezTo>
                              <a:cubicBezTo>
                                <a:pt x="5550" y="282"/>
                                <a:pt x="5979" y="177"/>
                                <a:pt x="6319" y="134"/>
                              </a:cubicBezTo>
                              <a:cubicBezTo>
                                <a:pt x="6659" y="91"/>
                                <a:pt x="6882" y="9"/>
                                <a:pt x="7175" y="26"/>
                              </a:cubicBezTo>
                              <a:cubicBezTo>
                                <a:pt x="7468" y="43"/>
                                <a:pt x="7753" y="90"/>
                                <a:pt x="8075" y="238"/>
                              </a:cubicBezTo>
                              <a:cubicBezTo>
                                <a:pt x="8397" y="386"/>
                                <a:pt x="8809" y="631"/>
                                <a:pt x="9109" y="914"/>
                              </a:cubicBezTo>
                              <a:cubicBezTo>
                                <a:pt x="9409" y="1197"/>
                                <a:pt x="9702" y="1604"/>
                                <a:pt x="9875" y="1934"/>
                              </a:cubicBezTo>
                              <a:cubicBezTo>
                                <a:pt x="10048" y="2264"/>
                                <a:pt x="10118" y="2482"/>
                                <a:pt x="10145" y="2894"/>
                              </a:cubicBezTo>
                              <a:cubicBezTo>
                                <a:pt x="10172" y="3306"/>
                                <a:pt x="10144" y="3886"/>
                                <a:pt x="10039" y="4406"/>
                              </a:cubicBezTo>
                              <a:cubicBezTo>
                                <a:pt x="9934" y="4926"/>
                                <a:pt x="9727" y="5536"/>
                                <a:pt x="9515" y="6014"/>
                              </a:cubicBezTo>
                              <a:cubicBezTo>
                                <a:pt x="9303" y="6492"/>
                                <a:pt x="9088" y="6857"/>
                                <a:pt x="8765" y="7274"/>
                              </a:cubicBezTo>
                              <a:cubicBezTo>
                                <a:pt x="8442" y="7691"/>
                                <a:pt x="7966" y="8174"/>
                                <a:pt x="7579" y="8518"/>
                              </a:cubicBezTo>
                              <a:cubicBezTo>
                                <a:pt x="7192" y="8862"/>
                                <a:pt x="6685" y="9182"/>
                                <a:pt x="6443" y="9340"/>
                              </a:cubicBezTo>
                              <a:cubicBezTo>
                                <a:pt x="6201" y="9498"/>
                                <a:pt x="6365" y="9444"/>
                                <a:pt x="6128" y="9466"/>
                              </a:cubicBezTo>
                              <a:cubicBezTo>
                                <a:pt x="5891" y="9488"/>
                                <a:pt x="5360" y="9475"/>
                                <a:pt x="5023" y="9475"/>
                              </a:cubicBezTo>
                              <a:cubicBezTo>
                                <a:pt x="4686" y="9475"/>
                                <a:pt x="4281" y="9466"/>
                                <a:pt x="4103" y="9463"/>
                              </a:cubicBezTo>
                              <a:cubicBezTo>
                                <a:pt x="3925" y="9460"/>
                                <a:pt x="4005" y="9474"/>
                                <a:pt x="3953" y="9457"/>
                              </a:cubicBezTo>
                              <a:cubicBezTo>
                                <a:pt x="3901" y="9440"/>
                                <a:pt x="3825" y="9383"/>
                                <a:pt x="3791" y="9364"/>
                              </a:cubicBezTo>
                              <a:close/>
                            </a:path>
                          </a:pathLst>
                        </a:custGeom>
                        <a:noFill/>
                        <a:ln w="25400">
                          <a:solidFill>
                            <a:srgbClr val="C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left:0;text-align:left;margin-left:-45.55pt;margin-top:44.25pt;width:515.05pt;height:480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172,9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" path="m3791,9364c3625,9264,3315,9122,2959,8834,2603,8546,2050,8124,1655,7634,1260,7144,846,6479,591,5894,336,5309,208,4677,125,4122,42,3567,,3032,95,2562,190,2092,415,1665,695,1302,975,939,1398,596,1775,386,2152,176,2617,84,2959,42v342,-42,507,52,870,92c4192,174,4720,282,5135,282v415,,844,-105,1184,-148c6659,91,6882,9,7175,26v293,17,578,64,900,212c8397,386,8809,631,9109,914v300,283,593,690,766,1020c10048,2264,10118,2482,10145,2894v27,412,-1,992,-106,1512c9934,4926,9727,5536,9515,6014v-212,478,-427,843,-750,1260c8442,7691,7966,8174,7579,8518v-387,344,-894,664,-1136,822c6201,9498,6365,9444,6128,9466v-237,22,-768,9,-1105,9c4686,9475,4281,9466,4103,9463v-178,-3,-98,11,-150,-6c3901,9440,3825,9383,3791,9364xe" filled="f" strokecolor="#c00000" strokeweight="2pt">
                <v:path arrowok="t" o:connecttype="custom" o:connectlocs="2437814,6021265;1902794,5680463;1064253,4908836;380044,3789976;80382,2650540;61090,1647424;446922,837216;1141419,248207;1902794,27007;2462250,86165;3302077,181332;4063452,86165;4613905,16719;5192653,153039;5857570,587723;6350148,1243606;6523773,1860908;6455609,2833158;6118649,3867139;5636359,4677347;4873699,5477268;4143190,6005832;3940629,6086853;3230055,6092640;2638446,6084924;2541988,6081066;2437814,6021265" o:connectangles="0,0,0,0,0,0,0,0,0,0,0,0,0,0,0,0,0,0,0,0,0,0,0,0,0,0,0"/>
              </v:shape>
            </w:pict>
          </mc:Fallback>
        </mc:AlternateContent>
      </w:r>
    </w:p>
    <w:sectPr w:rsidR="00886D4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70B4" w:rsidRDefault="008170B4" w:rsidP="00AC213E">
      <w:r>
        <w:separator/>
      </w:r>
    </w:p>
  </w:endnote>
  <w:endnote w:type="continuationSeparator" w:id="0">
    <w:p w:rsidR="008170B4" w:rsidRDefault="008170B4" w:rsidP="00AC2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70B4" w:rsidRDefault="008170B4" w:rsidP="00AC213E">
      <w:r>
        <w:separator/>
      </w:r>
    </w:p>
  </w:footnote>
  <w:footnote w:type="continuationSeparator" w:id="0">
    <w:p w:rsidR="008170B4" w:rsidRDefault="008170B4" w:rsidP="00AC21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attachedTemplate r:id="rId1"/>
  <w:defaultTabStop w:val="840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6fc,#9fc,#39f,#cff,#fcc,#ffc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63D"/>
    <w:rsid w:val="00121A4E"/>
    <w:rsid w:val="001E22C8"/>
    <w:rsid w:val="001F4DFA"/>
    <w:rsid w:val="008170B4"/>
    <w:rsid w:val="00886D4D"/>
    <w:rsid w:val="008E72DC"/>
    <w:rsid w:val="00933EA0"/>
    <w:rsid w:val="009D463D"/>
    <w:rsid w:val="00AC213E"/>
    <w:rsid w:val="00B57C99"/>
    <w:rsid w:val="00BB53E7"/>
    <w:rsid w:val="00E16AB4"/>
    <w:rsid w:val="00E3424C"/>
    <w:rsid w:val="00E41FAC"/>
    <w:rsid w:val="00FA5CAD"/>
    <w:rsid w:val="00FB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  <o:colormru v:ext="edit" colors="#6fc,#9fc,#39f,#cff,#fcc,#ff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2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AC21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213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C21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213E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24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semiHidden/>
    <w:rPr>
      <w:rFonts w:eastAsia="ＭＳ ゴシック"/>
      <w:sz w:val="20"/>
    </w:rPr>
  </w:style>
  <w:style w:type="paragraph" w:styleId="3">
    <w:name w:val="Body Text 3"/>
    <w:basedOn w:val="a"/>
    <w:semiHidden/>
    <w:rPr>
      <w:rFonts w:eastAsia="ＭＳ ゴシック"/>
      <w:color w:val="FF0000"/>
      <w:sz w:val="20"/>
    </w:rPr>
  </w:style>
  <w:style w:type="paragraph" w:styleId="a3">
    <w:name w:val="header"/>
    <w:basedOn w:val="a"/>
    <w:link w:val="a4"/>
    <w:uiPriority w:val="99"/>
    <w:unhideWhenUsed/>
    <w:rsid w:val="00AC213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213E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AC213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213E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kihiro_kubo\Downloads\balloon_dot\bl1-heart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bl1-heart.dot</Template>
  <TotalTime>13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株式会社　中川製作所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akihiro_kubo</dc:creator>
  <cp:lastModifiedBy>akihiro_kubo</cp:lastModifiedBy>
  <cp:revision>5</cp:revision>
  <cp:lastPrinted>2007-06-28T00:02:00Z</cp:lastPrinted>
  <dcterms:created xsi:type="dcterms:W3CDTF">2016-12-09T04:06:00Z</dcterms:created>
  <dcterms:modified xsi:type="dcterms:W3CDTF">2016-12-15T07:40:00Z</dcterms:modified>
</cp:coreProperties>
</file>