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D4D" w:rsidRDefault="008028C1">
      <w:bookmarkStart w:id="0" w:name="_GoBack"/>
      <w:r w:rsidRPr="008028C1"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D7A1D13" wp14:editId="00BA41E4">
                <wp:simplePos x="0" y="0"/>
                <wp:positionH relativeFrom="column">
                  <wp:posOffset>-131445</wp:posOffset>
                </wp:positionH>
                <wp:positionV relativeFrom="paragraph">
                  <wp:posOffset>6724650</wp:posOffset>
                </wp:positionV>
                <wp:extent cx="2324100" cy="0"/>
                <wp:effectExtent l="0" t="0" r="0" b="19050"/>
                <wp:wrapNone/>
                <wp:docPr id="5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24100" cy="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.35pt,529.5pt" to="172.65pt,52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" strokecolor="red" strokeweight="2pt">
                <v:stroke dashstyle="1 1" endcap="round"/>
              </v:line>
            </w:pict>
          </mc:Fallback>
        </mc:AlternateContent>
      </w:r>
      <w:r w:rsidRPr="008028C1"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C882291" wp14:editId="7DA2E6B8">
                <wp:simplePos x="0" y="0"/>
                <wp:positionH relativeFrom="column">
                  <wp:posOffset>-133350</wp:posOffset>
                </wp:positionH>
                <wp:positionV relativeFrom="paragraph">
                  <wp:posOffset>6724650</wp:posOffset>
                </wp:positionV>
                <wp:extent cx="1943100" cy="1559560"/>
                <wp:effectExtent l="0" t="0" r="0" b="2540"/>
                <wp:wrapNone/>
                <wp:docPr id="4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155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28C1" w:rsidRDefault="008028C1" w:rsidP="008028C1">
                            <w:pPr>
                              <w:rPr>
                                <w:rFonts w:eastAsia="ＭＳ ゴシック"/>
                                <w:color w:val="FF0000"/>
                                <w:sz w:val="16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  <w:sz w:val="16"/>
                              </w:rPr>
                              <w:t>この線より下に画像や文字などを</w:t>
                            </w:r>
                          </w:p>
                          <w:p w:rsidR="008028C1" w:rsidRDefault="008028C1" w:rsidP="008028C1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  <w:sz w:val="16"/>
                              </w:rPr>
                              <w:t>レイアウトしないでください。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-10.5pt;margin-top:529.5pt;width:153pt;height:122.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" filled="f" stroked="f">
                <v:textbox>
                  <w:txbxContent>
                    <w:p w:rsidR="008028C1" w:rsidRDefault="008028C1" w:rsidP="008028C1">
                      <w:pPr>
                        <w:rPr>
                          <w:rFonts w:eastAsia="ＭＳ ゴシック"/>
                          <w:color w:val="FF0000"/>
                          <w:sz w:val="16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  <w:sz w:val="16"/>
                        </w:rPr>
                        <w:t>この線より下に画像や文字などを</w:t>
                      </w:r>
                    </w:p>
                    <w:p w:rsidR="008028C1" w:rsidRDefault="008028C1" w:rsidP="008028C1">
                      <w:pPr>
                        <w:rPr>
                          <w:sz w:val="16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  <w:sz w:val="16"/>
                        </w:rPr>
                        <w:t>レイアウトしないでください。</w:t>
                      </w:r>
                    </w:p>
                  </w:txbxContent>
                </v:textbox>
              </v:shape>
            </w:pict>
          </mc:Fallback>
        </mc:AlternateContent>
      </w:r>
      <w:bookmarkEnd w:id="0"/>
      <w:r w:rsidR="009D463D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553085</wp:posOffset>
                </wp:positionH>
                <wp:positionV relativeFrom="paragraph">
                  <wp:posOffset>1609725</wp:posOffset>
                </wp:positionV>
                <wp:extent cx="4286160" cy="4286160"/>
                <wp:effectExtent l="0" t="0" r="19685" b="19685"/>
                <wp:wrapNone/>
                <wp:docPr id="3" name="Oval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160" cy="428616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8" o:spid="_x0000_s1026" style="position:absolute;left:0;text-align:left;margin-left:43.55pt;margin-top:126.75pt;width:337.5pt;height:337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" filled="f" strokecolor="red" strokeweight="2pt"/>
            </w:pict>
          </mc:Fallback>
        </mc:AlternateContent>
      </w:r>
      <w:r w:rsidR="009D463D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-911860</wp:posOffset>
                </wp:positionH>
                <wp:positionV relativeFrom="paragraph">
                  <wp:posOffset>-1107440</wp:posOffset>
                </wp:positionV>
                <wp:extent cx="5585460" cy="988060"/>
                <wp:effectExtent l="2540" t="0" r="3175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5460" cy="988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6D4D" w:rsidRDefault="00886D4D" w:rsidP="00886D4D">
                            <w:pPr>
                              <w:rPr>
                                <w:rFonts w:eastAsia="ＭＳ ゴシック"/>
                                <w:sz w:val="20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sz w:val="20"/>
                              </w:rPr>
                              <w:t>【インクジェットバルーン　ハート型】</w:t>
                            </w:r>
                          </w:p>
                          <w:p w:rsidR="001F4DFA" w:rsidRDefault="00886D4D" w:rsidP="00886D4D">
                            <w:pPr>
                              <w:pStyle w:val="2"/>
                            </w:pPr>
                            <w:r>
                              <w:rPr>
                                <w:rFonts w:hint="eastAsia"/>
                              </w:rPr>
                              <w:t>赤枠はインクジェットバルーンの型です。ハート型が表面、円型が裏面</w:t>
                            </w:r>
                            <w:r w:rsidR="00E16AB4">
                              <w:rPr>
                                <w:rFonts w:hint="eastAsia"/>
                              </w:rPr>
                              <w:t>です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:rsidR="00886D4D" w:rsidRDefault="00886D4D" w:rsidP="00886D4D">
                            <w:pPr>
                              <w:pStyle w:val="2"/>
                            </w:pPr>
                            <w:r>
                              <w:rPr>
                                <w:rFonts w:hint="eastAsia"/>
                              </w:rPr>
                              <w:t>レイアウト用のガイドとしてご活用ください。</w:t>
                            </w:r>
                          </w:p>
                          <w:p w:rsidR="00886D4D" w:rsidRDefault="00886D4D" w:rsidP="00886D4D">
                            <w:pPr>
                              <w:pStyle w:val="3"/>
                            </w:pPr>
                            <w:r>
                              <w:rPr>
                                <w:rFonts w:hint="eastAsia"/>
                              </w:rPr>
                              <w:t>※ご注意：プリントする前に赤枠を必ず削除してください。</w:t>
                            </w:r>
                          </w:p>
                          <w:p w:rsidR="00121A4E" w:rsidRPr="00886D4D" w:rsidRDefault="00121A4E" w:rsidP="00886D4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71.8pt;margin-top:-87.2pt;width:439.8pt;height:77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jED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" filled="f" stroked="f">
                <v:textbox>
                  <w:txbxContent>
                    <w:p w:rsidR="00886D4D" w:rsidRDefault="00886D4D" w:rsidP="00886D4D">
                      <w:pPr>
                        <w:rPr>
                          <w:rFonts w:eastAsia="ＭＳ ゴシック" w:hint="eastAsia"/>
                          <w:sz w:val="20"/>
                        </w:rPr>
                      </w:pPr>
                      <w:r>
                        <w:rPr>
                          <w:rFonts w:eastAsia="ＭＳ ゴシック" w:hint="eastAsia"/>
                          <w:sz w:val="20"/>
                        </w:rPr>
                        <w:t>【インクジェットバルーン　ハート型】</w:t>
                      </w:r>
                    </w:p>
                    <w:p w:rsidR="001F4DFA" w:rsidRDefault="00886D4D" w:rsidP="00886D4D">
                      <w:pPr>
                        <w:pStyle w:val="2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赤枠はインクジェットバルーンの型です。ハート型が表面、円型が裏面</w:t>
                      </w:r>
                      <w:r w:rsidR="00E16AB4">
                        <w:rPr>
                          <w:rFonts w:hint="eastAsia"/>
                        </w:rPr>
                        <w:t>です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:rsidR="00886D4D" w:rsidRDefault="00886D4D" w:rsidP="00886D4D">
                      <w:pPr>
                        <w:pStyle w:val="2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レイアウト用のガイドとしてご活用ください。</w:t>
                      </w:r>
                    </w:p>
                    <w:p w:rsidR="00886D4D" w:rsidRDefault="00886D4D" w:rsidP="00886D4D">
                      <w:pPr>
                        <w:pStyle w:val="3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※ご注意：プリントする前に赤枠を必ず削除してください。</w:t>
                      </w:r>
                    </w:p>
                    <w:p w:rsidR="00121A4E" w:rsidRPr="00886D4D" w:rsidRDefault="00121A4E" w:rsidP="00886D4D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D463D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-578485</wp:posOffset>
                </wp:positionH>
                <wp:positionV relativeFrom="paragraph">
                  <wp:posOffset>561975</wp:posOffset>
                </wp:positionV>
                <wp:extent cx="6541135" cy="6107430"/>
                <wp:effectExtent l="0" t="0" r="12065" b="26670"/>
                <wp:wrapNone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41135" cy="6107430"/>
                        </a:xfrm>
                        <a:custGeom>
                          <a:avLst/>
                          <a:gdLst>
                            <a:gd name="T0" fmla="*/ 3791 w 10172"/>
                            <a:gd name="T1" fmla="*/ 9364 h 9498"/>
                            <a:gd name="T2" fmla="*/ 2959 w 10172"/>
                            <a:gd name="T3" fmla="*/ 8834 h 9498"/>
                            <a:gd name="T4" fmla="*/ 1655 w 10172"/>
                            <a:gd name="T5" fmla="*/ 7634 h 9498"/>
                            <a:gd name="T6" fmla="*/ 591 w 10172"/>
                            <a:gd name="T7" fmla="*/ 5894 h 9498"/>
                            <a:gd name="T8" fmla="*/ 125 w 10172"/>
                            <a:gd name="T9" fmla="*/ 4122 h 9498"/>
                            <a:gd name="T10" fmla="*/ 95 w 10172"/>
                            <a:gd name="T11" fmla="*/ 2562 h 9498"/>
                            <a:gd name="T12" fmla="*/ 695 w 10172"/>
                            <a:gd name="T13" fmla="*/ 1302 h 9498"/>
                            <a:gd name="T14" fmla="*/ 1775 w 10172"/>
                            <a:gd name="T15" fmla="*/ 386 h 9498"/>
                            <a:gd name="T16" fmla="*/ 2959 w 10172"/>
                            <a:gd name="T17" fmla="*/ 42 h 9498"/>
                            <a:gd name="T18" fmla="*/ 3829 w 10172"/>
                            <a:gd name="T19" fmla="*/ 134 h 9498"/>
                            <a:gd name="T20" fmla="*/ 5135 w 10172"/>
                            <a:gd name="T21" fmla="*/ 282 h 9498"/>
                            <a:gd name="T22" fmla="*/ 6319 w 10172"/>
                            <a:gd name="T23" fmla="*/ 134 h 9498"/>
                            <a:gd name="T24" fmla="*/ 7175 w 10172"/>
                            <a:gd name="T25" fmla="*/ 26 h 9498"/>
                            <a:gd name="T26" fmla="*/ 8075 w 10172"/>
                            <a:gd name="T27" fmla="*/ 238 h 9498"/>
                            <a:gd name="T28" fmla="*/ 9109 w 10172"/>
                            <a:gd name="T29" fmla="*/ 914 h 9498"/>
                            <a:gd name="T30" fmla="*/ 9875 w 10172"/>
                            <a:gd name="T31" fmla="*/ 1934 h 9498"/>
                            <a:gd name="T32" fmla="*/ 10145 w 10172"/>
                            <a:gd name="T33" fmla="*/ 2894 h 9498"/>
                            <a:gd name="T34" fmla="*/ 10039 w 10172"/>
                            <a:gd name="T35" fmla="*/ 4406 h 9498"/>
                            <a:gd name="T36" fmla="*/ 9515 w 10172"/>
                            <a:gd name="T37" fmla="*/ 6014 h 9498"/>
                            <a:gd name="T38" fmla="*/ 8765 w 10172"/>
                            <a:gd name="T39" fmla="*/ 7274 h 9498"/>
                            <a:gd name="T40" fmla="*/ 7579 w 10172"/>
                            <a:gd name="T41" fmla="*/ 8518 h 9498"/>
                            <a:gd name="T42" fmla="*/ 6443 w 10172"/>
                            <a:gd name="T43" fmla="*/ 9340 h 9498"/>
                            <a:gd name="T44" fmla="*/ 6128 w 10172"/>
                            <a:gd name="T45" fmla="*/ 9466 h 9498"/>
                            <a:gd name="T46" fmla="*/ 5023 w 10172"/>
                            <a:gd name="T47" fmla="*/ 9475 h 9498"/>
                            <a:gd name="T48" fmla="*/ 4103 w 10172"/>
                            <a:gd name="T49" fmla="*/ 9463 h 9498"/>
                            <a:gd name="T50" fmla="*/ 3953 w 10172"/>
                            <a:gd name="T51" fmla="*/ 9457 h 9498"/>
                            <a:gd name="T52" fmla="*/ 3791 w 10172"/>
                            <a:gd name="T53" fmla="*/ 9364 h 94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10172" h="9498">
                              <a:moveTo>
                                <a:pt x="3791" y="9364"/>
                              </a:moveTo>
                              <a:cubicBezTo>
                                <a:pt x="3625" y="9264"/>
                                <a:pt x="3315" y="9122"/>
                                <a:pt x="2959" y="8834"/>
                              </a:cubicBezTo>
                              <a:cubicBezTo>
                                <a:pt x="2603" y="8546"/>
                                <a:pt x="2050" y="8124"/>
                                <a:pt x="1655" y="7634"/>
                              </a:cubicBezTo>
                              <a:cubicBezTo>
                                <a:pt x="1260" y="7144"/>
                                <a:pt x="846" y="6479"/>
                                <a:pt x="591" y="5894"/>
                              </a:cubicBezTo>
                              <a:cubicBezTo>
                                <a:pt x="336" y="5309"/>
                                <a:pt x="208" y="4677"/>
                                <a:pt x="125" y="4122"/>
                              </a:cubicBezTo>
                              <a:cubicBezTo>
                                <a:pt x="42" y="3567"/>
                                <a:pt x="0" y="3032"/>
                                <a:pt x="95" y="2562"/>
                              </a:cubicBezTo>
                              <a:cubicBezTo>
                                <a:pt x="190" y="2092"/>
                                <a:pt x="415" y="1665"/>
                                <a:pt x="695" y="1302"/>
                              </a:cubicBezTo>
                              <a:cubicBezTo>
                                <a:pt x="975" y="939"/>
                                <a:pt x="1398" y="596"/>
                                <a:pt x="1775" y="386"/>
                              </a:cubicBezTo>
                              <a:cubicBezTo>
                                <a:pt x="2152" y="176"/>
                                <a:pt x="2617" y="84"/>
                                <a:pt x="2959" y="42"/>
                              </a:cubicBezTo>
                              <a:cubicBezTo>
                                <a:pt x="3301" y="0"/>
                                <a:pt x="3466" y="94"/>
                                <a:pt x="3829" y="134"/>
                              </a:cubicBezTo>
                              <a:cubicBezTo>
                                <a:pt x="4192" y="174"/>
                                <a:pt x="4720" y="282"/>
                                <a:pt x="5135" y="282"/>
                              </a:cubicBezTo>
                              <a:cubicBezTo>
                                <a:pt x="5550" y="282"/>
                                <a:pt x="5979" y="177"/>
                                <a:pt x="6319" y="134"/>
                              </a:cubicBezTo>
                              <a:cubicBezTo>
                                <a:pt x="6659" y="91"/>
                                <a:pt x="6882" y="9"/>
                                <a:pt x="7175" y="26"/>
                              </a:cubicBezTo>
                              <a:cubicBezTo>
                                <a:pt x="7468" y="43"/>
                                <a:pt x="7753" y="90"/>
                                <a:pt x="8075" y="238"/>
                              </a:cubicBezTo>
                              <a:cubicBezTo>
                                <a:pt x="8397" y="386"/>
                                <a:pt x="8809" y="631"/>
                                <a:pt x="9109" y="914"/>
                              </a:cubicBezTo>
                              <a:cubicBezTo>
                                <a:pt x="9409" y="1197"/>
                                <a:pt x="9702" y="1604"/>
                                <a:pt x="9875" y="1934"/>
                              </a:cubicBezTo>
                              <a:cubicBezTo>
                                <a:pt x="10048" y="2264"/>
                                <a:pt x="10118" y="2482"/>
                                <a:pt x="10145" y="2894"/>
                              </a:cubicBezTo>
                              <a:cubicBezTo>
                                <a:pt x="10172" y="3306"/>
                                <a:pt x="10144" y="3886"/>
                                <a:pt x="10039" y="4406"/>
                              </a:cubicBezTo>
                              <a:cubicBezTo>
                                <a:pt x="9934" y="4926"/>
                                <a:pt x="9727" y="5536"/>
                                <a:pt x="9515" y="6014"/>
                              </a:cubicBezTo>
                              <a:cubicBezTo>
                                <a:pt x="9303" y="6492"/>
                                <a:pt x="9088" y="6857"/>
                                <a:pt x="8765" y="7274"/>
                              </a:cubicBezTo>
                              <a:cubicBezTo>
                                <a:pt x="8442" y="7691"/>
                                <a:pt x="7966" y="8174"/>
                                <a:pt x="7579" y="8518"/>
                              </a:cubicBezTo>
                              <a:cubicBezTo>
                                <a:pt x="7192" y="8862"/>
                                <a:pt x="6685" y="9182"/>
                                <a:pt x="6443" y="9340"/>
                              </a:cubicBezTo>
                              <a:cubicBezTo>
                                <a:pt x="6201" y="9498"/>
                                <a:pt x="6365" y="9444"/>
                                <a:pt x="6128" y="9466"/>
                              </a:cubicBezTo>
                              <a:cubicBezTo>
                                <a:pt x="5891" y="9488"/>
                                <a:pt x="5360" y="9475"/>
                                <a:pt x="5023" y="9475"/>
                              </a:cubicBezTo>
                              <a:cubicBezTo>
                                <a:pt x="4686" y="9475"/>
                                <a:pt x="4281" y="9466"/>
                                <a:pt x="4103" y="9463"/>
                              </a:cubicBezTo>
                              <a:cubicBezTo>
                                <a:pt x="3925" y="9460"/>
                                <a:pt x="4005" y="9474"/>
                                <a:pt x="3953" y="9457"/>
                              </a:cubicBezTo>
                              <a:cubicBezTo>
                                <a:pt x="3901" y="9440"/>
                                <a:pt x="3825" y="9383"/>
                                <a:pt x="3791" y="9364"/>
                              </a:cubicBezTo>
                              <a:close/>
                            </a:path>
                          </a:pathLst>
                        </a:cu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" o:spid="_x0000_s1026" style="position:absolute;left:0;text-align:left;margin-left:-45.55pt;margin-top:44.25pt;width:515.05pt;height:480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172,9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" path="m3791,9364c3625,9264,3315,9122,2959,8834,2603,8546,2050,8124,1655,7634,1260,7144,846,6479,591,5894,336,5309,208,4677,125,4122,42,3567,,3032,95,2562,190,2092,415,1665,695,1302,975,939,1398,596,1775,386,2152,176,2617,84,2959,42v342,-42,507,52,870,92c4192,174,4720,282,5135,282v415,,844,-105,1184,-148c6659,91,6882,9,7175,26v293,17,578,64,900,212c8397,386,8809,631,9109,914v300,283,593,690,766,1020c10048,2264,10118,2482,10145,2894v27,412,-1,992,-106,1512c9934,4926,9727,5536,9515,6014v-212,478,-427,843,-750,1260c8442,7691,7966,8174,7579,8518v-387,344,-894,664,-1136,822c6201,9498,6365,9444,6128,9466v-237,22,-768,9,-1105,9c4686,9475,4281,9466,4103,9463v-178,-3,-98,11,-150,-6c3901,9440,3825,9383,3791,9364xe" filled="f" strokecolor="red" strokeweight="2pt">
                <v:path arrowok="t" o:connecttype="custom" o:connectlocs="2437814,6021265;1902794,5680463;1064253,4908836;380044,3789976;80382,2650540;61090,1647424;446922,837216;1141419,248207;1902794,27007;2462250,86165;3302077,181332;4063452,86165;4613905,16719;5192653,153039;5857570,587723;6350148,1243606;6523773,1860908;6455609,2833158;6118649,3867139;5636359,4677347;4873699,5477268;4143190,6005832;3940629,6086853;3230055,6092640;2638446,6084924;2541988,6081066;2437814,6021265" o:connectangles="0,0,0,0,0,0,0,0,0,0,0,0,0,0,0,0,0,0,0,0,0,0,0,0,0,0,0"/>
              </v:shape>
            </w:pict>
          </mc:Fallback>
        </mc:AlternateContent>
      </w:r>
    </w:p>
    <w:sectPr w:rsidR="00886D4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ED9" w:rsidRDefault="00E56ED9" w:rsidP="00AC213E">
      <w:r>
        <w:separator/>
      </w:r>
    </w:p>
  </w:endnote>
  <w:endnote w:type="continuationSeparator" w:id="0">
    <w:p w:rsidR="00E56ED9" w:rsidRDefault="00E56ED9" w:rsidP="00AC2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ED9" w:rsidRDefault="00E56ED9" w:rsidP="00AC213E">
      <w:r>
        <w:separator/>
      </w:r>
    </w:p>
  </w:footnote>
  <w:footnote w:type="continuationSeparator" w:id="0">
    <w:p w:rsidR="00E56ED9" w:rsidRDefault="00E56ED9" w:rsidP="00AC21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  <o:colormru v:ext="edit" colors="#6fc,#9fc,#39f,#cff,#fcc,#ffc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63D"/>
    <w:rsid w:val="00036046"/>
    <w:rsid w:val="00121A4E"/>
    <w:rsid w:val="001F4DFA"/>
    <w:rsid w:val="008028C1"/>
    <w:rsid w:val="00886D4D"/>
    <w:rsid w:val="009D463D"/>
    <w:rsid w:val="00AC213E"/>
    <w:rsid w:val="00AF3573"/>
    <w:rsid w:val="00E16AB4"/>
    <w:rsid w:val="00E56ED9"/>
    <w:rsid w:val="00FA5CAD"/>
    <w:rsid w:val="00FB1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  <o:colormru v:ext="edit" colors="#6fc,#9fc,#39f,#cff,#fcc,#ff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D4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semiHidden/>
    <w:rPr>
      <w:rFonts w:eastAsia="ＭＳ ゴシック"/>
      <w:sz w:val="20"/>
    </w:rPr>
  </w:style>
  <w:style w:type="paragraph" w:styleId="3">
    <w:name w:val="Body Text 3"/>
    <w:basedOn w:val="a"/>
    <w:semiHidden/>
    <w:rPr>
      <w:rFonts w:eastAsia="ＭＳ ゴシック"/>
      <w:color w:val="FF0000"/>
      <w:sz w:val="20"/>
    </w:rPr>
  </w:style>
  <w:style w:type="paragraph" w:styleId="a3">
    <w:name w:val="header"/>
    <w:basedOn w:val="a"/>
    <w:link w:val="a4"/>
    <w:uiPriority w:val="99"/>
    <w:unhideWhenUsed/>
    <w:rsid w:val="00AC21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C213E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AC21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C213E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D4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semiHidden/>
    <w:rPr>
      <w:rFonts w:eastAsia="ＭＳ ゴシック"/>
      <w:sz w:val="20"/>
    </w:rPr>
  </w:style>
  <w:style w:type="paragraph" w:styleId="3">
    <w:name w:val="Body Text 3"/>
    <w:basedOn w:val="a"/>
    <w:semiHidden/>
    <w:rPr>
      <w:rFonts w:eastAsia="ＭＳ ゴシック"/>
      <w:color w:val="FF0000"/>
      <w:sz w:val="20"/>
    </w:rPr>
  </w:style>
  <w:style w:type="paragraph" w:styleId="a3">
    <w:name w:val="header"/>
    <w:basedOn w:val="a"/>
    <w:link w:val="a4"/>
    <w:uiPriority w:val="99"/>
    <w:unhideWhenUsed/>
    <w:rsid w:val="00AC21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C213E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AC21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C213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kihiro_kubo\Downloads\balloon_dot\bl1-heart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bl1-heart.dot</Template>
  <TotalTime>4</TotalTime>
  <Pages>1</Pages>
  <Words>0</Words>
  <Characters>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株式会社　中川製作所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akihiro_kubo</dc:creator>
  <cp:lastModifiedBy>akihiro_kubo</cp:lastModifiedBy>
  <cp:revision>4</cp:revision>
  <cp:lastPrinted>2007-06-28T00:02:00Z</cp:lastPrinted>
  <dcterms:created xsi:type="dcterms:W3CDTF">2016-12-07T05:10:00Z</dcterms:created>
  <dcterms:modified xsi:type="dcterms:W3CDTF">2016-12-16T04:38:00Z</dcterms:modified>
</cp:coreProperties>
</file>